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17E" w:rsidRPr="009E2718" w:rsidRDefault="00C5417E" w:rsidP="00F15EAE">
      <w:pPr>
        <w:jc w:val="center"/>
        <w:rPr>
          <w:rFonts w:cs="B Zar" w:hint="cs"/>
          <w:b/>
          <w:bCs/>
          <w:sz w:val="20"/>
          <w:szCs w:val="20"/>
          <w:rtl/>
          <w:lang w:bidi="fa-IR"/>
        </w:rPr>
      </w:pPr>
      <w:bookmarkStart w:id="0" w:name="_GoBack"/>
      <w:bookmarkEnd w:id="0"/>
    </w:p>
    <w:tbl>
      <w:tblPr>
        <w:bidiVisual/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01"/>
      </w:tblGrid>
      <w:tr w:rsidR="00C5417E" w:rsidTr="00DD360C">
        <w:trPr>
          <w:trHeight w:val="1365"/>
        </w:trPr>
        <w:tc>
          <w:tcPr>
            <w:tcW w:w="11001" w:type="dxa"/>
          </w:tcPr>
          <w:p w:rsidR="00C5417E" w:rsidRDefault="00C5417E" w:rsidP="00C5417E">
            <w:pPr>
              <w:rPr>
                <w:rFonts w:cs="B Zar"/>
                <w:b/>
                <w:bCs/>
                <w:rtl/>
                <w:lang w:bidi="fa-IR"/>
              </w:rPr>
            </w:pPr>
          </w:p>
          <w:p w:rsidR="00A036DD" w:rsidRPr="00A036DD" w:rsidRDefault="00A036DD" w:rsidP="00A036DD">
            <w:pPr>
              <w:tabs>
                <w:tab w:val="left" w:pos="3590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A036DD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وزارت آموزش و پرورش</w:t>
            </w:r>
          </w:p>
          <w:p w:rsidR="00A036DD" w:rsidRPr="00A036DD" w:rsidRDefault="00A036DD" w:rsidP="00A036DD">
            <w:pPr>
              <w:tabs>
                <w:tab w:val="left" w:pos="3590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A036DD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معاونت آموزش متوسطه </w:t>
            </w:r>
          </w:p>
          <w:p w:rsidR="009E2718" w:rsidRDefault="00A036DD" w:rsidP="009E2718">
            <w:pPr>
              <w:tabs>
                <w:tab w:val="left" w:pos="3590"/>
              </w:tabs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A036DD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دفتر</w:t>
            </w:r>
            <w:r w:rsidR="009E2718" w:rsidRPr="00A036DD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آموزش متوسطه نظری</w:t>
            </w:r>
          </w:p>
          <w:p w:rsidR="009E2718" w:rsidRDefault="009E2718" w:rsidP="009E2718">
            <w:pPr>
              <w:tabs>
                <w:tab w:val="left" w:pos="359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:rsidR="009E2718" w:rsidRDefault="009E2718" w:rsidP="009E2718">
            <w:pPr>
              <w:tabs>
                <w:tab w:val="left" w:pos="359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:rsidR="009E2718" w:rsidRDefault="009E2718" w:rsidP="009E2718">
            <w:pPr>
              <w:tabs>
                <w:tab w:val="left" w:pos="359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:rsidR="009E2718" w:rsidRDefault="009E2718" w:rsidP="009E2718">
            <w:pPr>
              <w:tabs>
                <w:tab w:val="left" w:pos="359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:rsidR="00EC3BC9" w:rsidRDefault="00EC3BC9" w:rsidP="000C6155">
            <w:pPr>
              <w:tabs>
                <w:tab w:val="left" w:pos="3265"/>
                <w:tab w:val="center" w:pos="5044"/>
              </w:tabs>
              <w:jc w:val="center"/>
              <w:rPr>
                <w:rFonts w:cs="B Arshia"/>
                <w:b/>
                <w:bCs/>
                <w:sz w:val="140"/>
                <w:szCs w:val="140"/>
                <w:rtl/>
                <w:lang w:bidi="fa-IR"/>
              </w:rPr>
            </w:pPr>
            <w:r>
              <w:rPr>
                <w:rFonts w:cs="B Arshia" w:hint="cs"/>
                <w:b/>
                <w:bCs/>
                <w:sz w:val="140"/>
                <w:szCs w:val="140"/>
                <w:rtl/>
                <w:lang w:bidi="fa-IR"/>
              </w:rPr>
              <w:t>نمون برگ ثبت امتياز</w:t>
            </w:r>
            <w:r w:rsidR="000C6155">
              <w:rPr>
                <w:rFonts w:cs="B Arshia" w:hint="cs"/>
                <w:b/>
                <w:bCs/>
                <w:sz w:val="140"/>
                <w:szCs w:val="140"/>
                <w:rtl/>
                <w:lang w:bidi="fa-IR"/>
              </w:rPr>
              <w:t xml:space="preserve"> عملكرد</w:t>
            </w:r>
          </w:p>
          <w:p w:rsidR="00EC3BC9" w:rsidRDefault="00EC3BC9" w:rsidP="00EC3BC9">
            <w:pPr>
              <w:jc w:val="center"/>
              <w:rPr>
                <w:rFonts w:cs="B Arshia"/>
                <w:b/>
                <w:bCs/>
                <w:sz w:val="140"/>
                <w:szCs w:val="140"/>
                <w:rtl/>
                <w:lang w:bidi="fa-IR"/>
              </w:rPr>
            </w:pPr>
            <w:r>
              <w:rPr>
                <w:rFonts w:cs="B Arshia" w:hint="cs"/>
                <w:b/>
                <w:bCs/>
                <w:sz w:val="140"/>
                <w:szCs w:val="140"/>
                <w:rtl/>
                <w:lang w:bidi="fa-IR"/>
              </w:rPr>
              <w:t xml:space="preserve"> پژوهش سرا هاي دانش آموزي</w:t>
            </w:r>
          </w:p>
          <w:p w:rsidR="001E63A6" w:rsidRDefault="00C5417E" w:rsidP="00D1049D">
            <w:pPr>
              <w:jc w:val="center"/>
              <w:rPr>
                <w:rFonts w:cs="B Zar"/>
                <w:b/>
                <w:bCs/>
                <w:sz w:val="30"/>
                <w:szCs w:val="30"/>
                <w:rtl/>
                <w:lang w:bidi="fa-IR"/>
              </w:rPr>
            </w:pPr>
            <w:r w:rsidRPr="00A35BA5">
              <w:rPr>
                <w:rFonts w:cs="B Zar" w:hint="cs"/>
                <w:b/>
                <w:bCs/>
                <w:sz w:val="30"/>
                <w:szCs w:val="30"/>
                <w:rtl/>
                <w:lang w:bidi="fa-IR"/>
              </w:rPr>
              <w:t>ناحیه / منطقه</w:t>
            </w:r>
            <w:r w:rsidR="00A06320">
              <w:rPr>
                <w:rFonts w:cs="B Zar" w:hint="cs"/>
                <w:b/>
                <w:bCs/>
                <w:sz w:val="30"/>
                <w:szCs w:val="30"/>
                <w:rtl/>
                <w:lang w:bidi="fa-IR"/>
              </w:rPr>
              <w:t xml:space="preserve"> / شهرستان</w:t>
            </w:r>
          </w:p>
          <w:p w:rsidR="000E343F" w:rsidRDefault="009E2718" w:rsidP="004E2C27">
            <w:pPr>
              <w:tabs>
                <w:tab w:val="left" w:pos="5556"/>
              </w:tabs>
              <w:rPr>
                <w:rFonts w:cs="B Zar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Zar"/>
                <w:b/>
                <w:bCs/>
                <w:sz w:val="30"/>
                <w:szCs w:val="30"/>
                <w:rtl/>
                <w:lang w:bidi="fa-IR"/>
              </w:rPr>
              <w:tab/>
            </w:r>
          </w:p>
          <w:p w:rsidR="004A559E" w:rsidRPr="00C74B67" w:rsidRDefault="004A559E" w:rsidP="00C74B67">
            <w:pPr>
              <w:pStyle w:val="ListParagraph"/>
              <w:numPr>
                <w:ilvl w:val="0"/>
                <w:numId w:val="2"/>
              </w:numPr>
              <w:ind w:left="828" w:hanging="425"/>
              <w:jc w:val="both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براي هر پژوهش سراي دانش آموزي  نمون برگ بصورت جداگانه تكميل گردد.</w:t>
            </w:r>
          </w:p>
          <w:p w:rsidR="00C74B67" w:rsidRDefault="008A65B3" w:rsidP="00C74B67">
            <w:pPr>
              <w:pStyle w:val="ListParagraph"/>
              <w:numPr>
                <w:ilvl w:val="0"/>
                <w:numId w:val="1"/>
              </w:numPr>
              <w:ind w:hanging="317"/>
              <w:jc w:val="both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كليه اطلاعات</w:t>
            </w:r>
            <w:r w:rsidR="00234738"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پژوهشي - عملكردي</w:t>
            </w:r>
            <w:r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مي بايست مربوط به سال هاي تحصيلي 93-1392 و</w:t>
            </w:r>
          </w:p>
          <w:p w:rsidR="008A65B3" w:rsidRPr="00C74B67" w:rsidRDefault="00C74B67" w:rsidP="00C74B67">
            <w:pPr>
              <w:ind w:left="403"/>
              <w:jc w:val="both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94</w:t>
            </w:r>
            <w:r w:rsidR="008A65B3"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-1393 باشد.</w:t>
            </w:r>
          </w:p>
          <w:p w:rsidR="000150CD" w:rsidRPr="00C74B67" w:rsidRDefault="000150CD" w:rsidP="00C74B67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كليه امتيازات بايد به استناد مدارك مثبته موجود و قابل ارائه در پژوهش سراي دانش آموزي </w:t>
            </w:r>
            <w:r w:rsidR="00FD222E"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تعلق گرفته باشد.</w:t>
            </w:r>
          </w:p>
          <w:p w:rsidR="000E343F" w:rsidRPr="00C74B67" w:rsidRDefault="00EC035C" w:rsidP="00C74B67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Nazanin"/>
                <w:b/>
                <w:bCs/>
                <w:color w:val="FF0000"/>
                <w:sz w:val="32"/>
                <w:szCs w:val="32"/>
                <w:lang w:bidi="fa-IR"/>
              </w:rPr>
            </w:pPr>
            <w:r w:rsidRPr="00C74B67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 xml:space="preserve">دانش آموز فعال، دانش آموزي است كه طرح پژوهشي داشته باشد و به صورت مستمر و مداوم </w:t>
            </w:r>
            <w:r w:rsidR="00705334" w:rsidRPr="00C74B67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 xml:space="preserve"> در طول سال تحصيلي </w:t>
            </w:r>
            <w:r w:rsidRPr="00C74B67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 xml:space="preserve"> فعاليت او  در پژوهش سراي دانش آموزي ثبت شده باشد.</w:t>
            </w:r>
          </w:p>
          <w:p w:rsidR="004E2C27" w:rsidRPr="00C74B67" w:rsidRDefault="005A0E1C" w:rsidP="00C74B67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دانش آموز پژوهش گر برتر  نيز به استناد شاخص هاي ارائه شده در اين نمون برگ</w:t>
            </w:r>
            <w:r w:rsidR="0057062F"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(جداول شماره 7 </w:t>
            </w:r>
            <w:r w:rsidR="000E6118"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تا 11 ،13،14،</w:t>
            </w:r>
            <w:r w:rsidR="00A023B1"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15و19</w:t>
            </w:r>
            <w:r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A023B1"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)</w:t>
            </w:r>
            <w:r w:rsidR="00D525AB"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مورد ارزيابي و انتخاب قرار گرفته  و به دفتر آموزش متوسطه نظري معرفي مي شوند.</w:t>
            </w:r>
          </w:p>
          <w:p w:rsidR="000C6155" w:rsidRPr="00C74B67" w:rsidRDefault="000C6155" w:rsidP="00C74B67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با بهره گيري از شاخص هاي ارائه شده در اين مجموعه مي توان</w:t>
            </w:r>
            <w:r w:rsidR="00F84FB3"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نمون برگ هاي نظارت و بازديد از اين مراكز را  تنظيم نمود.</w:t>
            </w:r>
          </w:p>
          <w:p w:rsidR="00C74B67" w:rsidRPr="004E2FDA" w:rsidRDefault="00D1049D" w:rsidP="00FC2848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مقتضي است كليه ارسال ومراسلات نمون برگ ها در قالب فايل</w:t>
            </w:r>
            <w:r w:rsidR="00FC2848">
              <w:rPr>
                <w:rFonts w:cs="B Nazanin"/>
                <w:b/>
                <w:bCs/>
                <w:sz w:val="32"/>
                <w:szCs w:val="32"/>
                <w:lang w:bidi="fa-IR"/>
              </w:rPr>
              <w:t xml:space="preserve"> word </w:t>
            </w:r>
            <w:r w:rsidR="00FC284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و</w:t>
            </w:r>
            <w:r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FC2848">
              <w:rPr>
                <w:rFonts w:cs="B Nazanin"/>
                <w:b/>
                <w:bCs/>
                <w:sz w:val="32"/>
                <w:szCs w:val="32"/>
                <w:lang w:bidi="fa-IR"/>
              </w:rPr>
              <w:t>excel</w:t>
            </w:r>
            <w:r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و به صورت مجازي </w:t>
            </w:r>
            <w:r w:rsidR="00371CD4" w:rsidRPr="00C74B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صورت پذيرد.</w:t>
            </w:r>
          </w:p>
        </w:tc>
      </w:tr>
    </w:tbl>
    <w:p w:rsidR="0022220D" w:rsidRDefault="0022220D" w:rsidP="00107A5D">
      <w:pPr>
        <w:pStyle w:val="ListParagraph"/>
        <w:rPr>
          <w:rFonts w:cs="B Zar"/>
          <w:b/>
          <w:bCs/>
          <w:sz w:val="16"/>
          <w:szCs w:val="16"/>
          <w:lang w:bidi="fa-IR"/>
        </w:rPr>
      </w:pPr>
    </w:p>
    <w:p w:rsidR="00107A5D" w:rsidRDefault="00B37087" w:rsidP="00107A5D">
      <w:pPr>
        <w:pStyle w:val="ListParagraph"/>
        <w:rPr>
          <w:rFonts w:cs="B Nazanin"/>
          <w:b/>
          <w:bCs/>
          <w:sz w:val="16"/>
          <w:szCs w:val="16"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lastRenderedPageBreak/>
        <w:t xml:space="preserve">( جدول شماره 1): </w:t>
      </w:r>
      <w:r w:rsidR="005B26B7" w:rsidRPr="005B26B7">
        <w:rPr>
          <w:rFonts w:cs="B Zar" w:hint="cs"/>
          <w:b/>
          <w:bCs/>
          <w:sz w:val="16"/>
          <w:szCs w:val="16"/>
          <w:rtl/>
          <w:lang w:bidi="fa-IR"/>
        </w:rPr>
        <w:t xml:space="preserve">اطلاعات </w:t>
      </w:r>
      <w:r w:rsidR="005B26B7">
        <w:rPr>
          <w:rFonts w:cs="B Zar" w:hint="cs"/>
          <w:b/>
          <w:bCs/>
          <w:sz w:val="16"/>
          <w:szCs w:val="16"/>
          <w:rtl/>
          <w:lang w:bidi="fa-IR"/>
        </w:rPr>
        <w:t>عمومی</w:t>
      </w:r>
      <w:r w:rsidR="008D52C5">
        <w:rPr>
          <w:rFonts w:cs="B Zar" w:hint="cs"/>
          <w:b/>
          <w:bCs/>
          <w:sz w:val="16"/>
          <w:szCs w:val="16"/>
          <w:rtl/>
          <w:lang w:bidi="fa-IR"/>
        </w:rPr>
        <w:t xml:space="preserve"> پژوهش سرا</w:t>
      </w:r>
      <w:r w:rsidR="00776D29">
        <w:rPr>
          <w:rFonts w:cs="B Zar" w:hint="cs"/>
          <w:b/>
          <w:bCs/>
          <w:sz w:val="16"/>
          <w:szCs w:val="16"/>
          <w:rtl/>
          <w:lang w:bidi="fa-IR"/>
        </w:rPr>
        <w:t>ي دانش آموزي</w:t>
      </w:r>
      <w:r w:rsidR="00107A5D" w:rsidRPr="00107A5D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107A5D" w:rsidRDefault="00107A5D" w:rsidP="00107A5D">
      <w:pPr>
        <w:rPr>
          <w:rFonts w:cs="B Zar"/>
          <w:b/>
          <w:bCs/>
          <w:sz w:val="16"/>
          <w:szCs w:val="16"/>
          <w:lang w:bidi="fa-IR"/>
        </w:rPr>
      </w:pPr>
    </w:p>
    <w:tbl>
      <w:tblPr>
        <w:tblpPr w:leftFromText="180" w:rightFromText="180" w:vertAnchor="text" w:horzAnchor="margin" w:tblpXSpec="center" w:tblpY="-18"/>
        <w:bidiVisual/>
        <w:tblW w:w="10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6"/>
        <w:gridCol w:w="2268"/>
        <w:gridCol w:w="2835"/>
        <w:gridCol w:w="2268"/>
      </w:tblGrid>
      <w:tr w:rsidR="00D55825" w:rsidRPr="00A44B0C" w:rsidTr="00D55825">
        <w:tc>
          <w:tcPr>
            <w:tcW w:w="263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5825" w:rsidRPr="00D55825" w:rsidRDefault="00D55825" w:rsidP="00D5582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  </w:t>
            </w:r>
            <w:r w:rsidRPr="00D55825">
              <w:rPr>
                <w:rFonts w:cs="B Titr"/>
                <w:b/>
                <w:bCs/>
                <w:sz w:val="16"/>
                <w:szCs w:val="16"/>
                <w:rtl/>
              </w:rPr>
              <w:t>نام استان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5825" w:rsidRPr="00D55825" w:rsidRDefault="00D55825" w:rsidP="00D5582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نام شهرستان/منطقه/ناحيه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5825" w:rsidRPr="00D55825" w:rsidRDefault="00D55825" w:rsidP="00D5582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درجه منطقه آموزشي(6-1)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5825" w:rsidRPr="00D55825" w:rsidRDefault="00D55825" w:rsidP="00D5582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سال تاسیس پژوهش سرا</w:t>
            </w:r>
          </w:p>
        </w:tc>
      </w:tr>
      <w:tr w:rsidR="00D55825" w:rsidRPr="00A44B0C" w:rsidTr="00D55825">
        <w:tc>
          <w:tcPr>
            <w:tcW w:w="26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55825" w:rsidRPr="00A44B0C" w:rsidRDefault="00D55825" w:rsidP="00D55825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55825" w:rsidRPr="00A44B0C" w:rsidRDefault="00D55825" w:rsidP="00D55825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55825" w:rsidRPr="00A44B0C" w:rsidRDefault="00D55825" w:rsidP="00D55825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55825" w:rsidRPr="00A44B0C" w:rsidRDefault="00D55825" w:rsidP="00D55825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534995" w:rsidRPr="00607933" w:rsidRDefault="00B37087" w:rsidP="00FD1EA5">
      <w:pPr>
        <w:tabs>
          <w:tab w:val="left" w:pos="5910"/>
        </w:tabs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>2</w:t>
      </w:r>
      <w:r>
        <w:rPr>
          <w:rFonts w:cs="B Zar" w:hint="cs"/>
          <w:b/>
          <w:bCs/>
          <w:sz w:val="16"/>
          <w:szCs w:val="16"/>
          <w:rtl/>
          <w:lang w:bidi="fa-IR"/>
        </w:rPr>
        <w:t xml:space="preserve">): </w:t>
      </w:r>
      <w:r w:rsidR="00534995" w:rsidRPr="00607933">
        <w:rPr>
          <w:rFonts w:cs="B Zar" w:hint="cs"/>
          <w:b/>
          <w:bCs/>
          <w:sz w:val="16"/>
          <w:szCs w:val="16"/>
          <w:rtl/>
          <w:lang w:bidi="fa-IR"/>
        </w:rPr>
        <w:t>مشخصات مدیریت پژوهش</w:t>
      </w:r>
      <w:r w:rsidR="00C74B6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534995" w:rsidRPr="00607933">
        <w:rPr>
          <w:rFonts w:cs="B Zar" w:hint="cs"/>
          <w:b/>
          <w:bCs/>
          <w:sz w:val="16"/>
          <w:szCs w:val="16"/>
          <w:rtl/>
          <w:lang w:bidi="fa-IR"/>
        </w:rPr>
        <w:t>سرا</w:t>
      </w:r>
      <w:r w:rsidR="00776D29">
        <w:rPr>
          <w:rFonts w:cs="B Zar" w:hint="cs"/>
          <w:b/>
          <w:bCs/>
          <w:sz w:val="16"/>
          <w:szCs w:val="16"/>
          <w:rtl/>
          <w:lang w:bidi="fa-IR"/>
        </w:rPr>
        <w:t>ي دانش آموزي</w:t>
      </w:r>
    </w:p>
    <w:tbl>
      <w:tblPr>
        <w:bidiVisual/>
        <w:tblW w:w="11364" w:type="dxa"/>
        <w:tblInd w:w="-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992"/>
        <w:gridCol w:w="709"/>
        <w:gridCol w:w="709"/>
        <w:gridCol w:w="850"/>
        <w:gridCol w:w="567"/>
        <w:gridCol w:w="709"/>
        <w:gridCol w:w="709"/>
        <w:gridCol w:w="850"/>
        <w:gridCol w:w="851"/>
        <w:gridCol w:w="708"/>
        <w:gridCol w:w="993"/>
        <w:gridCol w:w="1299"/>
      </w:tblGrid>
      <w:tr w:rsidR="00BA1F21" w:rsidRPr="006D63A7" w:rsidTr="00DD360C">
        <w:trPr>
          <w:trHeight w:val="182"/>
        </w:trPr>
        <w:tc>
          <w:tcPr>
            <w:tcW w:w="567" w:type="dxa"/>
            <w:vMerge w:val="restart"/>
            <w:shd w:val="clear" w:color="auto" w:fill="D9D9D9" w:themeFill="background1" w:themeFillShade="D9"/>
          </w:tcPr>
          <w:p w:rsidR="00BA1F21" w:rsidRPr="00D55825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ردیف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BA1F21" w:rsidRPr="00D55825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نام و نام خانوادگی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</w:tcPr>
          <w:p w:rsidR="00BA1F21" w:rsidRPr="00D55825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سمت / پست سازمانی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</w:tcPr>
          <w:p w:rsidR="00BA1F21" w:rsidRPr="00D55825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مدرک تحصیلی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</w:tcPr>
          <w:p w:rsidR="00BA1F21" w:rsidRPr="00D55825" w:rsidRDefault="00BA1F21" w:rsidP="00607933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 xml:space="preserve">رشته تحصیلی 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</w:tcPr>
          <w:p w:rsidR="00D55825" w:rsidRDefault="00BA1F21" w:rsidP="0053499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شماره ابلاغ صادر شده</w:t>
            </w:r>
            <w:r w:rsidR="00310EC6"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 xml:space="preserve"> در بكفا</w:t>
            </w:r>
            <w:r w:rsidR="00B2601D"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 xml:space="preserve"> در سال تحصيلي</w:t>
            </w:r>
          </w:p>
          <w:p w:rsidR="00BA1F21" w:rsidRPr="00D55825" w:rsidRDefault="004A559E" w:rsidP="0053499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/>
                <w:b/>
                <w:bCs/>
                <w:sz w:val="12"/>
                <w:szCs w:val="12"/>
                <w:lang w:bidi="fa-IR"/>
              </w:rPr>
              <w:t xml:space="preserve"> 94-95</w:t>
            </w:r>
            <w:r w:rsidR="00B2601D"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:rsidR="00BA1F21" w:rsidRPr="00D55825" w:rsidRDefault="00310EC6" w:rsidP="0053499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ميزان</w:t>
            </w:r>
            <w:r w:rsidR="00BA1F21"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 xml:space="preserve"> ساعت همکاری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</w:tcPr>
          <w:p w:rsidR="00BA1F21" w:rsidRPr="00D55825" w:rsidRDefault="00BA1F21" w:rsidP="00BA1F2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 xml:space="preserve">سابقه خدمت 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</w:tcPr>
          <w:p w:rsidR="00BA1F21" w:rsidRPr="00D55825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کد پرسنلی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BA1F21" w:rsidRPr="00D55825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شماره تلفن همراه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</w:tcPr>
          <w:p w:rsidR="00BA1F21" w:rsidRPr="00D55825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روزهاي حضور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</w:tcPr>
          <w:p w:rsidR="000E5B70" w:rsidRPr="00D55825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زمينه همكاري</w:t>
            </w:r>
          </w:p>
          <w:p w:rsidR="00BA1F21" w:rsidRPr="00D55825" w:rsidRDefault="0054641E" w:rsidP="00B2601D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( دبير راهنما، متصدي آزمايشگاه، كتابدار،مشاور علمي</w:t>
            </w:r>
            <w:r w:rsidR="00D55825">
              <w:rPr>
                <w:rFonts w:cs="B Titr"/>
                <w:b/>
                <w:bCs/>
                <w:sz w:val="12"/>
                <w:szCs w:val="12"/>
                <w:lang w:bidi="fa-IR"/>
              </w:rPr>
              <w:t xml:space="preserve"> </w:t>
            </w:r>
            <w:r w:rsid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و</w:t>
            </w:r>
            <w:r w:rsidR="00B2601D" w:rsidRPr="00D55825">
              <w:rPr>
                <w:rFonts w:cs="B Titr"/>
                <w:b/>
                <w:bCs/>
                <w:sz w:val="12"/>
                <w:szCs w:val="12"/>
                <w:lang w:bidi="fa-IR"/>
              </w:rPr>
              <w:t xml:space="preserve"> </w:t>
            </w:r>
            <w:r w:rsidR="00B2601D"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 xml:space="preserve"> ....</w:t>
            </w: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)</w:t>
            </w:r>
          </w:p>
        </w:tc>
        <w:tc>
          <w:tcPr>
            <w:tcW w:w="1299" w:type="dxa"/>
            <w:vMerge w:val="restart"/>
            <w:shd w:val="clear" w:color="auto" w:fill="D9D9D9" w:themeFill="background1" w:themeFillShade="D9"/>
          </w:tcPr>
          <w:p w:rsidR="00C74B67" w:rsidRDefault="00BA1F21" w:rsidP="00ED28C9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سابقه خدمت در</w:t>
            </w:r>
          </w:p>
          <w:p w:rsidR="00C74B67" w:rsidRDefault="00BA1F21" w:rsidP="00ED28C9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 xml:space="preserve"> پژوهش سرا</w:t>
            </w:r>
            <w:r w:rsidR="00C74B67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ي</w:t>
            </w:r>
          </w:p>
          <w:p w:rsidR="00FE243D" w:rsidRPr="00D55825" w:rsidRDefault="00C74B67" w:rsidP="00ED28C9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 xml:space="preserve"> دانش آموزي</w:t>
            </w:r>
            <w:r w:rsidR="00FE243D"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 xml:space="preserve">  يا </w:t>
            </w:r>
          </w:p>
          <w:p w:rsidR="00BA1F21" w:rsidRPr="00D55825" w:rsidRDefault="00FE243D" w:rsidP="00ED28C9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( سابقه پژوهشي)</w:t>
            </w:r>
          </w:p>
        </w:tc>
      </w:tr>
      <w:tr w:rsidR="0054641E" w:rsidRPr="006D63A7" w:rsidTr="00DD360C">
        <w:trPr>
          <w:trHeight w:val="181"/>
        </w:trPr>
        <w:tc>
          <w:tcPr>
            <w:tcW w:w="567" w:type="dxa"/>
            <w:vMerge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BA1F21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1F21" w:rsidRPr="00D55825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موظف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A1F21" w:rsidRPr="00D55825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D55825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غیر موظف</w:t>
            </w:r>
          </w:p>
        </w:tc>
        <w:tc>
          <w:tcPr>
            <w:tcW w:w="709" w:type="dxa"/>
            <w:vMerge/>
          </w:tcPr>
          <w:p w:rsidR="00BA1F21" w:rsidRPr="00D55825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vMerge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vMerge/>
          </w:tcPr>
          <w:p w:rsidR="00BA1F21" w:rsidRPr="00607933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  <w:vMerge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851" w:type="dxa"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07933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07933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D63A7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D63A7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D63A7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D63A7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D63A7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D63A7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D63A7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D63A7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D63A7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D63A7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D63A7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D63A7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D63A7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54641E" w:rsidRPr="006D63A7" w:rsidTr="00DD360C">
        <w:tc>
          <w:tcPr>
            <w:tcW w:w="567" w:type="dxa"/>
          </w:tcPr>
          <w:p w:rsidR="00BA1F21" w:rsidRPr="00694CDE" w:rsidRDefault="00BA1F21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BA1F21" w:rsidRPr="006D63A7" w:rsidRDefault="00BA1F21" w:rsidP="00ED28C9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9" w:type="dxa"/>
          </w:tcPr>
          <w:p w:rsidR="00BA1F21" w:rsidRPr="006D63A7" w:rsidRDefault="00BA1F21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5A34EC" w:rsidRPr="00B37087" w:rsidRDefault="00B37087" w:rsidP="00FD1EA5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>3</w:t>
      </w:r>
      <w:r>
        <w:rPr>
          <w:rFonts w:cs="B Zar" w:hint="cs"/>
          <w:b/>
          <w:bCs/>
          <w:sz w:val="16"/>
          <w:szCs w:val="16"/>
          <w:rtl/>
          <w:lang w:bidi="fa-IR"/>
        </w:rPr>
        <w:t xml:space="preserve">): </w:t>
      </w:r>
      <w:r w:rsidR="00607933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امکانات و تجهیزات </w:t>
      </w:r>
      <w:r w:rsidR="00C97495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پژوهش سراي دانش آموزي </w:t>
      </w:r>
    </w:p>
    <w:tbl>
      <w:tblPr>
        <w:bidiVisual/>
        <w:tblW w:w="11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2"/>
        <w:gridCol w:w="565"/>
        <w:gridCol w:w="647"/>
        <w:gridCol w:w="648"/>
        <w:gridCol w:w="648"/>
        <w:gridCol w:w="1249"/>
        <w:gridCol w:w="1304"/>
        <w:gridCol w:w="3993"/>
      </w:tblGrid>
      <w:tr w:rsidR="00845253" w:rsidRPr="00B37087" w:rsidTr="00DD360C">
        <w:tc>
          <w:tcPr>
            <w:tcW w:w="22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45253" w:rsidRPr="00B37087" w:rsidRDefault="00845253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</w:p>
          <w:p w:rsidR="00845253" w:rsidRPr="00B37087" w:rsidRDefault="00845253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امکانات پژوهشسراي دانش آموزي</w:t>
            </w:r>
          </w:p>
          <w:p w:rsidR="00845253" w:rsidRPr="00B37087" w:rsidRDefault="00845253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56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45253" w:rsidRPr="00B37087" w:rsidRDefault="00845253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 xml:space="preserve">مستقل </w:t>
            </w:r>
          </w:p>
          <w:p w:rsidR="00845253" w:rsidRPr="00B37087" w:rsidRDefault="00845253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 xml:space="preserve">5 امتياز </w:t>
            </w:r>
          </w:p>
        </w:tc>
        <w:tc>
          <w:tcPr>
            <w:tcW w:w="6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845253" w:rsidRPr="00B37087" w:rsidRDefault="00845253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 xml:space="preserve">مشترك </w:t>
            </w:r>
          </w:p>
          <w:p w:rsidR="00845253" w:rsidRPr="00B37087" w:rsidRDefault="00845253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 xml:space="preserve">2 امتياز </w:t>
            </w:r>
          </w:p>
        </w:tc>
        <w:tc>
          <w:tcPr>
            <w:tcW w:w="64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845253" w:rsidRPr="00B37087" w:rsidRDefault="00845253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داراي متصدي</w:t>
            </w:r>
          </w:p>
          <w:p w:rsidR="00845253" w:rsidRPr="00B37087" w:rsidRDefault="00845253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5 امتياز</w:t>
            </w:r>
          </w:p>
        </w:tc>
        <w:tc>
          <w:tcPr>
            <w:tcW w:w="64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45253" w:rsidRPr="00B37087" w:rsidRDefault="00845253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فاقد متصدي</w:t>
            </w:r>
          </w:p>
          <w:p w:rsidR="00845253" w:rsidRPr="00B37087" w:rsidRDefault="00845253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24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845253" w:rsidRPr="00B37087" w:rsidRDefault="00845253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مساحت (متر مربع)</w:t>
            </w:r>
          </w:p>
          <w:p w:rsidR="00845253" w:rsidRPr="00B37087" w:rsidRDefault="00845253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هر 12 مترمربع 2  امتياز</w:t>
            </w:r>
          </w:p>
        </w:tc>
        <w:tc>
          <w:tcPr>
            <w:tcW w:w="130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E0786" w:rsidRPr="00B37087" w:rsidRDefault="00BE0786" w:rsidP="00BE0786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تجهیزات و امکانات  موجود </w:t>
            </w:r>
          </w:p>
          <w:p w:rsidR="00845253" w:rsidRPr="00B37087" w:rsidRDefault="00845253" w:rsidP="00BE0786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3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45253" w:rsidRPr="00B37087" w:rsidRDefault="00845253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2"/>
                <w:szCs w:val="12"/>
                <w:rtl/>
                <w:lang w:bidi="fa-IR"/>
              </w:rPr>
              <w:t>توضيحات</w:t>
            </w:r>
          </w:p>
          <w:p w:rsidR="00BE0786" w:rsidRPr="00B37087" w:rsidRDefault="00BE0786" w:rsidP="00D55825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BE0786" w:rsidRPr="00B37087" w:rsidTr="00DD360C">
        <w:tc>
          <w:tcPr>
            <w:tcW w:w="22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E0786" w:rsidRPr="00B37087" w:rsidRDefault="00BE0786" w:rsidP="00845253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آزمایشگاه فیزیک </w:t>
            </w:r>
          </w:p>
        </w:tc>
        <w:tc>
          <w:tcPr>
            <w:tcW w:w="565" w:type="dxa"/>
            <w:tcBorders>
              <w:top w:val="double" w:sz="4" w:space="0" w:color="auto"/>
            </w:tcBorders>
            <w:vAlign w:val="center"/>
          </w:tcPr>
          <w:p w:rsidR="00BE0786" w:rsidRPr="00B37087" w:rsidRDefault="00BE0786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  <w:tcBorders>
              <w:top w:val="double" w:sz="4" w:space="0" w:color="auto"/>
            </w:tcBorders>
          </w:tcPr>
          <w:p w:rsidR="00BE0786" w:rsidRPr="00B37087" w:rsidRDefault="00BE0786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  <w:tcBorders>
              <w:top w:val="double" w:sz="4" w:space="0" w:color="auto"/>
            </w:tcBorders>
          </w:tcPr>
          <w:p w:rsidR="00BE0786" w:rsidRPr="00B37087" w:rsidRDefault="00BE0786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  <w:tcBorders>
              <w:top w:val="double" w:sz="4" w:space="0" w:color="auto"/>
            </w:tcBorders>
            <w:vAlign w:val="center"/>
          </w:tcPr>
          <w:p w:rsidR="00BE0786" w:rsidRPr="00B37087" w:rsidRDefault="00BE0786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49" w:type="dxa"/>
            <w:tcBorders>
              <w:top w:val="double" w:sz="4" w:space="0" w:color="auto"/>
            </w:tcBorders>
          </w:tcPr>
          <w:p w:rsidR="00BE0786" w:rsidRPr="00B37087" w:rsidRDefault="00BE078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  <w:tcBorders>
              <w:top w:val="double" w:sz="4" w:space="0" w:color="auto"/>
            </w:tcBorders>
            <w:vAlign w:val="center"/>
          </w:tcPr>
          <w:p w:rsidR="00BE0786" w:rsidRPr="00B37087" w:rsidRDefault="00A24B69" w:rsidP="00A24B6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top w:val="double" w:sz="4" w:space="0" w:color="auto"/>
              <w:right w:val="double" w:sz="4" w:space="0" w:color="auto"/>
            </w:tcBorders>
          </w:tcPr>
          <w:p w:rsidR="00BE0786" w:rsidRPr="00B37087" w:rsidRDefault="00BE0786" w:rsidP="00DA4D66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(هر </w:t>
            </w:r>
            <w:r w:rsidR="00DA4D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صندلي سالم </w:t>
            </w:r>
            <w:r w:rsidR="00DA4D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امتياز)</w:t>
            </w:r>
          </w:p>
        </w:tc>
      </w:tr>
      <w:tr w:rsidR="00A24B69" w:rsidRPr="00B37087" w:rsidTr="00A24B69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آزمایشگاه شیمی</w:t>
            </w:r>
          </w:p>
        </w:tc>
        <w:tc>
          <w:tcPr>
            <w:tcW w:w="565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49" w:type="dxa"/>
          </w:tcPr>
          <w:p w:rsidR="00A24B69" w:rsidRPr="00B37087" w:rsidRDefault="00A24B69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A24B69" w:rsidRDefault="00A24B69" w:rsidP="00A24B69">
            <w:pPr>
              <w:jc w:val="center"/>
            </w:pPr>
            <w:r w:rsidRPr="008179E5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</w:tcPr>
          <w:p w:rsidR="00A24B69" w:rsidRPr="00B37087" w:rsidRDefault="00A24B69" w:rsidP="00DA4D66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(هر </w:t>
            </w:r>
            <w:r w:rsidR="00DA4D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صندلي سالم </w:t>
            </w:r>
            <w:r w:rsidR="00DA4D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امتياز)</w:t>
            </w:r>
          </w:p>
        </w:tc>
      </w:tr>
      <w:tr w:rsidR="00A24B69" w:rsidRPr="00B37087" w:rsidTr="00A24B69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آزمایشگاه زیست شناسی</w:t>
            </w:r>
          </w:p>
        </w:tc>
        <w:tc>
          <w:tcPr>
            <w:tcW w:w="565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49" w:type="dxa"/>
          </w:tcPr>
          <w:p w:rsidR="00A24B69" w:rsidRPr="00B37087" w:rsidRDefault="00A24B69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A24B69" w:rsidRDefault="00A24B69" w:rsidP="00A24B69">
            <w:pPr>
              <w:jc w:val="center"/>
            </w:pPr>
            <w:r w:rsidRPr="008179E5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</w:tcPr>
          <w:p w:rsidR="00A24B69" w:rsidRPr="00B37087" w:rsidRDefault="00A24B69" w:rsidP="00DA4D66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(هر </w:t>
            </w:r>
            <w:r w:rsidR="00DA4D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صندلي سالم </w:t>
            </w:r>
            <w:r w:rsidR="00DA4D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امتياز)</w:t>
            </w:r>
          </w:p>
        </w:tc>
      </w:tr>
      <w:tr w:rsidR="00A24B69" w:rsidRPr="00B37087" w:rsidTr="00A24B69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سایت کامپیوتری</w:t>
            </w:r>
          </w:p>
        </w:tc>
        <w:tc>
          <w:tcPr>
            <w:tcW w:w="565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49" w:type="dxa"/>
          </w:tcPr>
          <w:p w:rsidR="00A24B69" w:rsidRPr="00B37087" w:rsidRDefault="00A24B69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A24B69" w:rsidRDefault="00A24B69" w:rsidP="00A24B69">
            <w:pPr>
              <w:jc w:val="center"/>
            </w:pPr>
            <w:r w:rsidRPr="008179E5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  <w:vAlign w:val="center"/>
          </w:tcPr>
          <w:p w:rsidR="00A24B69" w:rsidRPr="00B37087" w:rsidRDefault="00A24B69" w:rsidP="00BE0786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تعداد کامپیوتر با مشخصات</w:t>
            </w:r>
            <w:r w:rsidR="00E273DA">
              <w:rPr>
                <w:rFonts w:cs="B Za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="00E273D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پردازشگر </w:t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5 هس</w:t>
            </w:r>
            <w:r w:rsidR="00E273D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ته اي هر دستگاه 1 امتياز  </w:t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   </w:t>
            </w:r>
          </w:p>
          <w:p w:rsidR="00A24B69" w:rsidRPr="00B37087" w:rsidRDefault="00A24B69" w:rsidP="00BE0786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  تعداد چاپگر: هر دستگاه5/0 امتياز    </w:t>
            </w:r>
          </w:p>
          <w:p w:rsidR="00A24B69" w:rsidRPr="00B37087" w:rsidRDefault="00A24B69" w:rsidP="00845253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    اتصال به شبكه: اينترنت   </w:t>
            </w:r>
            <w:r w:rsidRPr="00B37087">
              <w:rPr>
                <w:rFonts w:cs="B Nazanin"/>
                <w:b/>
                <w:bCs/>
                <w:sz w:val="16"/>
                <w:szCs w:val="16"/>
              </w:rPr>
              <w:sym w:font="Wingdings" w:char="006F"/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1 امتياز  </w:t>
            </w:r>
            <w:r w:rsidRPr="00B37087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           </w:t>
            </w:r>
          </w:p>
        </w:tc>
      </w:tr>
      <w:tr w:rsidR="00A24B69" w:rsidRPr="00B37087" w:rsidTr="00A24B69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اتاق نجوم  يا ( رصد خانه)</w:t>
            </w:r>
          </w:p>
        </w:tc>
        <w:tc>
          <w:tcPr>
            <w:tcW w:w="565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A24B69" w:rsidRPr="00B37087" w:rsidRDefault="00A24B69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A24B69" w:rsidRPr="00B37087" w:rsidRDefault="00A24B69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A24B69" w:rsidRPr="00B37087" w:rsidRDefault="00A24B69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A24B69" w:rsidRDefault="00A24B69" w:rsidP="00A24B69">
            <w:pPr>
              <w:jc w:val="center"/>
            </w:pPr>
            <w:r w:rsidRPr="008179E5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A24B69" w:rsidRPr="00B37087" w:rsidTr="00A24B69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کارگاه رباتیک</w:t>
            </w:r>
          </w:p>
        </w:tc>
        <w:tc>
          <w:tcPr>
            <w:tcW w:w="565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A24B69" w:rsidRPr="00B37087" w:rsidRDefault="00A24B69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A24B69" w:rsidRPr="00B37087" w:rsidRDefault="00A24B69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A24B69" w:rsidRPr="00B37087" w:rsidRDefault="00A24B69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A24B69" w:rsidRDefault="00A24B69" w:rsidP="00A24B69">
            <w:pPr>
              <w:jc w:val="center"/>
            </w:pPr>
            <w:r w:rsidRPr="008179E5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A24B69" w:rsidRPr="00B37087" w:rsidTr="00A24B69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آزمايشگاه  نانوتکنولوژی</w:t>
            </w:r>
          </w:p>
        </w:tc>
        <w:tc>
          <w:tcPr>
            <w:tcW w:w="565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A24B69" w:rsidRPr="00B37087" w:rsidRDefault="00A24B69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A24B69" w:rsidRPr="00B37087" w:rsidRDefault="00A24B69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49" w:type="dxa"/>
          </w:tcPr>
          <w:p w:rsidR="00A24B69" w:rsidRPr="00B37087" w:rsidRDefault="00A24B69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A24B69" w:rsidRDefault="00A24B69" w:rsidP="00A24B69">
            <w:pPr>
              <w:jc w:val="center"/>
            </w:pPr>
            <w:r w:rsidRPr="008179E5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A24B69" w:rsidRPr="00B37087" w:rsidTr="00A24B69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اتاق خلاقیت</w:t>
            </w:r>
          </w:p>
        </w:tc>
        <w:tc>
          <w:tcPr>
            <w:tcW w:w="565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A24B69" w:rsidRPr="00B37087" w:rsidRDefault="00A24B69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A24B69" w:rsidRPr="00B37087" w:rsidRDefault="00A24B69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A24B69" w:rsidRPr="00B37087" w:rsidRDefault="00A24B69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A24B69" w:rsidRDefault="00A24B69" w:rsidP="00A24B69">
            <w:pPr>
              <w:jc w:val="center"/>
            </w:pPr>
            <w:r w:rsidRPr="008179E5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A24B69" w:rsidRPr="00B37087" w:rsidTr="00A24B69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اتاق مخصوص هوا و فضا</w:t>
            </w:r>
          </w:p>
        </w:tc>
        <w:tc>
          <w:tcPr>
            <w:tcW w:w="565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A24B69" w:rsidRPr="00B37087" w:rsidRDefault="00A24B69"/>
        </w:tc>
        <w:tc>
          <w:tcPr>
            <w:tcW w:w="648" w:type="dxa"/>
          </w:tcPr>
          <w:p w:rsidR="00A24B69" w:rsidRPr="00B37087" w:rsidRDefault="00A24B69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A24B69" w:rsidRPr="00B37087" w:rsidRDefault="00A24B69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A24B69" w:rsidRPr="00B37087" w:rsidRDefault="00A24B69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A24B69" w:rsidRDefault="00A24B69" w:rsidP="00A24B69">
            <w:pPr>
              <w:jc w:val="center"/>
            </w:pPr>
            <w:r w:rsidRPr="008179E5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A24B69" w:rsidRPr="00B37087" w:rsidTr="00A24B69">
        <w:trPr>
          <w:trHeight w:val="337"/>
        </w:trPr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اتاق پژوهش های ریاضی(انجمن هاي علمي- پژوهشي علوم پايه)</w:t>
            </w:r>
          </w:p>
        </w:tc>
        <w:tc>
          <w:tcPr>
            <w:tcW w:w="565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A24B69" w:rsidRPr="00B37087" w:rsidRDefault="00A24B69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A24B69" w:rsidRPr="00B37087" w:rsidRDefault="00A24B69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A24B69" w:rsidRPr="00B37087" w:rsidRDefault="00A24B69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A24B69" w:rsidRDefault="00A24B69" w:rsidP="00A24B69">
            <w:pPr>
              <w:jc w:val="center"/>
            </w:pPr>
            <w:r w:rsidRPr="008179E5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A24B69" w:rsidRPr="00B37087" w:rsidTr="00A24B69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اتاق انرژی های نو</w:t>
            </w:r>
          </w:p>
        </w:tc>
        <w:tc>
          <w:tcPr>
            <w:tcW w:w="565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A24B69" w:rsidRPr="00B37087" w:rsidRDefault="00A24B69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A24B69" w:rsidRPr="00B37087" w:rsidRDefault="00A24B69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A24B69" w:rsidRPr="00B37087" w:rsidRDefault="00A24B69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A24B69" w:rsidRDefault="00A24B69" w:rsidP="00A24B69">
            <w:pPr>
              <w:jc w:val="center"/>
            </w:pPr>
            <w:r w:rsidRPr="008179E5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A24B69" w:rsidRPr="00B37087" w:rsidTr="00A24B69">
        <w:trPr>
          <w:trHeight w:val="433"/>
        </w:trPr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كلاس آموزشی</w:t>
            </w:r>
          </w:p>
        </w:tc>
        <w:tc>
          <w:tcPr>
            <w:tcW w:w="565" w:type="dxa"/>
          </w:tcPr>
          <w:p w:rsidR="00A24B69" w:rsidRPr="00B37087" w:rsidRDefault="00A24B69" w:rsidP="00694CDE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7" w:type="dxa"/>
          </w:tcPr>
          <w:p w:rsidR="00A24B69" w:rsidRPr="00B37087" w:rsidRDefault="00A24B69" w:rsidP="00694CDE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A24B69" w:rsidRPr="00B37087" w:rsidRDefault="00A24B69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A24B69" w:rsidRPr="00B37087" w:rsidRDefault="00A24B69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A24B69" w:rsidRPr="00B37087" w:rsidRDefault="00A24B69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A24B69" w:rsidRDefault="00A24B69" w:rsidP="00A24B69">
            <w:pPr>
              <w:jc w:val="center"/>
            </w:pPr>
            <w:r w:rsidRPr="008179E5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تعداد كلاس  </w:t>
            </w:r>
            <w:r w:rsidRPr="00B37087">
              <w:rPr>
                <w:rFonts w:cs="B Nazanin"/>
                <w:b/>
                <w:bCs/>
                <w:sz w:val="16"/>
                <w:szCs w:val="16"/>
              </w:rPr>
              <w:sym w:font="Wingdings" w:char="006F"/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براي هر كلاس 2 امتياز </w:t>
            </w:r>
          </w:p>
        </w:tc>
      </w:tr>
      <w:tr w:rsidR="00A24B69" w:rsidRPr="00B37087" w:rsidTr="00A24B69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A24B69" w:rsidRPr="00B37087" w:rsidRDefault="00A24B69" w:rsidP="00F5626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اتاق پژوهش های قرآنی(انجمن هاي علمي- پژوهشي علوم انساني)</w:t>
            </w:r>
          </w:p>
        </w:tc>
        <w:tc>
          <w:tcPr>
            <w:tcW w:w="565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A24B69" w:rsidRPr="00B37087" w:rsidRDefault="00A24B69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A24B69" w:rsidRPr="00B37087" w:rsidRDefault="00A24B69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A24B69" w:rsidRPr="00B37087" w:rsidRDefault="00A24B69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A24B69" w:rsidRDefault="00A24B69" w:rsidP="00A24B69">
            <w:pPr>
              <w:jc w:val="center"/>
            </w:pPr>
            <w:r w:rsidRPr="008179E5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A24B69" w:rsidRPr="00B37087" w:rsidTr="00A24B69">
        <w:trPr>
          <w:trHeight w:val="1170"/>
        </w:trPr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سالن همایش يا اجتماعات</w:t>
            </w:r>
          </w:p>
        </w:tc>
        <w:tc>
          <w:tcPr>
            <w:tcW w:w="565" w:type="dxa"/>
            <w:vAlign w:val="center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A24B69" w:rsidRPr="00B37087" w:rsidRDefault="00A24B6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A24B69" w:rsidRPr="00B37087" w:rsidRDefault="00A24B69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A24B69" w:rsidRPr="00B37087" w:rsidRDefault="00A24B69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A24B69" w:rsidRPr="00B37087" w:rsidRDefault="00A24B69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A24B69" w:rsidRDefault="00A24B69" w:rsidP="00A24B69">
            <w:pPr>
              <w:jc w:val="center"/>
            </w:pPr>
            <w:r w:rsidRPr="008179E5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  <w:vAlign w:val="center"/>
          </w:tcPr>
          <w:p w:rsidR="00A24B69" w:rsidRPr="00B37087" w:rsidRDefault="00A24B69" w:rsidP="00BE0786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کل متراژ  :   </w:t>
            </w:r>
          </w:p>
          <w:p w:rsidR="00A24B69" w:rsidRPr="00B37087" w:rsidRDefault="00A24B69" w:rsidP="00BE0786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تعداد صندلي:  هر 50 صندلي</w:t>
            </w:r>
            <w:r w:rsidR="00DA4D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سالم</w:t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2 امتياز    </w:t>
            </w:r>
          </w:p>
          <w:p w:rsidR="00A24B69" w:rsidRPr="00B37087" w:rsidRDefault="00A24B69" w:rsidP="00BE0786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مجهز به رايانه و ويدئو پروژكشن:            </w:t>
            </w:r>
          </w:p>
          <w:p w:rsidR="00A24B69" w:rsidRPr="00B37087" w:rsidRDefault="00A24B69" w:rsidP="00BE0786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 تخته هوشمند: </w:t>
            </w:r>
          </w:p>
          <w:p w:rsidR="00A24B69" w:rsidRPr="00B37087" w:rsidRDefault="00A24B69" w:rsidP="000153CF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براي هردستگاه  2 امتياز </w:t>
            </w:r>
          </w:p>
        </w:tc>
      </w:tr>
      <w:tr w:rsidR="00E970FA" w:rsidRPr="00B37087" w:rsidTr="00116ABC">
        <w:trPr>
          <w:trHeight w:val="1980"/>
        </w:trPr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lastRenderedPageBreak/>
              <w:t>کتابخانه</w:t>
            </w:r>
          </w:p>
        </w:tc>
        <w:tc>
          <w:tcPr>
            <w:tcW w:w="565" w:type="dxa"/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E970FA" w:rsidRPr="00B37087" w:rsidRDefault="00E970FA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E970FA" w:rsidRPr="00B37087" w:rsidRDefault="00E970FA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E970FA" w:rsidRPr="00B37087" w:rsidRDefault="00E970FA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E970FA" w:rsidRDefault="00E970FA" w:rsidP="00E970FA">
            <w:pPr>
              <w:jc w:val="center"/>
            </w:pPr>
            <w:r w:rsidRPr="008C68DB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</w:tcPr>
          <w:p w:rsidR="00E970FA" w:rsidRPr="00C74B67" w:rsidRDefault="006D5DC8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C74B6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كتب چاپي : هر 500 كتاب 2 امتياز</w:t>
            </w:r>
          </w:p>
          <w:p w:rsidR="006D5DC8" w:rsidRPr="00C74B67" w:rsidRDefault="006D5DC8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C74B6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اسناد پژوهشي (طرح هاي پژوهشي دانش آموزي كه به اتمام رس</w:t>
            </w:r>
            <w:r w:rsidR="00C8168C" w:rsidRPr="00C74B6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يده باشد) هر مورد 5 امتياز</w:t>
            </w:r>
          </w:p>
          <w:p w:rsidR="00C8168C" w:rsidRPr="00C74B67" w:rsidRDefault="00C8168C" w:rsidP="00C8168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C74B6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تعداد پايان نامه : هر مورد 25/0 امتياز</w:t>
            </w:r>
          </w:p>
          <w:p w:rsidR="00C8168C" w:rsidRPr="00C74B67" w:rsidRDefault="00C8168C" w:rsidP="00C8168C">
            <w:pPr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E970FA" w:rsidRPr="00B37087" w:rsidTr="00116ABC">
        <w:trPr>
          <w:trHeight w:val="988"/>
        </w:trPr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اتاق یا سالن مطالعه</w:t>
            </w:r>
          </w:p>
        </w:tc>
        <w:tc>
          <w:tcPr>
            <w:tcW w:w="565" w:type="dxa"/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E970FA" w:rsidRPr="00B37087" w:rsidRDefault="00E970FA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E970FA" w:rsidRPr="00B37087" w:rsidRDefault="00E970FA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E970FA" w:rsidRPr="00B37087" w:rsidRDefault="00E970FA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E970FA" w:rsidRDefault="00E970FA" w:rsidP="00E970FA">
            <w:pPr>
              <w:jc w:val="center"/>
            </w:pPr>
            <w:r w:rsidRPr="008C68DB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</w:tcPr>
          <w:p w:rsidR="00E970FA" w:rsidRPr="00C74B67" w:rsidRDefault="009A3D3E">
            <w:pPr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C74B6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هر 12 صندلي مخصوص مطالعه 2 امتياز</w:t>
            </w:r>
          </w:p>
        </w:tc>
      </w:tr>
      <w:tr w:rsidR="00E970FA" w:rsidRPr="00B37087" w:rsidTr="00116ABC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اتاق مدیریت</w:t>
            </w:r>
          </w:p>
        </w:tc>
        <w:tc>
          <w:tcPr>
            <w:tcW w:w="565" w:type="dxa"/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E970FA" w:rsidRPr="00B37087" w:rsidRDefault="00E970FA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E970FA" w:rsidRPr="00B37087" w:rsidRDefault="00E970FA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E970FA" w:rsidRPr="00B37087" w:rsidRDefault="00E970FA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E970FA" w:rsidRDefault="00E970FA" w:rsidP="00E970FA">
            <w:pPr>
              <w:jc w:val="center"/>
            </w:pPr>
            <w:r w:rsidRPr="008C68DB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</w:tcPr>
          <w:p w:rsidR="00E970FA" w:rsidRDefault="00E970FA"/>
        </w:tc>
      </w:tr>
      <w:tr w:rsidR="00E970FA" w:rsidRPr="00B37087" w:rsidTr="00116ABC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اتاق هوشمند( تكنولوژي)</w:t>
            </w:r>
          </w:p>
        </w:tc>
        <w:tc>
          <w:tcPr>
            <w:tcW w:w="565" w:type="dxa"/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E970FA" w:rsidRPr="00B37087" w:rsidRDefault="00E970FA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E970FA" w:rsidRPr="00B37087" w:rsidRDefault="00E970FA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E970FA" w:rsidRPr="00B37087" w:rsidRDefault="00E970FA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E970FA" w:rsidRDefault="00E970FA" w:rsidP="00E970FA">
            <w:pPr>
              <w:jc w:val="center"/>
            </w:pPr>
            <w:r w:rsidRPr="008C68DB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</w:tcPr>
          <w:p w:rsidR="00E970FA" w:rsidRPr="00C74B67" w:rsidRDefault="00F31FFD" w:rsidP="00F31FFD">
            <w:pPr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C74B6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ويدئو پروژكشن </w:t>
            </w:r>
            <w:r w:rsidRPr="00C74B67"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C74B6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رايانه  </w:t>
            </w:r>
            <w:r w:rsidRPr="00C74B67"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C74B6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تخته هوشمند : هر كدام 2 امتياز</w:t>
            </w:r>
          </w:p>
        </w:tc>
      </w:tr>
      <w:tr w:rsidR="00E970FA" w:rsidRPr="00B37087" w:rsidTr="00116ABC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انبار مواد شیمیایی، وسايل و تجهيزات</w:t>
            </w:r>
          </w:p>
        </w:tc>
        <w:tc>
          <w:tcPr>
            <w:tcW w:w="565" w:type="dxa"/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E970FA" w:rsidRPr="00B37087" w:rsidRDefault="00E970FA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E970FA" w:rsidRPr="00B37087" w:rsidRDefault="00E970FA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E970FA" w:rsidRPr="00B37087" w:rsidRDefault="00E970FA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E970FA" w:rsidRDefault="00E970FA" w:rsidP="00E970FA">
            <w:pPr>
              <w:jc w:val="center"/>
            </w:pPr>
            <w:r w:rsidRPr="008C68DB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</w:tcPr>
          <w:p w:rsidR="00E970FA" w:rsidRDefault="00E970FA"/>
        </w:tc>
      </w:tr>
      <w:tr w:rsidR="00E970FA" w:rsidRPr="00B37087" w:rsidTr="00116ABC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زمین برای پژوهش های کشاورزی</w:t>
            </w:r>
          </w:p>
        </w:tc>
        <w:tc>
          <w:tcPr>
            <w:tcW w:w="565" w:type="dxa"/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E970FA" w:rsidRPr="00B37087" w:rsidRDefault="00E970FA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E970FA" w:rsidRPr="00B37087" w:rsidRDefault="00E970FA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E970FA" w:rsidRPr="00B37087" w:rsidRDefault="00E970FA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E970FA" w:rsidRDefault="00E970FA" w:rsidP="00E970FA">
            <w:pPr>
              <w:jc w:val="center"/>
            </w:pPr>
            <w:r w:rsidRPr="008C68DB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</w:tcPr>
          <w:p w:rsidR="00E970FA" w:rsidRDefault="00E970FA"/>
        </w:tc>
      </w:tr>
      <w:tr w:rsidR="00E970FA" w:rsidRPr="00B37087" w:rsidTr="00116ABC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اتاق کارکنان</w:t>
            </w:r>
          </w:p>
        </w:tc>
        <w:tc>
          <w:tcPr>
            <w:tcW w:w="565" w:type="dxa"/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E970FA" w:rsidRPr="00B37087" w:rsidRDefault="00E970FA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E970FA" w:rsidRPr="00B37087" w:rsidRDefault="00E970FA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E970FA" w:rsidRPr="00B37087" w:rsidRDefault="00E970FA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E970FA" w:rsidRDefault="00E970FA" w:rsidP="00E970FA">
            <w:pPr>
              <w:jc w:val="center"/>
            </w:pPr>
            <w:r w:rsidRPr="008C68DB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</w:tcPr>
          <w:p w:rsidR="00E970FA" w:rsidRDefault="00E970FA"/>
        </w:tc>
      </w:tr>
      <w:tr w:rsidR="00E970FA" w:rsidRPr="00B37087" w:rsidTr="00116ABC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آبدارخانه</w:t>
            </w:r>
          </w:p>
        </w:tc>
        <w:tc>
          <w:tcPr>
            <w:tcW w:w="565" w:type="dxa"/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E970FA" w:rsidRPr="00B37087" w:rsidRDefault="00E970FA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E970FA" w:rsidRPr="00B37087" w:rsidRDefault="00E970FA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E970FA" w:rsidRPr="00B37087" w:rsidRDefault="00E970FA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E970FA" w:rsidRDefault="00E970FA" w:rsidP="00E970FA">
            <w:pPr>
              <w:jc w:val="center"/>
            </w:pPr>
            <w:r w:rsidRPr="008C68DB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</w:tcPr>
          <w:p w:rsidR="00E970FA" w:rsidRDefault="00E970FA"/>
        </w:tc>
      </w:tr>
      <w:tr w:rsidR="00E970FA" w:rsidRPr="00B37087" w:rsidTr="00116ABC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فروشگاه و بوفه</w:t>
            </w:r>
          </w:p>
        </w:tc>
        <w:tc>
          <w:tcPr>
            <w:tcW w:w="565" w:type="dxa"/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E970FA" w:rsidRPr="00B37087" w:rsidRDefault="00E970FA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E970FA" w:rsidRPr="00B37087" w:rsidRDefault="00E970FA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E970FA" w:rsidRPr="00B37087" w:rsidRDefault="00E970FA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E970FA" w:rsidRDefault="00E970FA" w:rsidP="00E970FA">
            <w:pPr>
              <w:jc w:val="center"/>
            </w:pPr>
            <w:r w:rsidRPr="008C68DB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</w:tcPr>
          <w:p w:rsidR="00E970FA" w:rsidRDefault="00E970FA"/>
        </w:tc>
      </w:tr>
      <w:tr w:rsidR="00E970FA" w:rsidRPr="00B37087" w:rsidTr="00116ABC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اتاق اداری</w:t>
            </w:r>
          </w:p>
        </w:tc>
        <w:tc>
          <w:tcPr>
            <w:tcW w:w="565" w:type="dxa"/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E970FA" w:rsidRPr="00B37087" w:rsidRDefault="00E970FA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E970FA" w:rsidRPr="00B37087" w:rsidRDefault="00E970FA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E970FA" w:rsidRPr="00B37087" w:rsidRDefault="00E970FA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E970FA" w:rsidRDefault="00E970FA" w:rsidP="00E970FA">
            <w:pPr>
              <w:jc w:val="center"/>
            </w:pPr>
            <w:r w:rsidRPr="008C68DB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</w:tcPr>
          <w:p w:rsidR="00E970FA" w:rsidRDefault="00E970FA"/>
        </w:tc>
      </w:tr>
      <w:tr w:rsidR="00E970FA" w:rsidRPr="00B37087" w:rsidTr="00116ABC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نمازخانه</w:t>
            </w:r>
          </w:p>
        </w:tc>
        <w:tc>
          <w:tcPr>
            <w:tcW w:w="565" w:type="dxa"/>
            <w:vAlign w:val="center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E970FA" w:rsidRPr="00B37087" w:rsidRDefault="00E970FA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8" w:type="dxa"/>
          </w:tcPr>
          <w:p w:rsidR="00E970FA" w:rsidRPr="00B37087" w:rsidRDefault="00E970FA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E970FA" w:rsidRPr="00B37087" w:rsidRDefault="00E970FA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E970FA" w:rsidRPr="00B37087" w:rsidRDefault="00E970FA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</w:tcPr>
          <w:p w:rsidR="00E970FA" w:rsidRDefault="00E970FA" w:rsidP="00E970FA">
            <w:pPr>
              <w:jc w:val="center"/>
            </w:pPr>
            <w:r w:rsidRPr="008C68DB">
              <w:rPr>
                <w:rFonts w:cs="B Zar"/>
                <w:b/>
                <w:bCs/>
                <w:sz w:val="16"/>
                <w:szCs w:val="16"/>
                <w:lang w:bidi="fa-IR"/>
              </w:rPr>
              <w:t>*</w:t>
            </w:r>
          </w:p>
        </w:tc>
        <w:tc>
          <w:tcPr>
            <w:tcW w:w="3993" w:type="dxa"/>
            <w:tcBorders>
              <w:right w:val="double" w:sz="4" w:space="0" w:color="auto"/>
            </w:tcBorders>
          </w:tcPr>
          <w:p w:rsidR="00E970FA" w:rsidRDefault="00E970FA"/>
        </w:tc>
      </w:tr>
      <w:tr w:rsidR="00845253" w:rsidRPr="00B37087" w:rsidTr="00DD360C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845253" w:rsidRPr="00B37087" w:rsidRDefault="00845253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ساختمان مستقل</w:t>
            </w:r>
          </w:p>
        </w:tc>
        <w:tc>
          <w:tcPr>
            <w:tcW w:w="565" w:type="dxa"/>
            <w:vAlign w:val="center"/>
          </w:tcPr>
          <w:p w:rsidR="00845253" w:rsidRPr="00B37087" w:rsidRDefault="00845253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7" w:type="dxa"/>
          </w:tcPr>
          <w:p w:rsidR="00845253" w:rsidRPr="00B37087" w:rsidRDefault="00A74E79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845253" w:rsidRPr="00B37087" w:rsidRDefault="00845253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648" w:type="dxa"/>
          </w:tcPr>
          <w:p w:rsidR="00845253" w:rsidRPr="00B37087" w:rsidRDefault="00845253" w:rsidP="00ED28C9"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1249" w:type="dxa"/>
          </w:tcPr>
          <w:p w:rsidR="00845253" w:rsidRPr="00B37087" w:rsidRDefault="00845253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04" w:type="dxa"/>
            <w:vAlign w:val="center"/>
          </w:tcPr>
          <w:p w:rsidR="00845253" w:rsidRPr="00B37087" w:rsidRDefault="00845253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تعداد طبقات  :</w:t>
            </w:r>
          </w:p>
        </w:tc>
        <w:tc>
          <w:tcPr>
            <w:tcW w:w="3993" w:type="dxa"/>
            <w:tcBorders>
              <w:right w:val="double" w:sz="4" w:space="0" w:color="auto"/>
            </w:tcBorders>
            <w:vAlign w:val="center"/>
          </w:tcPr>
          <w:p w:rsidR="00845253" w:rsidRPr="00B37087" w:rsidRDefault="00845253" w:rsidP="00EB6DE0">
            <w:pPr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کل متراژ پژوهش سرا  :</w:t>
            </w:r>
            <w:r w:rsidRPr="00B37087">
              <w:rPr>
                <w:rFonts w:cs="B Za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="00EB6DE0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="00A74E79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هر صد متر 1امتياز</w:t>
            </w:r>
            <w:r w:rsidR="00EB6DE0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  <w:r w:rsidR="00A74E79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B37087">
              <w:rPr>
                <w:rFonts w:cs="B Zar"/>
                <w:b/>
                <w:bCs/>
                <w:sz w:val="16"/>
                <w:szCs w:val="16"/>
                <w:lang w:bidi="fa-IR"/>
              </w:rPr>
              <w:t xml:space="preserve">  </w:t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  زیربنای مفید :   </w:t>
            </w:r>
            <w:r w:rsidR="00EB6DE0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="00A74E79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هر صد متر 2 امتياز</w:t>
            </w:r>
            <w:r w:rsidR="00EB6DE0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  <w:r w:rsidR="00A74E79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           </w:t>
            </w:r>
          </w:p>
          <w:p w:rsidR="00845253" w:rsidRPr="00B37087" w:rsidRDefault="00845253" w:rsidP="00A74E7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 </w:t>
            </w:r>
            <w:r w:rsidR="00A74E79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عمر بنا  كمتر از 20 سال 2 امتياز </w:t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</w:tc>
      </w:tr>
      <w:tr w:rsidR="00845253" w:rsidRPr="00B37087" w:rsidTr="00DD360C">
        <w:tc>
          <w:tcPr>
            <w:tcW w:w="22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45253" w:rsidRPr="00B37087" w:rsidRDefault="00845253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مالكيت ساختمان</w:t>
            </w:r>
          </w:p>
        </w:tc>
        <w:tc>
          <w:tcPr>
            <w:tcW w:w="1212" w:type="dxa"/>
            <w:gridSpan w:val="2"/>
            <w:tcBorders>
              <w:bottom w:val="double" w:sz="4" w:space="0" w:color="auto"/>
            </w:tcBorders>
            <w:vAlign w:val="center"/>
          </w:tcPr>
          <w:p w:rsidR="00845253" w:rsidRPr="00B37087" w:rsidRDefault="00845253" w:rsidP="00F15EAE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37087">
              <w:rPr>
                <w:rFonts w:cs="B Nazanin"/>
                <w:b/>
                <w:bCs/>
                <w:sz w:val="16"/>
                <w:szCs w:val="16"/>
                <w:rtl/>
              </w:rPr>
              <w:t xml:space="preserve">دولتي </w:t>
            </w:r>
            <w:r w:rsidRPr="00B37087">
              <w:rPr>
                <w:rFonts w:cs="B Nazanin"/>
                <w:b/>
                <w:bCs/>
                <w:sz w:val="16"/>
                <w:szCs w:val="16"/>
              </w:rPr>
              <w:sym w:font="Wingdings" w:char="006F"/>
            </w:r>
          </w:p>
        </w:tc>
        <w:tc>
          <w:tcPr>
            <w:tcW w:w="1296" w:type="dxa"/>
            <w:gridSpan w:val="2"/>
            <w:tcBorders>
              <w:bottom w:val="double" w:sz="4" w:space="0" w:color="auto"/>
            </w:tcBorders>
          </w:tcPr>
          <w:p w:rsidR="00845253" w:rsidRPr="00B37087" w:rsidRDefault="00845253" w:rsidP="00F15EAE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Nazanin"/>
                <w:b/>
                <w:bCs/>
                <w:sz w:val="16"/>
                <w:szCs w:val="16"/>
                <w:rtl/>
              </w:rPr>
              <w:t xml:space="preserve">استيجاري  </w:t>
            </w:r>
            <w:r w:rsidRPr="00B37087">
              <w:rPr>
                <w:rFonts w:cs="B Nazanin"/>
                <w:b/>
                <w:bCs/>
                <w:sz w:val="16"/>
                <w:szCs w:val="16"/>
              </w:rPr>
              <w:sym w:font="Wingdings" w:char="006F"/>
            </w:r>
            <w:r w:rsidRPr="00B37087">
              <w:rPr>
                <w:rFonts w:cs="B Nazanin"/>
                <w:b/>
                <w:bCs/>
                <w:sz w:val="16"/>
                <w:szCs w:val="16"/>
                <w:rtl/>
              </w:rPr>
              <w:t xml:space="preserve">    </w:t>
            </w:r>
            <w:r w:rsidRPr="00B37087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 </w:t>
            </w:r>
          </w:p>
        </w:tc>
        <w:tc>
          <w:tcPr>
            <w:tcW w:w="1249" w:type="dxa"/>
            <w:tcBorders>
              <w:bottom w:val="double" w:sz="4" w:space="0" w:color="auto"/>
            </w:tcBorders>
          </w:tcPr>
          <w:p w:rsidR="00845253" w:rsidRPr="00B37087" w:rsidRDefault="00845253" w:rsidP="003B30A1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04" w:type="dxa"/>
            <w:tcBorders>
              <w:bottom w:val="double" w:sz="4" w:space="0" w:color="auto"/>
            </w:tcBorders>
            <w:vAlign w:val="center"/>
          </w:tcPr>
          <w:p w:rsidR="00845253" w:rsidRPr="00B37087" w:rsidRDefault="00845253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Nazanin"/>
                <w:b/>
                <w:bCs/>
                <w:sz w:val="16"/>
                <w:szCs w:val="16"/>
                <w:rtl/>
              </w:rPr>
              <w:t>وقفي</w:t>
            </w:r>
            <w:r w:rsidRPr="00B37087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Pr="00B37087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</w:t>
            </w:r>
            <w:r w:rsidRPr="00B37087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ساير</w:t>
            </w:r>
            <w:r w:rsidRPr="00B37087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B37087">
              <w:rPr>
                <w:rFonts w:cs="B Nazanin"/>
                <w:b/>
                <w:bCs/>
                <w:sz w:val="16"/>
                <w:szCs w:val="16"/>
              </w:rPr>
              <w:sym w:font="Wingdings" w:char="006F"/>
            </w:r>
            <w:r w:rsidRPr="00B37087">
              <w:rPr>
                <w:rFonts w:cs="B Nazanin"/>
                <w:b/>
                <w:bCs/>
                <w:sz w:val="16"/>
                <w:szCs w:val="16"/>
                <w:rtl/>
              </w:rPr>
              <w:t xml:space="preserve">   </w:t>
            </w:r>
          </w:p>
        </w:tc>
        <w:tc>
          <w:tcPr>
            <w:tcW w:w="3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24934" w:rsidRDefault="00845253" w:rsidP="0082493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37087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آيا ساختمان كاربري ديگري دارد : خير </w:t>
            </w:r>
            <w:r w:rsidRPr="00B37087">
              <w:rPr>
                <w:rFonts w:cs="B Nazanin"/>
                <w:b/>
                <w:bCs/>
                <w:sz w:val="16"/>
                <w:szCs w:val="16"/>
              </w:rPr>
              <w:sym w:font="Wingdings" w:char="006F"/>
            </w:r>
            <w:r w:rsidR="00A74E79" w:rsidRPr="00B37087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5 امتياز </w:t>
            </w:r>
            <w:r w:rsidRPr="00B37087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بلي </w:t>
            </w:r>
            <w:r w:rsidR="004F4AC5" w:rsidRPr="00B37087">
              <w:rPr>
                <w:rFonts w:cs="B Nazanin"/>
                <w:b/>
                <w:bCs/>
                <w:sz w:val="16"/>
                <w:szCs w:val="16"/>
              </w:rPr>
              <w:sym w:font="Wingdings" w:char="006F"/>
            </w:r>
            <w:r w:rsidRPr="00B37087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</w:t>
            </w:r>
            <w:r w:rsidRPr="00B37087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B37087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</w:t>
            </w:r>
          </w:p>
          <w:p w:rsidR="00845253" w:rsidRPr="00B37087" w:rsidRDefault="00845253" w:rsidP="00824934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Nazanin" w:hint="cs"/>
                <w:b/>
                <w:bCs/>
                <w:sz w:val="16"/>
                <w:szCs w:val="16"/>
                <w:rtl/>
              </w:rPr>
              <w:t>نوع كاربري ..................</w:t>
            </w:r>
          </w:p>
        </w:tc>
      </w:tr>
    </w:tbl>
    <w:p w:rsidR="006B2BFA" w:rsidRPr="00B37087" w:rsidRDefault="00B37087" w:rsidP="00FD1EA5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>4</w:t>
      </w:r>
      <w:r>
        <w:rPr>
          <w:rFonts w:cs="B Zar" w:hint="cs"/>
          <w:b/>
          <w:bCs/>
          <w:sz w:val="16"/>
          <w:szCs w:val="16"/>
          <w:rtl/>
          <w:lang w:bidi="fa-IR"/>
        </w:rPr>
        <w:t xml:space="preserve">): </w:t>
      </w:r>
      <w:r w:rsidR="00607933" w:rsidRPr="00B37087">
        <w:rPr>
          <w:rFonts w:cs="B Zar" w:hint="cs"/>
          <w:b/>
          <w:bCs/>
          <w:sz w:val="16"/>
          <w:szCs w:val="16"/>
          <w:rtl/>
          <w:lang w:bidi="fa-IR"/>
        </w:rPr>
        <w:t>اطلاعات نرم افزاری</w:t>
      </w:r>
      <w:r w:rsidR="00082EC7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پژوهش سراي دانش آموزي </w:t>
      </w:r>
    </w:p>
    <w:tbl>
      <w:tblPr>
        <w:bidiVisual/>
        <w:tblW w:w="11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28"/>
        <w:gridCol w:w="567"/>
        <w:gridCol w:w="567"/>
        <w:gridCol w:w="6544"/>
      </w:tblGrid>
      <w:tr w:rsidR="00C669A7" w:rsidRPr="00B37087" w:rsidTr="00DD360C">
        <w:trPr>
          <w:trHeight w:val="205"/>
        </w:trPr>
        <w:tc>
          <w:tcPr>
            <w:tcW w:w="3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95164" w:rsidRPr="00B37087" w:rsidRDefault="00495164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اطلاعات نرم افزاری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95164" w:rsidRPr="00B37087" w:rsidRDefault="00A74E7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تعداد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95164" w:rsidRPr="00B37087" w:rsidRDefault="00A74E7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امتياز </w:t>
            </w:r>
          </w:p>
        </w:tc>
        <w:tc>
          <w:tcPr>
            <w:tcW w:w="654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95164" w:rsidRPr="00B37087" w:rsidRDefault="00495164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توضیحات</w:t>
            </w:r>
            <w:r w:rsidR="00ED28C9"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</w:t>
            </w:r>
          </w:p>
        </w:tc>
      </w:tr>
      <w:tr w:rsidR="00C669A7" w:rsidRPr="00B37087" w:rsidTr="00DD360C">
        <w:trPr>
          <w:trHeight w:val="204"/>
        </w:trPr>
        <w:tc>
          <w:tcPr>
            <w:tcW w:w="3628" w:type="dxa"/>
            <w:tcBorders>
              <w:top w:val="double" w:sz="4" w:space="0" w:color="auto"/>
              <w:left w:val="double" w:sz="4" w:space="0" w:color="auto"/>
            </w:tcBorders>
          </w:tcPr>
          <w:p w:rsidR="00495164" w:rsidRPr="00B37087" w:rsidRDefault="00495164" w:rsidP="00FB5A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نشریه اختصاصی</w:t>
            </w:r>
            <w:r w:rsidR="00FB5AA1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دارای </w:t>
            </w:r>
            <w:r w:rsidR="002401D7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A74E79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با </w:t>
            </w:r>
            <w:r w:rsidR="00EA2DC4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مجوز </w:t>
            </w:r>
            <w:r w:rsidR="00A74E79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اداره كل آموزش و پرورش استان </w:t>
            </w:r>
            <w:r w:rsidR="00ED28C9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( هر نشريه 10   امتياز):       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495164" w:rsidRPr="00B37087" w:rsidRDefault="00495164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495164" w:rsidRPr="00B37087" w:rsidRDefault="00495164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544" w:type="dxa"/>
            <w:tcBorders>
              <w:top w:val="double" w:sz="4" w:space="0" w:color="auto"/>
              <w:right w:val="double" w:sz="4" w:space="0" w:color="auto"/>
            </w:tcBorders>
          </w:tcPr>
          <w:p w:rsidR="00495164" w:rsidRPr="00B37087" w:rsidRDefault="005819E7" w:rsidP="00EA2DC4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شماره  مجوز :                           تاریخ مجوز :                                        مرکز صادر کننده :</w:t>
            </w:r>
          </w:p>
        </w:tc>
      </w:tr>
      <w:tr w:rsidR="00C669A7" w:rsidRPr="00B37087" w:rsidTr="00DD360C">
        <w:trPr>
          <w:trHeight w:val="204"/>
        </w:trPr>
        <w:tc>
          <w:tcPr>
            <w:tcW w:w="3628" w:type="dxa"/>
            <w:tcBorders>
              <w:left w:val="double" w:sz="4" w:space="0" w:color="auto"/>
            </w:tcBorders>
          </w:tcPr>
          <w:p w:rsidR="00495164" w:rsidRPr="00B37087" w:rsidRDefault="00495164" w:rsidP="005819E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اشتراک </w:t>
            </w:r>
            <w:r w:rsidR="005819E7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سالانه نشریات</w:t>
            </w:r>
            <w:r w:rsidR="00A74E79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 هر اشتراك 1 امتياز </w:t>
            </w:r>
          </w:p>
        </w:tc>
        <w:tc>
          <w:tcPr>
            <w:tcW w:w="567" w:type="dxa"/>
          </w:tcPr>
          <w:p w:rsidR="00495164" w:rsidRPr="00B37087" w:rsidRDefault="00495164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</w:tcPr>
          <w:p w:rsidR="00495164" w:rsidRPr="00B37087" w:rsidRDefault="00495164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544" w:type="dxa"/>
            <w:tcBorders>
              <w:right w:val="double" w:sz="4" w:space="0" w:color="auto"/>
            </w:tcBorders>
          </w:tcPr>
          <w:p w:rsidR="00495164" w:rsidRPr="00B37087" w:rsidRDefault="005819E7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نام نشریات :</w:t>
            </w:r>
          </w:p>
        </w:tc>
      </w:tr>
      <w:tr w:rsidR="00C669A7" w:rsidRPr="00B37087" w:rsidTr="00DD360C">
        <w:trPr>
          <w:trHeight w:val="204"/>
        </w:trPr>
        <w:tc>
          <w:tcPr>
            <w:tcW w:w="3628" w:type="dxa"/>
            <w:tcBorders>
              <w:left w:val="double" w:sz="4" w:space="0" w:color="auto"/>
            </w:tcBorders>
          </w:tcPr>
          <w:p w:rsidR="00495164" w:rsidRPr="00B37087" w:rsidRDefault="00495164" w:rsidP="00ED28C9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سایت اینترنتی</w:t>
            </w:r>
            <w:r w:rsidR="00ED28C9" w:rsidRPr="00B37087">
              <w:rPr>
                <w:rFonts w:cs="B Za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="00ED28C9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با دامين (</w:t>
            </w:r>
            <w:r w:rsidR="00ED28C9" w:rsidRPr="00B37087">
              <w:rPr>
                <w:rFonts w:cs="B Zar"/>
                <w:b/>
                <w:bCs/>
                <w:sz w:val="16"/>
                <w:szCs w:val="16"/>
                <w:lang w:bidi="fa-IR"/>
              </w:rPr>
              <w:t>.com</w:t>
            </w:r>
            <w:r w:rsidR="00ED28C9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5 امتياز</w:t>
            </w:r>
            <w:proofErr w:type="spellStart"/>
            <w:r w:rsidR="00ED28C9" w:rsidRPr="00B37087">
              <w:rPr>
                <w:rFonts w:cs="B Zar"/>
                <w:b/>
                <w:bCs/>
                <w:sz w:val="16"/>
                <w:szCs w:val="16"/>
                <w:lang w:bidi="fa-IR"/>
              </w:rPr>
              <w:t>ir</w:t>
            </w:r>
            <w:proofErr w:type="spellEnd"/>
            <w:r w:rsidR="00ED28C9" w:rsidRPr="00B37087">
              <w:rPr>
                <w:rFonts w:cs="B Zar"/>
                <w:b/>
                <w:bCs/>
                <w:sz w:val="16"/>
                <w:szCs w:val="16"/>
                <w:lang w:bidi="fa-IR"/>
              </w:rPr>
              <w:t xml:space="preserve">  -  .</w:t>
            </w:r>
            <w:r w:rsidR="00ED28C9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ED28C9" w:rsidRPr="00B37087">
              <w:rPr>
                <w:rFonts w:cs="B Zar"/>
                <w:b/>
                <w:bCs/>
                <w:sz w:val="16"/>
                <w:szCs w:val="16"/>
                <w:lang w:bidi="fa-IR"/>
              </w:rPr>
              <w:t>.</w:t>
            </w:r>
            <w:r w:rsidR="00ED28C9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10 امتياز ):       </w:t>
            </w:r>
          </w:p>
        </w:tc>
        <w:tc>
          <w:tcPr>
            <w:tcW w:w="567" w:type="dxa"/>
          </w:tcPr>
          <w:p w:rsidR="00495164" w:rsidRPr="00B37087" w:rsidRDefault="00495164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</w:tcPr>
          <w:p w:rsidR="00495164" w:rsidRPr="00B37087" w:rsidRDefault="00495164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544" w:type="dxa"/>
            <w:tcBorders>
              <w:right w:val="double" w:sz="4" w:space="0" w:color="auto"/>
            </w:tcBorders>
          </w:tcPr>
          <w:p w:rsidR="00495164" w:rsidRPr="00B37087" w:rsidRDefault="00495164" w:rsidP="00C62306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آدرس</w:t>
            </w:r>
            <w:r w:rsidR="00607933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C62306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سایت</w:t>
            </w:r>
            <w:r w:rsidR="00124A0D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يا وبلاگ</w:t>
            </w:r>
            <w:r w:rsidR="00C62306"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:</w:t>
            </w:r>
          </w:p>
        </w:tc>
      </w:tr>
    </w:tbl>
    <w:p w:rsidR="00221717" w:rsidRPr="00B37087" w:rsidRDefault="00B37087" w:rsidP="00B22ADB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>5</w:t>
      </w:r>
      <w:r>
        <w:rPr>
          <w:rFonts w:cs="B Zar" w:hint="cs"/>
          <w:b/>
          <w:bCs/>
          <w:sz w:val="16"/>
          <w:szCs w:val="16"/>
          <w:rtl/>
          <w:lang w:bidi="fa-IR"/>
        </w:rPr>
        <w:t xml:space="preserve">): </w:t>
      </w:r>
      <w:r w:rsidR="00221717" w:rsidRPr="00B37087">
        <w:rPr>
          <w:rFonts w:cs="B Zar" w:hint="cs"/>
          <w:b/>
          <w:bCs/>
          <w:sz w:val="16"/>
          <w:szCs w:val="16"/>
          <w:rtl/>
          <w:lang w:bidi="fa-IR"/>
        </w:rPr>
        <w:t>تعداد دانش آموز فعال پژوهش سرا</w:t>
      </w:r>
      <w:r w:rsidR="00776D29" w:rsidRPr="00B37087">
        <w:rPr>
          <w:rFonts w:cs="B Zar" w:hint="cs"/>
          <w:b/>
          <w:bCs/>
          <w:sz w:val="16"/>
          <w:szCs w:val="16"/>
          <w:rtl/>
          <w:lang w:bidi="fa-IR"/>
        </w:rPr>
        <w:t>ي دانش آموزي</w:t>
      </w:r>
      <w:r w:rsidR="00221717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در </w:t>
      </w:r>
      <w:r w:rsidR="00A036DD" w:rsidRPr="00B37087">
        <w:rPr>
          <w:rFonts w:cs="B Zar" w:hint="cs"/>
          <w:b/>
          <w:bCs/>
          <w:sz w:val="16"/>
          <w:szCs w:val="16"/>
          <w:rtl/>
          <w:lang w:bidi="fa-IR"/>
        </w:rPr>
        <w:t>دو سال اخير تحصيلي</w:t>
      </w:r>
      <w:r w:rsidR="00CB35D6">
        <w:rPr>
          <w:rFonts w:cs="B Zar" w:hint="cs"/>
          <w:b/>
          <w:bCs/>
          <w:sz w:val="16"/>
          <w:szCs w:val="16"/>
          <w:rtl/>
          <w:lang w:bidi="fa-IR"/>
        </w:rPr>
        <w:t xml:space="preserve"> 93-9</w:t>
      </w:r>
      <w:r w:rsidR="00B22ADB">
        <w:rPr>
          <w:rFonts w:cs="B Zar" w:hint="cs"/>
          <w:b/>
          <w:bCs/>
          <w:sz w:val="16"/>
          <w:szCs w:val="16"/>
          <w:rtl/>
          <w:lang w:bidi="fa-IR"/>
        </w:rPr>
        <w:t>2</w:t>
      </w:r>
      <w:r w:rsidR="00CB35D6">
        <w:rPr>
          <w:rFonts w:cs="B Zar" w:hint="cs"/>
          <w:b/>
          <w:bCs/>
          <w:sz w:val="16"/>
          <w:szCs w:val="16"/>
          <w:rtl/>
          <w:lang w:bidi="fa-IR"/>
        </w:rPr>
        <w:t xml:space="preserve"> و 94-93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(هر  دانش آموز </w:t>
      </w:r>
      <w:r w:rsidR="0079301F" w:rsidRPr="00B37087">
        <w:rPr>
          <w:rFonts w:cs="B Zar" w:hint="cs"/>
          <w:b/>
          <w:bCs/>
          <w:sz w:val="16"/>
          <w:szCs w:val="16"/>
          <w:rtl/>
          <w:lang w:bidi="fa-IR"/>
        </w:rPr>
        <w:t>2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امتياز</w:t>
      </w:r>
      <w:r w:rsidR="00EB6DE0" w:rsidRPr="00B37087">
        <w:rPr>
          <w:rFonts w:cs="B Zar" w:hint="cs"/>
          <w:b/>
          <w:bCs/>
          <w:sz w:val="16"/>
          <w:szCs w:val="16"/>
          <w:rtl/>
          <w:lang w:bidi="fa-IR"/>
        </w:rPr>
        <w:t>)</w:t>
      </w:r>
    </w:p>
    <w:tbl>
      <w:tblPr>
        <w:bidiVisual/>
        <w:tblW w:w="11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2"/>
        <w:gridCol w:w="700"/>
        <w:gridCol w:w="697"/>
        <w:gridCol w:w="701"/>
        <w:gridCol w:w="698"/>
        <w:gridCol w:w="777"/>
        <w:gridCol w:w="993"/>
        <w:gridCol w:w="1275"/>
        <w:gridCol w:w="993"/>
        <w:gridCol w:w="708"/>
        <w:gridCol w:w="709"/>
        <w:gridCol w:w="1583"/>
      </w:tblGrid>
      <w:tr w:rsidR="009E19A9" w:rsidRPr="00B37087" w:rsidTr="00DD360C">
        <w:trPr>
          <w:trHeight w:val="188"/>
        </w:trPr>
        <w:tc>
          <w:tcPr>
            <w:tcW w:w="1472" w:type="dxa"/>
            <w:vMerge w:val="restart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سال تحصیلی</w:t>
            </w:r>
          </w:p>
        </w:tc>
        <w:tc>
          <w:tcPr>
            <w:tcW w:w="1397" w:type="dxa"/>
            <w:gridSpan w:val="2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دوره ابتدایی</w:t>
            </w:r>
            <w:r w:rsidR="00A74E79"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1399" w:type="dxa"/>
            <w:gridSpan w:val="2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دوره اول متوسطه</w:t>
            </w:r>
          </w:p>
        </w:tc>
        <w:tc>
          <w:tcPr>
            <w:tcW w:w="1770" w:type="dxa"/>
            <w:gridSpan w:val="2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دوره دوم متوسطه نظري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Titr" w:hint="cs"/>
                <w:sz w:val="12"/>
                <w:szCs w:val="12"/>
                <w:rtl/>
                <w:lang w:bidi="fa-IR"/>
              </w:rPr>
              <w:t>دوره دوم متوسطه فني حرفه اي و كاردانش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جمع کل دختر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جمع کل پسر</w:t>
            </w:r>
          </w:p>
        </w:tc>
        <w:tc>
          <w:tcPr>
            <w:tcW w:w="1583" w:type="dxa"/>
            <w:vMerge w:val="restart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جمع کل</w:t>
            </w:r>
          </w:p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دانش آموزان</w:t>
            </w:r>
          </w:p>
        </w:tc>
      </w:tr>
      <w:tr w:rsidR="009E19A9" w:rsidRPr="00B37087" w:rsidTr="00DD360C">
        <w:trPr>
          <w:trHeight w:val="188"/>
        </w:trPr>
        <w:tc>
          <w:tcPr>
            <w:tcW w:w="1472" w:type="dxa"/>
            <w:vMerge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دختر</w:t>
            </w:r>
          </w:p>
        </w:tc>
        <w:tc>
          <w:tcPr>
            <w:tcW w:w="697" w:type="dxa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پسر</w:t>
            </w:r>
          </w:p>
        </w:tc>
        <w:tc>
          <w:tcPr>
            <w:tcW w:w="701" w:type="dxa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دختر</w:t>
            </w:r>
          </w:p>
        </w:tc>
        <w:tc>
          <w:tcPr>
            <w:tcW w:w="698" w:type="dxa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پسر</w:t>
            </w:r>
          </w:p>
        </w:tc>
        <w:tc>
          <w:tcPr>
            <w:tcW w:w="777" w:type="dxa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دختر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پسر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دختر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E19A9" w:rsidRPr="00B37087" w:rsidRDefault="009E19A9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پسر</w:t>
            </w:r>
          </w:p>
        </w:tc>
        <w:tc>
          <w:tcPr>
            <w:tcW w:w="708" w:type="dxa"/>
            <w:vMerge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583" w:type="dxa"/>
            <w:vMerge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9E19A9" w:rsidRPr="00B37087" w:rsidTr="00DD360C">
        <w:tc>
          <w:tcPr>
            <w:tcW w:w="1472" w:type="dxa"/>
          </w:tcPr>
          <w:p w:rsidR="009E19A9" w:rsidRPr="00B37087" w:rsidRDefault="009E19A9" w:rsidP="0066406E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93-92</w:t>
            </w:r>
          </w:p>
        </w:tc>
        <w:tc>
          <w:tcPr>
            <w:tcW w:w="700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97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1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98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77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5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83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9E19A9" w:rsidRPr="00B37087" w:rsidTr="00DD360C">
        <w:tc>
          <w:tcPr>
            <w:tcW w:w="1472" w:type="dxa"/>
          </w:tcPr>
          <w:p w:rsidR="009E19A9" w:rsidRPr="00B37087" w:rsidRDefault="009E19A9" w:rsidP="0066406E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94-93</w:t>
            </w:r>
          </w:p>
        </w:tc>
        <w:tc>
          <w:tcPr>
            <w:tcW w:w="700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97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1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98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77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5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83" w:type="dxa"/>
          </w:tcPr>
          <w:p w:rsidR="009E19A9" w:rsidRPr="00B37087" w:rsidRDefault="009E19A9" w:rsidP="004D3F98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8641C1" w:rsidRPr="00B37087" w:rsidRDefault="00EC035C" w:rsidP="00FD1EA5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B37087"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>6</w:t>
      </w:r>
      <w:r w:rsidR="00B37087">
        <w:rPr>
          <w:rFonts w:cs="B Zar" w:hint="cs"/>
          <w:b/>
          <w:bCs/>
          <w:sz w:val="16"/>
          <w:szCs w:val="16"/>
          <w:rtl/>
          <w:lang w:bidi="fa-IR"/>
        </w:rPr>
        <w:t xml:space="preserve">): </w:t>
      </w:r>
      <w:r w:rsidR="008641C1" w:rsidRPr="00B37087">
        <w:rPr>
          <w:rFonts w:cs="B Zar" w:hint="cs"/>
          <w:b/>
          <w:bCs/>
          <w:sz w:val="16"/>
          <w:szCs w:val="16"/>
          <w:rtl/>
          <w:lang w:bidi="fa-IR"/>
        </w:rPr>
        <w:t>انجمن های علمی</w:t>
      </w:r>
      <w:r w:rsidR="00A95BFE" w:rsidRPr="00B37087">
        <w:rPr>
          <w:rFonts w:cs="B Zar" w:hint="cs"/>
          <w:b/>
          <w:bCs/>
          <w:sz w:val="16"/>
          <w:szCs w:val="16"/>
          <w:rtl/>
          <w:lang w:bidi="fa-IR"/>
        </w:rPr>
        <w:t>/ تیم علمی</w:t>
      </w:r>
      <w:r w:rsidR="008641C1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پژوهش سرا</w:t>
      </w:r>
      <w:r w:rsidR="00776D29" w:rsidRPr="00B37087">
        <w:rPr>
          <w:rFonts w:cs="B Zar" w:hint="cs"/>
          <w:b/>
          <w:bCs/>
          <w:sz w:val="16"/>
          <w:szCs w:val="16"/>
          <w:rtl/>
          <w:lang w:bidi="fa-IR"/>
        </w:rPr>
        <w:t>ي دانش آموزي</w:t>
      </w:r>
      <w:r w:rsidR="00313568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در سال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313568" w:rsidRPr="00B37087">
        <w:rPr>
          <w:rFonts w:cs="B Zar" w:hint="cs"/>
          <w:b/>
          <w:bCs/>
          <w:sz w:val="16"/>
          <w:szCs w:val="16"/>
          <w:rtl/>
          <w:lang w:bidi="fa-IR"/>
        </w:rPr>
        <w:t>تحصیلی 9</w:t>
      </w:r>
      <w:r w:rsidR="0079301F" w:rsidRPr="00B37087">
        <w:rPr>
          <w:rFonts w:cs="B Zar" w:hint="cs"/>
          <w:b/>
          <w:bCs/>
          <w:sz w:val="16"/>
          <w:szCs w:val="16"/>
          <w:rtl/>
          <w:lang w:bidi="fa-IR"/>
        </w:rPr>
        <w:t>4</w:t>
      </w:r>
      <w:r w:rsidR="00313568" w:rsidRPr="00B37087">
        <w:rPr>
          <w:rFonts w:cs="B Zar" w:hint="cs"/>
          <w:b/>
          <w:bCs/>
          <w:sz w:val="16"/>
          <w:szCs w:val="16"/>
          <w:rtl/>
          <w:lang w:bidi="fa-IR"/>
        </w:rPr>
        <w:t>-</w:t>
      </w:r>
      <w:r w:rsidR="0079301F" w:rsidRPr="00B37087">
        <w:rPr>
          <w:rFonts w:cs="B Zar" w:hint="cs"/>
          <w:b/>
          <w:bCs/>
          <w:sz w:val="16"/>
          <w:szCs w:val="16"/>
          <w:rtl/>
          <w:lang w:bidi="fa-IR"/>
        </w:rPr>
        <w:t>93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(هر  </w:t>
      </w:r>
      <w:r w:rsidR="0079301F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انجمن 1 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امتياز</w:t>
      </w:r>
      <w:r w:rsidR="0079301F" w:rsidRPr="00B37087">
        <w:rPr>
          <w:rFonts w:cs="B Zar" w:hint="cs"/>
          <w:b/>
          <w:bCs/>
          <w:sz w:val="16"/>
          <w:szCs w:val="16"/>
          <w:rtl/>
          <w:lang w:bidi="fa-IR"/>
        </w:rPr>
        <w:t>)</w:t>
      </w:r>
    </w:p>
    <w:tbl>
      <w:tblPr>
        <w:bidiVisual/>
        <w:tblW w:w="11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1"/>
        <w:gridCol w:w="1843"/>
        <w:gridCol w:w="1276"/>
        <w:gridCol w:w="1842"/>
        <w:gridCol w:w="5694"/>
      </w:tblGrid>
      <w:tr w:rsidR="0079301F" w:rsidRPr="00B37087" w:rsidTr="00DD360C">
        <w:trPr>
          <w:trHeight w:val="452"/>
        </w:trPr>
        <w:tc>
          <w:tcPr>
            <w:tcW w:w="651" w:type="dxa"/>
            <w:shd w:val="clear" w:color="auto" w:fill="D9D9D9" w:themeFill="background1" w:themeFillShade="D9"/>
          </w:tcPr>
          <w:p w:rsidR="0079301F" w:rsidRPr="00B37087" w:rsidRDefault="0079301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79301F" w:rsidRPr="00B37087" w:rsidRDefault="0079301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انجمن های علمی / تیم علمی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9301F" w:rsidRPr="00B37087" w:rsidRDefault="0079301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 پژوهش انجام شده در انجمن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79301F" w:rsidRPr="00B37087" w:rsidRDefault="0079301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تعداد جلسات در ماه</w:t>
            </w:r>
          </w:p>
          <w:p w:rsidR="0079301F" w:rsidRPr="00B37087" w:rsidRDefault="0079301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به استناد ثبت دفتر</w:t>
            </w:r>
            <w:r w:rsidR="00EB6DE0"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فعاليت</w:t>
            </w: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پژوهش سرا  هر جلسه 5/0</w:t>
            </w:r>
          </w:p>
        </w:tc>
        <w:tc>
          <w:tcPr>
            <w:tcW w:w="5694" w:type="dxa"/>
            <w:shd w:val="clear" w:color="auto" w:fill="D9D9D9" w:themeFill="background1" w:themeFillShade="D9"/>
          </w:tcPr>
          <w:p w:rsidR="0079301F" w:rsidRPr="00B37087" w:rsidRDefault="0079301F" w:rsidP="00B22ADB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توضیحات</w:t>
            </w:r>
            <w:r w:rsidR="00CB35D6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: براي تشكيل هر انجمن </w:t>
            </w:r>
            <w:r w:rsidR="00B22ADB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1 </w:t>
            </w:r>
            <w:r w:rsidR="00CB35D6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امتياز</w:t>
            </w: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فیزیک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843" w:type="dxa"/>
          </w:tcPr>
          <w:p w:rsidR="0079301F" w:rsidRPr="00B37087" w:rsidRDefault="0079301F" w:rsidP="00DC4B64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شیمی 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زیست شناسی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نجوم و کیهان شناسی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زمین شناسی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ریاضیات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رایانه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رباتیک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برق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فن آوری نانو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هوا - فضا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lastRenderedPageBreak/>
              <w:t>12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ادبیات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قرآن و معارف اسلامی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زبان انگلیسی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علوم اجتماعی</w:t>
            </w: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9301F" w:rsidRPr="00B37087" w:rsidTr="00DD360C">
        <w:tc>
          <w:tcPr>
            <w:tcW w:w="651" w:type="dxa"/>
          </w:tcPr>
          <w:p w:rsidR="0079301F" w:rsidRPr="00694CDE" w:rsidRDefault="0079301F" w:rsidP="003B30A1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1843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2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4" w:type="dxa"/>
          </w:tcPr>
          <w:p w:rsidR="0079301F" w:rsidRPr="00B37087" w:rsidRDefault="0079301F" w:rsidP="003B30A1">
            <w:pPr>
              <w:tabs>
                <w:tab w:val="left" w:pos="5910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C669A7" w:rsidRPr="00B37087" w:rsidRDefault="00A95BFE" w:rsidP="00705334">
      <w:pPr>
        <w:rPr>
          <w:rFonts w:cs="B Zar"/>
          <w:b/>
          <w:bCs/>
          <w:sz w:val="16"/>
          <w:szCs w:val="16"/>
          <w:rtl/>
          <w:lang w:bidi="fa-IR"/>
        </w:rPr>
      </w:pPr>
      <w:r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 </w:t>
      </w:r>
      <w:r w:rsidR="00B37087"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>7</w:t>
      </w:r>
      <w:r w:rsidR="00B37087">
        <w:rPr>
          <w:rFonts w:cs="B Zar" w:hint="cs"/>
          <w:b/>
          <w:bCs/>
          <w:sz w:val="16"/>
          <w:szCs w:val="16"/>
          <w:rtl/>
          <w:lang w:bidi="fa-IR"/>
        </w:rPr>
        <w:t xml:space="preserve">): </w:t>
      </w:r>
      <w:r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دانش آموزان</w:t>
      </w:r>
      <w:r w:rsidR="006B2BFA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 فعال</w:t>
      </w:r>
      <w:r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6B2BFA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در پژوهش سراي دانش آموزي </w:t>
      </w:r>
      <w:r w:rsidRPr="00B37087">
        <w:rPr>
          <w:rFonts w:cs="B Zar" w:hint="cs"/>
          <w:b/>
          <w:bCs/>
          <w:sz w:val="16"/>
          <w:szCs w:val="16"/>
          <w:rtl/>
          <w:lang w:bidi="fa-IR"/>
        </w:rPr>
        <w:t>دارای رتبه های جهانی</w:t>
      </w:r>
      <w:r w:rsidR="00082EC7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(هر  مورد </w:t>
      </w:r>
      <w:r w:rsidR="00C221E8" w:rsidRPr="00B37087">
        <w:rPr>
          <w:rFonts w:cs="B Zar"/>
          <w:b/>
          <w:bCs/>
          <w:sz w:val="16"/>
          <w:szCs w:val="16"/>
          <w:lang w:bidi="fa-IR"/>
        </w:rPr>
        <w:t>8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امتياز</w:t>
      </w:r>
      <w:r w:rsidR="004C3AE3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- </w:t>
      </w:r>
      <w:r w:rsidR="009E2E4B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) سا ل تحصيلي </w:t>
      </w:r>
      <w:r w:rsidR="00B22ADB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26"/>
        <w:gridCol w:w="992"/>
        <w:gridCol w:w="851"/>
        <w:gridCol w:w="850"/>
        <w:gridCol w:w="992"/>
        <w:gridCol w:w="993"/>
        <w:gridCol w:w="2126"/>
        <w:gridCol w:w="1866"/>
      </w:tblGrid>
      <w:tr w:rsidR="006B2BFA" w:rsidRPr="00B37087" w:rsidTr="00DD360C">
        <w:tc>
          <w:tcPr>
            <w:tcW w:w="5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B2BFA" w:rsidRPr="00B37087" w:rsidRDefault="006B2BFA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9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B2BFA" w:rsidRPr="00B37087" w:rsidRDefault="006B2BFA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و نام خانوادگی دانش آموز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B2BFA" w:rsidRPr="00B37087" w:rsidRDefault="006B2BFA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مدرسه محل تحصیل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B2BFA" w:rsidRPr="00B37087" w:rsidRDefault="006B2BFA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پایه تحصیلی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B2BFA" w:rsidRPr="00B37087" w:rsidRDefault="006B2BFA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رشته تحصیلی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B2BFA" w:rsidRPr="00B37087" w:rsidRDefault="006B2BFA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 رتبه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B2BFA" w:rsidRPr="00B37087" w:rsidRDefault="006B2BFA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كشور برگزاركننده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B2BFA" w:rsidRPr="00B37087" w:rsidRDefault="006B2BFA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 یا زمینه فعالیت</w:t>
            </w:r>
          </w:p>
        </w:tc>
        <w:tc>
          <w:tcPr>
            <w:tcW w:w="186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B2BFA" w:rsidRPr="00B37087" w:rsidRDefault="006B2BFA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شماره تلفن تماس</w:t>
            </w:r>
          </w:p>
        </w:tc>
      </w:tr>
      <w:tr w:rsidR="006B2BFA" w:rsidRPr="00B37087" w:rsidTr="00DD360C">
        <w:tc>
          <w:tcPr>
            <w:tcW w:w="568" w:type="dxa"/>
            <w:tcBorders>
              <w:top w:val="double" w:sz="4" w:space="0" w:color="auto"/>
              <w:left w:val="double" w:sz="4" w:space="0" w:color="auto"/>
            </w:tcBorders>
          </w:tcPr>
          <w:p w:rsidR="006B2BFA" w:rsidRPr="00694CDE" w:rsidRDefault="006B2BFA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926" w:type="dxa"/>
            <w:tcBorders>
              <w:top w:val="double" w:sz="4" w:space="0" w:color="auto"/>
              <w:left w:val="double" w:sz="4" w:space="0" w:color="auto"/>
            </w:tcBorders>
          </w:tcPr>
          <w:p w:rsidR="006B2BFA" w:rsidRPr="00B37087" w:rsidRDefault="006B2BFA" w:rsidP="000072C0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0072C0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0072C0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0072C0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B2BFA" w:rsidRPr="00B37087" w:rsidRDefault="006B2BFA" w:rsidP="000072C0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0072C0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0072C0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6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0072C0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6B2BFA" w:rsidRPr="00B37087" w:rsidTr="00DD360C">
        <w:tc>
          <w:tcPr>
            <w:tcW w:w="568" w:type="dxa"/>
            <w:tcBorders>
              <w:left w:val="double" w:sz="4" w:space="0" w:color="auto"/>
            </w:tcBorders>
          </w:tcPr>
          <w:p w:rsidR="006B2BFA" w:rsidRPr="00694CDE" w:rsidRDefault="006B2BFA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926" w:type="dxa"/>
            <w:tcBorders>
              <w:lef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66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6B2BFA" w:rsidRPr="00B37087" w:rsidTr="00DD360C">
        <w:tc>
          <w:tcPr>
            <w:tcW w:w="568" w:type="dxa"/>
            <w:tcBorders>
              <w:left w:val="double" w:sz="4" w:space="0" w:color="auto"/>
            </w:tcBorders>
          </w:tcPr>
          <w:p w:rsidR="006B2BFA" w:rsidRPr="00694CDE" w:rsidRDefault="006B2BFA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926" w:type="dxa"/>
            <w:tcBorders>
              <w:lef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66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6B2BFA" w:rsidRPr="00B37087" w:rsidTr="00DD360C">
        <w:tc>
          <w:tcPr>
            <w:tcW w:w="568" w:type="dxa"/>
            <w:tcBorders>
              <w:left w:val="double" w:sz="4" w:space="0" w:color="auto"/>
            </w:tcBorders>
          </w:tcPr>
          <w:p w:rsidR="006B2BFA" w:rsidRPr="00694CDE" w:rsidRDefault="006B2BFA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926" w:type="dxa"/>
            <w:tcBorders>
              <w:lef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66" w:type="dxa"/>
            <w:tcBorders>
              <w:left w:val="double" w:sz="4" w:space="0" w:color="auto"/>
              <w:right w:val="double" w:sz="4" w:space="0" w:color="auto"/>
            </w:tcBorders>
          </w:tcPr>
          <w:p w:rsidR="006B2BFA" w:rsidRPr="00B37087" w:rsidRDefault="006B2BFA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694CDE" w:rsidRPr="00B37087" w:rsidTr="00DD360C">
        <w:tc>
          <w:tcPr>
            <w:tcW w:w="568" w:type="dxa"/>
            <w:tcBorders>
              <w:left w:val="double" w:sz="4" w:space="0" w:color="auto"/>
            </w:tcBorders>
          </w:tcPr>
          <w:p w:rsidR="00694CDE" w:rsidRPr="00694CDE" w:rsidRDefault="00694CDE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926" w:type="dxa"/>
            <w:tcBorders>
              <w:left w:val="double" w:sz="4" w:space="0" w:color="auto"/>
            </w:tcBorders>
          </w:tcPr>
          <w:p w:rsidR="00694CDE" w:rsidRPr="00B37087" w:rsidRDefault="00694CDE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694CDE" w:rsidRPr="00B37087" w:rsidRDefault="00694CDE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694CDE" w:rsidRPr="00B37087" w:rsidRDefault="00694CDE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694CDE" w:rsidRPr="00B37087" w:rsidRDefault="00694CDE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694CDE" w:rsidRPr="00B37087" w:rsidRDefault="00694CDE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</w:tcPr>
          <w:p w:rsidR="00694CDE" w:rsidRPr="00B37087" w:rsidRDefault="00694CDE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694CDE" w:rsidRPr="00B37087" w:rsidRDefault="00694CDE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66" w:type="dxa"/>
            <w:tcBorders>
              <w:left w:val="double" w:sz="4" w:space="0" w:color="auto"/>
              <w:right w:val="double" w:sz="4" w:space="0" w:color="auto"/>
            </w:tcBorders>
          </w:tcPr>
          <w:p w:rsidR="00694CDE" w:rsidRPr="00B37087" w:rsidRDefault="00694CDE" w:rsidP="00E7415B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4D3F98" w:rsidRPr="00B37087" w:rsidRDefault="004D3F98" w:rsidP="00E7415B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705334" w:rsidRPr="00B37087" w:rsidRDefault="00B37087" w:rsidP="00705334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>8</w:t>
      </w:r>
      <w:r>
        <w:rPr>
          <w:rFonts w:cs="B Zar" w:hint="cs"/>
          <w:b/>
          <w:bCs/>
          <w:sz w:val="16"/>
          <w:szCs w:val="16"/>
          <w:rtl/>
          <w:lang w:bidi="fa-IR"/>
        </w:rPr>
        <w:t xml:space="preserve">): </w:t>
      </w:r>
      <w:r w:rsidR="008E598E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دانش آموزان </w:t>
      </w:r>
      <w:r w:rsidR="006B2BFA" w:rsidRPr="00B37087">
        <w:rPr>
          <w:rFonts w:cs="B Zar" w:hint="cs"/>
          <w:b/>
          <w:bCs/>
          <w:sz w:val="12"/>
          <w:szCs w:val="12"/>
          <w:rtl/>
          <w:lang w:bidi="fa-IR"/>
        </w:rPr>
        <w:t>فعال</w:t>
      </w:r>
      <w:r w:rsidR="002200D6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در پژوهش سراي دانش آموزي</w:t>
      </w:r>
      <w:r w:rsidR="006B2BFA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</w:t>
      </w:r>
      <w:r w:rsidR="008E598E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دارای رتبه های </w:t>
      </w:r>
      <w:r w:rsidR="009E2E4B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كشوري </w:t>
      </w:r>
      <w:r w:rsidR="00082EC7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</w:t>
      </w:r>
      <w:r w:rsidR="009E2E4B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شامل جشنواره خوارزمي </w:t>
      </w:r>
      <w:r w:rsidR="009E2E4B" w:rsidRPr="00B37087">
        <w:rPr>
          <w:rFonts w:hint="cs"/>
          <w:b/>
          <w:bCs/>
          <w:sz w:val="12"/>
          <w:szCs w:val="12"/>
          <w:rtl/>
          <w:lang w:bidi="fa-IR"/>
        </w:rPr>
        <w:t>–</w:t>
      </w:r>
      <w:r w:rsidR="009E2E4B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المپياد علمي </w:t>
      </w:r>
      <w:r w:rsidR="009E2E4B" w:rsidRPr="00B37087">
        <w:rPr>
          <w:rFonts w:hint="cs"/>
          <w:b/>
          <w:bCs/>
          <w:sz w:val="12"/>
          <w:szCs w:val="12"/>
          <w:rtl/>
          <w:lang w:bidi="fa-IR"/>
        </w:rPr>
        <w:t>–</w:t>
      </w:r>
      <w:r w:rsidR="009E2E4B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مسابقات علمي و  عملي  و....</w:t>
      </w:r>
      <w:r w:rsidR="00EB6DE0" w:rsidRPr="00B37087">
        <w:rPr>
          <w:rFonts w:cs="B Zar" w:hint="cs"/>
          <w:b/>
          <w:bCs/>
          <w:sz w:val="12"/>
          <w:szCs w:val="12"/>
          <w:rtl/>
          <w:lang w:bidi="fa-IR"/>
        </w:rPr>
        <w:t>(</w:t>
      </w:r>
      <w:r w:rsidR="009E2E4B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هر مورد 5 امتياز </w:t>
      </w:r>
      <w:r w:rsidR="00EB6DE0" w:rsidRPr="00B37087">
        <w:rPr>
          <w:rFonts w:cs="B Zar" w:hint="cs"/>
          <w:b/>
          <w:bCs/>
          <w:sz w:val="12"/>
          <w:szCs w:val="12"/>
          <w:rtl/>
          <w:lang w:bidi="fa-IR"/>
        </w:rPr>
        <w:t>)</w:t>
      </w:r>
      <w:r w:rsidR="00705334" w:rsidRPr="00705334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705334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705334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26"/>
        <w:gridCol w:w="992"/>
        <w:gridCol w:w="851"/>
        <w:gridCol w:w="850"/>
        <w:gridCol w:w="992"/>
        <w:gridCol w:w="2977"/>
        <w:gridCol w:w="2008"/>
      </w:tblGrid>
      <w:tr w:rsidR="00904761" w:rsidRPr="00B37087" w:rsidTr="00DD360C">
        <w:tc>
          <w:tcPr>
            <w:tcW w:w="5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04761" w:rsidRPr="00B37087" w:rsidRDefault="0090476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9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E7F4D" w:rsidRDefault="0090476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و نام خانوادگی</w:t>
            </w:r>
          </w:p>
          <w:p w:rsidR="00904761" w:rsidRPr="00B37087" w:rsidRDefault="0090476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دانش آموز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04761" w:rsidRPr="00B37087" w:rsidRDefault="0090476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مدرسه محل تحصیل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04761" w:rsidRPr="00B37087" w:rsidRDefault="0090476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پایه تحصیلی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04761" w:rsidRPr="00B37087" w:rsidRDefault="0090476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رشته تحصیلی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04761" w:rsidRPr="00B37087" w:rsidRDefault="0090476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 رتبه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04761" w:rsidRPr="00B37087" w:rsidRDefault="0090476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 یا زمینه فعالیت</w:t>
            </w:r>
          </w:p>
        </w:tc>
        <w:tc>
          <w:tcPr>
            <w:tcW w:w="20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04761" w:rsidRPr="00B37087" w:rsidRDefault="0090476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شماره تلفن تماس</w:t>
            </w:r>
          </w:p>
        </w:tc>
      </w:tr>
      <w:tr w:rsidR="00904761" w:rsidRPr="00B37087" w:rsidTr="00DD360C">
        <w:tc>
          <w:tcPr>
            <w:tcW w:w="568" w:type="dxa"/>
            <w:tcBorders>
              <w:top w:val="double" w:sz="4" w:space="0" w:color="auto"/>
              <w:left w:val="double" w:sz="4" w:space="0" w:color="auto"/>
            </w:tcBorders>
          </w:tcPr>
          <w:p w:rsidR="00904761" w:rsidRPr="00694CDE" w:rsidRDefault="0090476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926" w:type="dxa"/>
            <w:tcBorders>
              <w:top w:val="double" w:sz="4" w:space="0" w:color="auto"/>
              <w:left w:val="double" w:sz="4" w:space="0" w:color="auto"/>
            </w:tcBorders>
          </w:tcPr>
          <w:p w:rsidR="00904761" w:rsidRPr="00B37087" w:rsidRDefault="00904761" w:rsidP="008F4D5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04761" w:rsidRPr="00B37087" w:rsidRDefault="00904761" w:rsidP="008F4D5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904761" w:rsidRPr="00B37087" w:rsidTr="00DD360C">
        <w:tc>
          <w:tcPr>
            <w:tcW w:w="568" w:type="dxa"/>
            <w:tcBorders>
              <w:left w:val="double" w:sz="4" w:space="0" w:color="auto"/>
            </w:tcBorders>
          </w:tcPr>
          <w:p w:rsidR="00904761" w:rsidRPr="00694CDE" w:rsidRDefault="0090476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926" w:type="dxa"/>
            <w:tcBorders>
              <w:lef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08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904761" w:rsidRPr="00B37087" w:rsidTr="00DD360C">
        <w:tc>
          <w:tcPr>
            <w:tcW w:w="568" w:type="dxa"/>
            <w:tcBorders>
              <w:left w:val="double" w:sz="4" w:space="0" w:color="auto"/>
            </w:tcBorders>
          </w:tcPr>
          <w:p w:rsidR="00904761" w:rsidRPr="00694CDE" w:rsidRDefault="0090476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926" w:type="dxa"/>
            <w:tcBorders>
              <w:lef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08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904761" w:rsidRPr="00B37087" w:rsidTr="00DD360C">
        <w:tc>
          <w:tcPr>
            <w:tcW w:w="568" w:type="dxa"/>
            <w:tcBorders>
              <w:left w:val="double" w:sz="4" w:space="0" w:color="auto"/>
            </w:tcBorders>
          </w:tcPr>
          <w:p w:rsidR="00904761" w:rsidRPr="00694CDE" w:rsidRDefault="0090476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926" w:type="dxa"/>
            <w:tcBorders>
              <w:lef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08" w:type="dxa"/>
            <w:tcBorders>
              <w:left w:val="double" w:sz="4" w:space="0" w:color="auto"/>
              <w:right w:val="double" w:sz="4" w:space="0" w:color="auto"/>
            </w:tcBorders>
          </w:tcPr>
          <w:p w:rsidR="00904761" w:rsidRPr="00B37087" w:rsidRDefault="00904761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694CDE" w:rsidRPr="00B37087" w:rsidTr="00DD360C">
        <w:tc>
          <w:tcPr>
            <w:tcW w:w="568" w:type="dxa"/>
            <w:tcBorders>
              <w:left w:val="double" w:sz="4" w:space="0" w:color="auto"/>
            </w:tcBorders>
          </w:tcPr>
          <w:p w:rsidR="00694CDE" w:rsidRPr="00694CDE" w:rsidRDefault="00694CDE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926" w:type="dxa"/>
            <w:tcBorders>
              <w:left w:val="double" w:sz="4" w:space="0" w:color="auto"/>
            </w:tcBorders>
          </w:tcPr>
          <w:p w:rsidR="00694CDE" w:rsidRPr="00B37087" w:rsidRDefault="00694CDE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694CDE" w:rsidRPr="00B37087" w:rsidRDefault="00694CDE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694CDE" w:rsidRPr="00B37087" w:rsidRDefault="00694CDE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694CDE" w:rsidRPr="00B37087" w:rsidRDefault="00694CDE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694CDE" w:rsidRPr="00B37087" w:rsidRDefault="00694CDE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</w:tcPr>
          <w:p w:rsidR="00694CDE" w:rsidRPr="00B37087" w:rsidRDefault="00694CDE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08" w:type="dxa"/>
            <w:tcBorders>
              <w:left w:val="double" w:sz="4" w:space="0" w:color="auto"/>
              <w:right w:val="double" w:sz="4" w:space="0" w:color="auto"/>
            </w:tcBorders>
          </w:tcPr>
          <w:p w:rsidR="00694CDE" w:rsidRPr="00B37087" w:rsidRDefault="00694CDE" w:rsidP="008F4D52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8F4D52" w:rsidRPr="00B37087" w:rsidRDefault="008F4D52" w:rsidP="00E7415B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857DE3" w:rsidRPr="00B37087" w:rsidRDefault="00B37087" w:rsidP="00857DE3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>9</w:t>
      </w:r>
      <w:r>
        <w:rPr>
          <w:rFonts w:cs="B Zar" w:hint="cs"/>
          <w:b/>
          <w:bCs/>
          <w:sz w:val="16"/>
          <w:szCs w:val="16"/>
          <w:rtl/>
          <w:lang w:bidi="fa-IR"/>
        </w:rPr>
        <w:t xml:space="preserve">): </w:t>
      </w:r>
      <w:r w:rsidR="00D176A5" w:rsidRPr="00B37087">
        <w:rPr>
          <w:rFonts w:cs="B Zar" w:hint="cs"/>
          <w:b/>
          <w:bCs/>
          <w:sz w:val="16"/>
          <w:szCs w:val="16"/>
          <w:rtl/>
          <w:lang w:bidi="fa-IR"/>
        </w:rPr>
        <w:t>دانش آموزان</w:t>
      </w:r>
      <w:r w:rsidR="006B2BFA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فعال</w:t>
      </w:r>
      <w:r w:rsidR="002200D6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در پژوهش سراي دانش آموزي</w:t>
      </w:r>
      <w:r w:rsidR="00D176A5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دارای ثبت اختراع</w:t>
      </w:r>
      <w:r w:rsidR="00082EC7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>(هر  مورد 5 امتياز</w:t>
      </w:r>
      <w:r w:rsidR="004C3AE3" w:rsidRPr="00B37087">
        <w:rPr>
          <w:rFonts w:cs="B Zar" w:hint="cs"/>
          <w:b/>
          <w:bCs/>
          <w:sz w:val="16"/>
          <w:szCs w:val="16"/>
          <w:rtl/>
          <w:lang w:bidi="fa-IR"/>
        </w:rPr>
        <w:t>-</w:t>
      </w:r>
      <w:r w:rsidR="00EB6DE0" w:rsidRPr="00B37087">
        <w:rPr>
          <w:rFonts w:cs="B Zar" w:hint="cs"/>
          <w:b/>
          <w:bCs/>
          <w:sz w:val="16"/>
          <w:szCs w:val="16"/>
          <w:rtl/>
          <w:lang w:bidi="fa-IR"/>
        </w:rPr>
        <w:t>)</w:t>
      </w:r>
      <w:r w:rsidR="00857DE3" w:rsidRPr="00857DE3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857DE3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857DE3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068"/>
        <w:gridCol w:w="1417"/>
        <w:gridCol w:w="3544"/>
        <w:gridCol w:w="850"/>
        <w:gridCol w:w="709"/>
        <w:gridCol w:w="2008"/>
      </w:tblGrid>
      <w:tr w:rsidR="00D176A5" w:rsidRPr="00B37087" w:rsidTr="00DD360C">
        <w:tc>
          <w:tcPr>
            <w:tcW w:w="5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176A5" w:rsidRPr="00B37087" w:rsidRDefault="00D176A5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0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176A5" w:rsidRPr="00B37087" w:rsidRDefault="00D176A5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و نام خانوادگی دانش آموز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176A5" w:rsidRPr="00B37087" w:rsidRDefault="00D176A5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مدرسه محل تحصیل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176A5" w:rsidRPr="00B37087" w:rsidRDefault="00E73B37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 اختراع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176A5" w:rsidRPr="00B37087" w:rsidRDefault="00E73B37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شماره ثبت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176A5" w:rsidRPr="00B37087" w:rsidRDefault="00E73B37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تاریخ ثبت</w:t>
            </w:r>
          </w:p>
        </w:tc>
        <w:tc>
          <w:tcPr>
            <w:tcW w:w="20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176A5" w:rsidRPr="00B37087" w:rsidRDefault="00D176A5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شماره تلفن تماس</w:t>
            </w:r>
          </w:p>
        </w:tc>
      </w:tr>
      <w:tr w:rsidR="00D176A5" w:rsidRPr="00B37087" w:rsidTr="00DD360C">
        <w:tc>
          <w:tcPr>
            <w:tcW w:w="568" w:type="dxa"/>
            <w:tcBorders>
              <w:top w:val="double" w:sz="4" w:space="0" w:color="auto"/>
              <w:left w:val="double" w:sz="4" w:space="0" w:color="auto"/>
            </w:tcBorders>
          </w:tcPr>
          <w:p w:rsidR="00D176A5" w:rsidRPr="00694CDE" w:rsidRDefault="00D176A5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2068" w:type="dxa"/>
            <w:tcBorders>
              <w:top w:val="double" w:sz="4" w:space="0" w:color="auto"/>
              <w:left w:val="double" w:sz="4" w:space="0" w:color="auto"/>
            </w:tcBorders>
          </w:tcPr>
          <w:p w:rsidR="00D176A5" w:rsidRPr="00B37087" w:rsidRDefault="00D176A5" w:rsidP="003B30A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176A5" w:rsidRPr="00B37087" w:rsidRDefault="00D176A5" w:rsidP="003B30A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76A5" w:rsidRPr="00B37087" w:rsidTr="00DD360C">
        <w:tc>
          <w:tcPr>
            <w:tcW w:w="568" w:type="dxa"/>
            <w:tcBorders>
              <w:left w:val="double" w:sz="4" w:space="0" w:color="auto"/>
            </w:tcBorders>
          </w:tcPr>
          <w:p w:rsidR="00D176A5" w:rsidRPr="00694CDE" w:rsidRDefault="00D176A5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068" w:type="dxa"/>
            <w:tcBorders>
              <w:lef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544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08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76A5" w:rsidRPr="00B37087" w:rsidTr="00DD360C">
        <w:tc>
          <w:tcPr>
            <w:tcW w:w="568" w:type="dxa"/>
            <w:tcBorders>
              <w:left w:val="double" w:sz="4" w:space="0" w:color="auto"/>
            </w:tcBorders>
          </w:tcPr>
          <w:p w:rsidR="00D176A5" w:rsidRPr="00694CDE" w:rsidRDefault="00D176A5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2068" w:type="dxa"/>
            <w:tcBorders>
              <w:lef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544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08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76A5" w:rsidRPr="00B37087" w:rsidTr="00DD360C">
        <w:tc>
          <w:tcPr>
            <w:tcW w:w="568" w:type="dxa"/>
            <w:tcBorders>
              <w:left w:val="double" w:sz="4" w:space="0" w:color="auto"/>
            </w:tcBorders>
          </w:tcPr>
          <w:p w:rsidR="00D176A5" w:rsidRPr="00694CDE" w:rsidRDefault="00D176A5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2068" w:type="dxa"/>
            <w:tcBorders>
              <w:lef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544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08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D176A5" w:rsidRPr="00B37087" w:rsidTr="00DD360C">
        <w:tc>
          <w:tcPr>
            <w:tcW w:w="568" w:type="dxa"/>
            <w:tcBorders>
              <w:left w:val="double" w:sz="4" w:space="0" w:color="auto"/>
            </w:tcBorders>
          </w:tcPr>
          <w:p w:rsidR="00D176A5" w:rsidRPr="00694CDE" w:rsidRDefault="00D176A5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2068" w:type="dxa"/>
            <w:tcBorders>
              <w:lef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544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08" w:type="dxa"/>
            <w:tcBorders>
              <w:left w:val="double" w:sz="4" w:space="0" w:color="auto"/>
              <w:right w:val="double" w:sz="4" w:space="0" w:color="auto"/>
            </w:tcBorders>
          </w:tcPr>
          <w:p w:rsidR="00D176A5" w:rsidRPr="00B37087" w:rsidRDefault="00D176A5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D176A5" w:rsidRPr="00B37087" w:rsidRDefault="00D176A5" w:rsidP="00E7415B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857DE3" w:rsidRPr="00B37087" w:rsidRDefault="00B37087" w:rsidP="00857DE3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>( جدول شماره 1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>0</w:t>
      </w:r>
      <w:r>
        <w:rPr>
          <w:rFonts w:cs="B Zar" w:hint="cs"/>
          <w:b/>
          <w:bCs/>
          <w:sz w:val="16"/>
          <w:szCs w:val="16"/>
          <w:rtl/>
          <w:lang w:bidi="fa-IR"/>
        </w:rPr>
        <w:t>):</w:t>
      </w:r>
      <w:r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</w:t>
      </w:r>
      <w:r w:rsidR="005D0305">
        <w:rPr>
          <w:rFonts w:cs="B Zar" w:hint="cs"/>
          <w:b/>
          <w:bCs/>
          <w:sz w:val="12"/>
          <w:szCs w:val="12"/>
          <w:rtl/>
          <w:lang w:bidi="fa-IR"/>
        </w:rPr>
        <w:t xml:space="preserve">طرح های دانش آموزان </w:t>
      </w:r>
      <w:r w:rsidR="006B2BFA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فعال</w:t>
      </w:r>
      <w:r w:rsidR="00857DE3">
        <w:rPr>
          <w:rFonts w:cs="B Zar" w:hint="cs"/>
          <w:b/>
          <w:bCs/>
          <w:sz w:val="12"/>
          <w:szCs w:val="12"/>
          <w:rtl/>
          <w:lang w:bidi="fa-IR"/>
        </w:rPr>
        <w:t>ي كه</w:t>
      </w:r>
      <w:r w:rsidR="002200D6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در پژوهش سراي دانش آموزي</w:t>
      </w:r>
      <w:r w:rsidR="003464FA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</w:t>
      </w:r>
      <w:r w:rsidR="0095166F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ضمن ثبت اختراع به تولید انبوه رسیده و تجاری </w:t>
      </w:r>
      <w:r w:rsidR="00857DE3">
        <w:rPr>
          <w:rFonts w:cs="B Zar" w:hint="cs"/>
          <w:b/>
          <w:bCs/>
          <w:sz w:val="12"/>
          <w:szCs w:val="12"/>
          <w:rtl/>
          <w:lang w:bidi="fa-IR"/>
        </w:rPr>
        <w:t xml:space="preserve"> سازي </w:t>
      </w:r>
      <w:r w:rsidR="0095166F" w:rsidRPr="00B37087">
        <w:rPr>
          <w:rFonts w:cs="B Zar" w:hint="cs"/>
          <w:b/>
          <w:bCs/>
          <w:sz w:val="12"/>
          <w:szCs w:val="12"/>
          <w:rtl/>
          <w:lang w:bidi="fa-IR"/>
        </w:rPr>
        <w:t>شده است</w:t>
      </w:r>
      <w:r w:rsidR="00E3291C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(هر  مورد </w:t>
      </w:r>
      <w:r w:rsidR="009E2E4B" w:rsidRPr="00B37087">
        <w:rPr>
          <w:rFonts w:cs="B Zar" w:hint="cs"/>
          <w:b/>
          <w:bCs/>
          <w:sz w:val="12"/>
          <w:szCs w:val="12"/>
          <w:rtl/>
          <w:lang w:bidi="fa-IR"/>
        </w:rPr>
        <w:t>20</w:t>
      </w:r>
      <w:r w:rsidR="00E3291C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امتياز</w:t>
      </w:r>
      <w:r w:rsidR="00857DE3">
        <w:rPr>
          <w:rFonts w:cs="B Zar" w:hint="cs"/>
          <w:b/>
          <w:bCs/>
          <w:sz w:val="12"/>
          <w:szCs w:val="12"/>
          <w:rtl/>
          <w:lang w:bidi="fa-IR"/>
        </w:rPr>
        <w:t>)</w:t>
      </w:r>
      <w:r w:rsidR="00857DE3" w:rsidRPr="00857DE3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857DE3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857DE3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"/>
        <w:gridCol w:w="4866"/>
        <w:gridCol w:w="2409"/>
        <w:gridCol w:w="851"/>
        <w:gridCol w:w="2433"/>
      </w:tblGrid>
      <w:tr w:rsidR="00204067" w:rsidRPr="00B37087" w:rsidTr="00DD360C">
        <w:tc>
          <w:tcPr>
            <w:tcW w:w="60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04067" w:rsidRPr="00B37087" w:rsidRDefault="00204067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486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04067" w:rsidRPr="00B37087" w:rsidRDefault="00204067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 طرح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04067" w:rsidRPr="00B37087" w:rsidRDefault="00204067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ونام خانوادگی طراح / طراحان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04067" w:rsidRPr="00B37087" w:rsidRDefault="00204067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سال اجرا</w:t>
            </w:r>
          </w:p>
        </w:tc>
        <w:tc>
          <w:tcPr>
            <w:tcW w:w="243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04067" w:rsidRPr="00B37087" w:rsidRDefault="00204067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ونام خانوادگی استاد راهنما</w:t>
            </w:r>
          </w:p>
        </w:tc>
      </w:tr>
      <w:tr w:rsidR="00204067" w:rsidRPr="00B37087" w:rsidTr="00DD360C">
        <w:tc>
          <w:tcPr>
            <w:tcW w:w="605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694CDE" w:rsidRDefault="00204067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486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09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3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204067" w:rsidRPr="00B37087" w:rsidTr="00DD360C">
        <w:tc>
          <w:tcPr>
            <w:tcW w:w="605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694CDE" w:rsidRDefault="00204067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486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09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3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204067" w:rsidRPr="00B37087" w:rsidTr="00DD360C">
        <w:tc>
          <w:tcPr>
            <w:tcW w:w="605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694CDE" w:rsidRDefault="00204067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486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09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3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204067" w:rsidRPr="00B37087" w:rsidTr="00DD360C">
        <w:tc>
          <w:tcPr>
            <w:tcW w:w="605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694CDE" w:rsidRDefault="00204067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486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09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3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204067" w:rsidRPr="00B37087" w:rsidTr="00DD360C">
        <w:tc>
          <w:tcPr>
            <w:tcW w:w="605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694CDE" w:rsidRDefault="00204067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486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09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3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6640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95166F" w:rsidRPr="00B37087" w:rsidRDefault="0095166F" w:rsidP="00E7415B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5D0305" w:rsidRPr="00B37087" w:rsidRDefault="00B37087" w:rsidP="005D0305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>11</w:t>
      </w:r>
      <w:r>
        <w:rPr>
          <w:rFonts w:cs="B Zar" w:hint="cs"/>
          <w:b/>
          <w:bCs/>
          <w:sz w:val="16"/>
          <w:szCs w:val="16"/>
          <w:rtl/>
          <w:lang w:bidi="fa-IR"/>
        </w:rPr>
        <w:t xml:space="preserve">): </w:t>
      </w:r>
      <w:r w:rsidR="003464FA" w:rsidRPr="00B37087">
        <w:rPr>
          <w:rFonts w:cs="B Zar" w:hint="cs"/>
          <w:b/>
          <w:bCs/>
          <w:sz w:val="16"/>
          <w:szCs w:val="16"/>
          <w:rtl/>
          <w:lang w:bidi="fa-IR"/>
        </w:rPr>
        <w:t>طرح ها</w:t>
      </w:r>
      <w:r w:rsidR="00D176A5" w:rsidRPr="00B37087">
        <w:rPr>
          <w:rFonts w:cs="B Zar" w:hint="cs"/>
          <w:b/>
          <w:bCs/>
          <w:sz w:val="16"/>
          <w:szCs w:val="16"/>
          <w:rtl/>
          <w:lang w:bidi="fa-IR"/>
        </w:rPr>
        <w:t>ی</w:t>
      </w:r>
      <w:r w:rsidR="003464FA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6B2BFA" w:rsidRPr="00B37087">
        <w:rPr>
          <w:rFonts w:cs="B Zar" w:hint="cs"/>
          <w:b/>
          <w:bCs/>
          <w:sz w:val="16"/>
          <w:szCs w:val="16"/>
          <w:rtl/>
          <w:lang w:bidi="fa-IR"/>
        </w:rPr>
        <w:t>دانش آموزان فعال</w:t>
      </w:r>
      <w:r w:rsidR="00D176A5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2200D6" w:rsidRPr="00B37087">
        <w:rPr>
          <w:rFonts w:cs="B Zar" w:hint="cs"/>
          <w:b/>
          <w:bCs/>
          <w:sz w:val="16"/>
          <w:szCs w:val="16"/>
          <w:rtl/>
          <w:lang w:bidi="fa-IR"/>
        </w:rPr>
        <w:t>پژوهش</w:t>
      </w:r>
      <w:r w:rsidR="005D0305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2200D6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سرا ي دانش آموزي </w:t>
      </w:r>
      <w:r w:rsidR="00D176A5" w:rsidRPr="00B37087">
        <w:rPr>
          <w:rFonts w:cs="B Zar" w:hint="cs"/>
          <w:b/>
          <w:bCs/>
          <w:sz w:val="16"/>
          <w:szCs w:val="16"/>
          <w:rtl/>
          <w:lang w:bidi="fa-IR"/>
        </w:rPr>
        <w:t>که به تایید مراجع و مراکز دانشگاهی رسیده است</w:t>
      </w:r>
      <w:r>
        <w:rPr>
          <w:rFonts w:cs="B Zar" w:hint="cs"/>
          <w:b/>
          <w:bCs/>
          <w:sz w:val="16"/>
          <w:szCs w:val="16"/>
          <w:rtl/>
          <w:lang w:bidi="fa-IR"/>
        </w:rPr>
        <w:t>.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>(هر  مورد 5 امتياز</w:t>
      </w:r>
      <w:r w:rsidR="004C3AE3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- </w:t>
      </w:r>
      <w:r w:rsidR="0065793D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) </w:t>
      </w:r>
      <w:r w:rsidR="005D0305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5D0305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5405"/>
        <w:gridCol w:w="1556"/>
        <w:gridCol w:w="1555"/>
        <w:gridCol w:w="2035"/>
      </w:tblGrid>
      <w:tr w:rsidR="00BA1F21" w:rsidRPr="00B37087" w:rsidTr="00DD360C">
        <w:tc>
          <w:tcPr>
            <w:tcW w:w="6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A1F21" w:rsidRPr="00B37087" w:rsidRDefault="00BA1F2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540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A1F21" w:rsidRPr="00B37087" w:rsidRDefault="00BA1F2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 طرح</w:t>
            </w:r>
          </w:p>
        </w:tc>
        <w:tc>
          <w:tcPr>
            <w:tcW w:w="155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A1F21" w:rsidRPr="00B37087" w:rsidRDefault="00BA1F2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ونام خانوادگی استاد راهنما</w:t>
            </w:r>
          </w:p>
        </w:tc>
        <w:tc>
          <w:tcPr>
            <w:tcW w:w="155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A1F21" w:rsidRPr="00B37087" w:rsidRDefault="00BA1F2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رشته و پايه تحصيلي</w:t>
            </w:r>
          </w:p>
        </w:tc>
        <w:tc>
          <w:tcPr>
            <w:tcW w:w="20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A1F21" w:rsidRPr="00B37087" w:rsidRDefault="00BA1F2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دانشگاه/ موسسه تحقيقاتي</w:t>
            </w:r>
          </w:p>
        </w:tc>
      </w:tr>
      <w:tr w:rsidR="00BA1F21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694CDE" w:rsidRDefault="00BA1F2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40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6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5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35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BA1F21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694CDE" w:rsidRDefault="00BA1F2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40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6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5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35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BA1F21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694CDE" w:rsidRDefault="00BA1F2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40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6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5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35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BA1F21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694CDE" w:rsidRDefault="00BA1F2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lastRenderedPageBreak/>
              <w:t>4</w:t>
            </w:r>
          </w:p>
        </w:tc>
        <w:tc>
          <w:tcPr>
            <w:tcW w:w="540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6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5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35" w:type="dxa"/>
            <w:tcBorders>
              <w:left w:val="double" w:sz="4" w:space="0" w:color="auto"/>
              <w:right w:val="double" w:sz="4" w:space="0" w:color="auto"/>
            </w:tcBorders>
          </w:tcPr>
          <w:p w:rsidR="00BA1F21" w:rsidRPr="00B37087" w:rsidRDefault="00BA1F21" w:rsidP="0095166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A966B2" w:rsidRPr="00B37087" w:rsidRDefault="00A966B2" w:rsidP="000908B8">
      <w:pPr>
        <w:jc w:val="right"/>
        <w:rPr>
          <w:rFonts w:cs="B Zar"/>
          <w:b/>
          <w:bCs/>
          <w:sz w:val="16"/>
          <w:szCs w:val="16"/>
          <w:rtl/>
          <w:lang w:bidi="fa-IR"/>
        </w:rPr>
      </w:pPr>
    </w:p>
    <w:p w:rsidR="00812E56" w:rsidRPr="00B37087" w:rsidRDefault="00B37087" w:rsidP="00812E56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>12</w:t>
      </w:r>
      <w:r>
        <w:rPr>
          <w:rFonts w:cs="B Zar" w:hint="cs"/>
          <w:b/>
          <w:bCs/>
          <w:sz w:val="16"/>
          <w:szCs w:val="16"/>
          <w:rtl/>
          <w:lang w:bidi="fa-IR"/>
        </w:rPr>
        <w:t xml:space="preserve">): </w:t>
      </w:r>
      <w:r w:rsidR="000908B8" w:rsidRPr="00B37087">
        <w:rPr>
          <w:rFonts w:cs="B Zar" w:hint="cs"/>
          <w:b/>
          <w:bCs/>
          <w:sz w:val="16"/>
          <w:szCs w:val="16"/>
          <w:rtl/>
          <w:lang w:bidi="fa-IR"/>
        </w:rPr>
        <w:t>نمایشگاه هایی که</w:t>
      </w:r>
      <w:r w:rsidR="003464FA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0908B8" w:rsidRPr="00B37087">
        <w:rPr>
          <w:rFonts w:cs="B Zar" w:hint="cs"/>
          <w:b/>
          <w:bCs/>
          <w:sz w:val="16"/>
          <w:szCs w:val="16"/>
          <w:rtl/>
          <w:lang w:bidi="fa-IR"/>
        </w:rPr>
        <w:t>پژوهش</w:t>
      </w:r>
      <w:r w:rsidR="005D0305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0908B8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سرا </w:t>
      </w:r>
      <w:r w:rsidR="00776D29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ي دانش آموزي </w:t>
      </w:r>
      <w:r w:rsidR="000908B8" w:rsidRPr="00B37087">
        <w:rPr>
          <w:rFonts w:cs="B Zar" w:hint="cs"/>
          <w:b/>
          <w:bCs/>
          <w:sz w:val="16"/>
          <w:szCs w:val="16"/>
          <w:rtl/>
          <w:lang w:bidi="fa-IR"/>
        </w:rPr>
        <w:t>در آن شرکت داشته است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>(</w:t>
      </w:r>
      <w:r w:rsidR="0065793D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منطقه اي 1 امتياز </w:t>
      </w:r>
      <w:r w:rsidR="005D0305">
        <w:rPr>
          <w:rFonts w:cs="B Zar" w:hint="cs"/>
          <w:b/>
          <w:bCs/>
          <w:sz w:val="16"/>
          <w:szCs w:val="16"/>
          <w:rtl/>
          <w:lang w:bidi="fa-IR"/>
        </w:rPr>
        <w:t>،</w:t>
      </w:r>
      <w:r w:rsidR="0065793D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استاني 2 و كشوري 5 امتياز</w:t>
      </w:r>
      <w:r w:rsidR="00FC0C87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بين المللي 8 امتياز </w:t>
      </w:r>
      <w:r w:rsidR="0065793D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486C2A" w:rsidRPr="00B37087">
        <w:rPr>
          <w:rFonts w:cs="B Zar" w:hint="cs"/>
          <w:b/>
          <w:bCs/>
          <w:sz w:val="16"/>
          <w:szCs w:val="16"/>
          <w:rtl/>
          <w:lang w:bidi="fa-IR"/>
        </w:rPr>
        <w:t>)</w:t>
      </w:r>
      <w:r w:rsidR="00812E56" w:rsidRPr="00812E56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812E56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812E56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1597"/>
        <w:gridCol w:w="945"/>
        <w:gridCol w:w="751"/>
        <w:gridCol w:w="714"/>
        <w:gridCol w:w="1418"/>
        <w:gridCol w:w="1417"/>
        <w:gridCol w:w="1559"/>
        <w:gridCol w:w="2150"/>
      </w:tblGrid>
      <w:tr w:rsidR="0065793D" w:rsidRPr="00B37087" w:rsidTr="00DD360C">
        <w:tc>
          <w:tcPr>
            <w:tcW w:w="6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597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نمایشگاه</w:t>
            </w:r>
          </w:p>
        </w:tc>
        <w:tc>
          <w:tcPr>
            <w:tcW w:w="94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منطقه اي </w:t>
            </w:r>
          </w:p>
        </w:tc>
        <w:tc>
          <w:tcPr>
            <w:tcW w:w="75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استاني </w:t>
            </w:r>
          </w:p>
        </w:tc>
        <w:tc>
          <w:tcPr>
            <w:tcW w:w="714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كشوري 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محل نمایشگاه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تاریخ برگزاری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مجري نمايشگاه</w:t>
            </w:r>
          </w:p>
        </w:tc>
        <w:tc>
          <w:tcPr>
            <w:tcW w:w="21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علت حضور در نمايشگاه</w:t>
            </w:r>
          </w:p>
        </w:tc>
      </w:tr>
      <w:tr w:rsidR="0065793D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59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1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150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65793D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59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1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150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65793D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59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1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150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65793D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59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1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150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65793D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59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1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150" w:type="dxa"/>
            <w:tcBorders>
              <w:left w:val="double" w:sz="4" w:space="0" w:color="auto"/>
              <w:right w:val="double" w:sz="4" w:space="0" w:color="auto"/>
            </w:tcBorders>
          </w:tcPr>
          <w:p w:rsidR="0065793D" w:rsidRPr="00B37087" w:rsidRDefault="0065793D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</w:tbl>
    <w:p w:rsidR="004D3F98" w:rsidRPr="00B37087" w:rsidRDefault="004D3F98" w:rsidP="000908B8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8A5653" w:rsidRPr="00B37087" w:rsidRDefault="00B37087" w:rsidP="008A5653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>13</w:t>
      </w:r>
      <w:r>
        <w:rPr>
          <w:rFonts w:cs="B Zar" w:hint="cs"/>
          <w:b/>
          <w:bCs/>
          <w:sz w:val="16"/>
          <w:szCs w:val="16"/>
          <w:rtl/>
          <w:lang w:bidi="fa-IR"/>
        </w:rPr>
        <w:t xml:space="preserve">): </w:t>
      </w:r>
      <w:r w:rsidR="008F4D52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تقدیرنامه هایی که </w:t>
      </w:r>
      <w:r w:rsidR="003464FA" w:rsidRPr="00B37087">
        <w:rPr>
          <w:rFonts w:cs="B Zar" w:hint="cs"/>
          <w:b/>
          <w:bCs/>
          <w:sz w:val="12"/>
          <w:szCs w:val="12"/>
          <w:rtl/>
          <w:lang w:bidi="fa-IR"/>
        </w:rPr>
        <w:t>دانش آموزان</w:t>
      </w:r>
      <w:r w:rsidR="006B2BFA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فعال</w:t>
      </w:r>
      <w:r w:rsidR="003464FA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</w:t>
      </w:r>
      <w:r w:rsidR="008F4D52" w:rsidRPr="00B37087">
        <w:rPr>
          <w:rFonts w:cs="B Zar" w:hint="cs"/>
          <w:b/>
          <w:bCs/>
          <w:sz w:val="12"/>
          <w:szCs w:val="12"/>
          <w:rtl/>
          <w:lang w:bidi="fa-IR"/>
        </w:rPr>
        <w:t>پژوهش</w:t>
      </w:r>
      <w:r w:rsidR="008A5653">
        <w:rPr>
          <w:rFonts w:cs="B Zar" w:hint="cs"/>
          <w:b/>
          <w:bCs/>
          <w:sz w:val="12"/>
          <w:szCs w:val="12"/>
          <w:rtl/>
          <w:lang w:bidi="fa-IR"/>
        </w:rPr>
        <w:t xml:space="preserve"> </w:t>
      </w:r>
      <w:r w:rsidR="008F4D52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سرا </w:t>
      </w:r>
      <w:r w:rsidR="00776D29" w:rsidRPr="00B37087">
        <w:rPr>
          <w:rFonts w:cs="B Zar" w:hint="cs"/>
          <w:b/>
          <w:bCs/>
          <w:sz w:val="12"/>
          <w:szCs w:val="12"/>
          <w:rtl/>
          <w:lang w:bidi="fa-IR"/>
        </w:rPr>
        <w:t>ي دانش آموزي</w:t>
      </w:r>
      <w:r w:rsidR="008F4D52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از طرف آموزش و پرورش در سطح مدیرکل</w:t>
      </w:r>
      <w:r w:rsidR="008A5653">
        <w:rPr>
          <w:rFonts w:cs="B Zar" w:hint="cs"/>
          <w:b/>
          <w:bCs/>
          <w:sz w:val="12"/>
          <w:szCs w:val="12"/>
          <w:rtl/>
          <w:lang w:bidi="fa-IR"/>
        </w:rPr>
        <w:t>(2 امتياز)</w:t>
      </w:r>
      <w:r w:rsidR="008F4D52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و یا رییس یا معاونت  اداره / ناحیه / منطقه</w:t>
      </w:r>
      <w:r w:rsidR="008A5653">
        <w:rPr>
          <w:rFonts w:cs="B Zar" w:hint="cs"/>
          <w:b/>
          <w:bCs/>
          <w:sz w:val="12"/>
          <w:szCs w:val="12"/>
          <w:rtl/>
          <w:lang w:bidi="fa-IR"/>
        </w:rPr>
        <w:t>(1 امتياز</w:t>
      </w:r>
      <w:r w:rsidR="008F4D52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دریافت کرده است</w:t>
      </w:r>
      <w:r w:rsidR="0023601F">
        <w:rPr>
          <w:rFonts w:cs="B Zar" w:hint="cs"/>
          <w:b/>
          <w:bCs/>
          <w:sz w:val="12"/>
          <w:szCs w:val="12"/>
          <w:rtl/>
          <w:lang w:bidi="fa-IR"/>
        </w:rPr>
        <w:t>.</w:t>
      </w:r>
      <w:r w:rsidR="008A5653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8A5653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6251"/>
        <w:gridCol w:w="1273"/>
        <w:gridCol w:w="1273"/>
        <w:gridCol w:w="1754"/>
      </w:tblGrid>
      <w:tr w:rsidR="008F4D52" w:rsidRPr="00B37087" w:rsidTr="00DD360C">
        <w:tc>
          <w:tcPr>
            <w:tcW w:w="6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62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مو ضوع تقدیر نامه</w:t>
            </w:r>
          </w:p>
        </w:tc>
        <w:tc>
          <w:tcPr>
            <w:tcW w:w="127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صادر کننده</w:t>
            </w:r>
          </w:p>
        </w:tc>
        <w:tc>
          <w:tcPr>
            <w:tcW w:w="127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تاریخ </w:t>
            </w:r>
          </w:p>
        </w:tc>
        <w:tc>
          <w:tcPr>
            <w:tcW w:w="175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شماره </w:t>
            </w:r>
          </w:p>
        </w:tc>
      </w:tr>
      <w:tr w:rsidR="008F4D52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54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8F4D52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54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8F4D52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54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8F4D52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54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8F4D52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54" w:type="dxa"/>
            <w:tcBorders>
              <w:left w:val="double" w:sz="4" w:space="0" w:color="auto"/>
              <w:right w:val="double" w:sz="4" w:space="0" w:color="auto"/>
            </w:tcBorders>
          </w:tcPr>
          <w:p w:rsidR="008F4D52" w:rsidRPr="00B37087" w:rsidRDefault="008F4D52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</w:tbl>
    <w:p w:rsidR="008F4D52" w:rsidRPr="00B37087" w:rsidRDefault="008F4D52" w:rsidP="000908B8">
      <w:pPr>
        <w:rPr>
          <w:rFonts w:cs="B Zar"/>
          <w:b/>
          <w:bCs/>
          <w:sz w:val="12"/>
          <w:szCs w:val="12"/>
          <w:rtl/>
          <w:lang w:bidi="fa-IR"/>
        </w:rPr>
      </w:pPr>
    </w:p>
    <w:p w:rsidR="0023601F" w:rsidRPr="00B37087" w:rsidRDefault="00B37087" w:rsidP="0023601F">
      <w:pPr>
        <w:rPr>
          <w:rFonts w:cs="B Zar"/>
          <w:b/>
          <w:bCs/>
          <w:sz w:val="16"/>
          <w:szCs w:val="16"/>
          <w:rtl/>
          <w:lang w:bidi="fa-IR"/>
        </w:rPr>
      </w:pPr>
      <w:r w:rsidRPr="00B37087">
        <w:rPr>
          <w:rFonts w:cs="B Zar" w:hint="cs"/>
          <w:b/>
          <w:bCs/>
          <w:sz w:val="12"/>
          <w:szCs w:val="12"/>
          <w:rtl/>
          <w:lang w:bidi="fa-IR"/>
        </w:rPr>
        <w:t>( جدول شماره</w:t>
      </w:r>
      <w:r w:rsidR="00FD1EA5">
        <w:rPr>
          <w:rFonts w:cs="B Zar" w:hint="cs"/>
          <w:b/>
          <w:bCs/>
          <w:sz w:val="12"/>
          <w:szCs w:val="12"/>
          <w:rtl/>
          <w:lang w:bidi="fa-IR"/>
        </w:rPr>
        <w:t>14</w:t>
      </w:r>
      <w:r w:rsidRPr="00B37087">
        <w:rPr>
          <w:rFonts w:cs="B Zar" w:hint="cs"/>
          <w:b/>
          <w:bCs/>
          <w:sz w:val="12"/>
          <w:szCs w:val="12"/>
          <w:rtl/>
          <w:lang w:bidi="fa-IR"/>
        </w:rPr>
        <w:t>)</w:t>
      </w:r>
      <w:r w:rsidR="00FD1EA5">
        <w:rPr>
          <w:rFonts w:cs="B Zar" w:hint="cs"/>
          <w:b/>
          <w:bCs/>
          <w:sz w:val="12"/>
          <w:szCs w:val="12"/>
          <w:rtl/>
          <w:lang w:bidi="fa-IR"/>
        </w:rPr>
        <w:t xml:space="preserve"> </w:t>
      </w:r>
      <w:r w:rsidRPr="00B37087">
        <w:rPr>
          <w:rFonts w:cs="B Zar" w:hint="cs"/>
          <w:b/>
          <w:bCs/>
          <w:sz w:val="12"/>
          <w:szCs w:val="12"/>
          <w:rtl/>
          <w:lang w:bidi="fa-IR"/>
        </w:rPr>
        <w:t>:</w:t>
      </w:r>
      <w:r w:rsidR="000908B8" w:rsidRPr="00B37087">
        <w:rPr>
          <w:rFonts w:cs="B Zar" w:hint="cs"/>
          <w:b/>
          <w:bCs/>
          <w:sz w:val="12"/>
          <w:szCs w:val="12"/>
          <w:rtl/>
          <w:lang w:bidi="fa-IR"/>
        </w:rPr>
        <w:t>تقدیرنامه هایی که</w:t>
      </w:r>
      <w:r w:rsidR="003464FA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دانش آموزان</w:t>
      </w:r>
      <w:r w:rsidR="000908B8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</w:t>
      </w:r>
      <w:r w:rsidR="006B2BFA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فعال </w:t>
      </w:r>
      <w:r w:rsidR="000908B8" w:rsidRPr="00B37087">
        <w:rPr>
          <w:rFonts w:cs="B Zar" w:hint="cs"/>
          <w:b/>
          <w:bCs/>
          <w:sz w:val="12"/>
          <w:szCs w:val="12"/>
          <w:rtl/>
          <w:lang w:bidi="fa-IR"/>
        </w:rPr>
        <w:t>پژوهش</w:t>
      </w:r>
      <w:r w:rsidR="0023601F">
        <w:rPr>
          <w:rFonts w:cs="B Zar" w:hint="cs"/>
          <w:b/>
          <w:bCs/>
          <w:sz w:val="12"/>
          <w:szCs w:val="12"/>
          <w:rtl/>
          <w:lang w:bidi="fa-IR"/>
        </w:rPr>
        <w:t xml:space="preserve"> </w:t>
      </w:r>
      <w:r w:rsidR="000908B8" w:rsidRPr="00B37087">
        <w:rPr>
          <w:rFonts w:cs="B Zar" w:hint="cs"/>
          <w:b/>
          <w:bCs/>
          <w:sz w:val="12"/>
          <w:szCs w:val="12"/>
          <w:rtl/>
          <w:lang w:bidi="fa-IR"/>
        </w:rPr>
        <w:t>سرا</w:t>
      </w:r>
      <w:r w:rsidR="00776D29" w:rsidRPr="00B37087">
        <w:rPr>
          <w:rFonts w:cs="B Zar" w:hint="cs"/>
          <w:b/>
          <w:bCs/>
          <w:sz w:val="12"/>
          <w:szCs w:val="12"/>
          <w:rtl/>
          <w:lang w:bidi="fa-IR"/>
        </w:rPr>
        <w:t>ي دانش آموزي</w:t>
      </w:r>
      <w:r w:rsidR="000908B8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از مراکز و نهاد های خارج از آموزش و پرورش حداقل در سطح مدیرکل و یا رییس مرکز پژ</w:t>
      </w:r>
      <w:r w:rsidR="008F4D52" w:rsidRPr="00B37087">
        <w:rPr>
          <w:rFonts w:cs="B Zar" w:hint="cs"/>
          <w:b/>
          <w:bCs/>
          <w:sz w:val="12"/>
          <w:szCs w:val="12"/>
          <w:rtl/>
          <w:lang w:bidi="fa-IR"/>
        </w:rPr>
        <w:t>و</w:t>
      </w:r>
      <w:r w:rsidR="000908B8" w:rsidRPr="00B37087">
        <w:rPr>
          <w:rFonts w:cs="B Zar" w:hint="cs"/>
          <w:b/>
          <w:bCs/>
          <w:sz w:val="12"/>
          <w:szCs w:val="12"/>
          <w:rtl/>
          <w:lang w:bidi="fa-IR"/>
        </w:rPr>
        <w:t>هشی دریافت کرده است</w:t>
      </w:r>
      <w:r w:rsidR="00BF36B0" w:rsidRPr="00B37087">
        <w:rPr>
          <w:rFonts w:cs="B Zar" w:hint="cs"/>
          <w:b/>
          <w:bCs/>
          <w:sz w:val="12"/>
          <w:szCs w:val="12"/>
          <w:rtl/>
          <w:lang w:bidi="fa-IR"/>
        </w:rPr>
        <w:t>(هر  مورد 4 امتياز</w:t>
      </w:r>
      <w:r w:rsidR="0023601F">
        <w:rPr>
          <w:rFonts w:cs="B Zar" w:hint="cs"/>
          <w:b/>
          <w:bCs/>
          <w:sz w:val="12"/>
          <w:szCs w:val="12"/>
          <w:rtl/>
          <w:lang w:bidi="fa-IR"/>
        </w:rPr>
        <w:t>)</w:t>
      </w:r>
      <w:r w:rsidR="0023601F" w:rsidRPr="0023601F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23601F" w:rsidRPr="0023601F">
        <w:rPr>
          <w:rFonts w:cs="B Zar" w:hint="cs"/>
          <w:b/>
          <w:bCs/>
          <w:sz w:val="14"/>
          <w:szCs w:val="14"/>
          <w:rtl/>
          <w:lang w:bidi="fa-IR"/>
        </w:rPr>
        <w:t>سا ل تحصيلي 93-92 و 94-93</w:t>
      </w:r>
    </w:p>
    <w:tbl>
      <w:tblPr>
        <w:bidiVisual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6251"/>
        <w:gridCol w:w="1273"/>
        <w:gridCol w:w="1273"/>
        <w:gridCol w:w="1754"/>
      </w:tblGrid>
      <w:tr w:rsidR="001E63A6" w:rsidRPr="00B37087" w:rsidTr="00DD360C">
        <w:tc>
          <w:tcPr>
            <w:tcW w:w="6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62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مو ضوع تقدیر نامه</w:t>
            </w:r>
          </w:p>
        </w:tc>
        <w:tc>
          <w:tcPr>
            <w:tcW w:w="127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نهاد صادر کننده</w:t>
            </w:r>
          </w:p>
        </w:tc>
        <w:tc>
          <w:tcPr>
            <w:tcW w:w="127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تاریخ </w:t>
            </w:r>
          </w:p>
        </w:tc>
        <w:tc>
          <w:tcPr>
            <w:tcW w:w="175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شماره </w:t>
            </w:r>
          </w:p>
        </w:tc>
      </w:tr>
      <w:tr w:rsidR="001E63A6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54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1E63A6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54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1E63A6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54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1E63A6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54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1E63A6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3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54" w:type="dxa"/>
            <w:tcBorders>
              <w:left w:val="double" w:sz="4" w:space="0" w:color="auto"/>
              <w:right w:val="double" w:sz="4" w:space="0" w:color="auto"/>
            </w:tcBorders>
          </w:tcPr>
          <w:p w:rsidR="001E63A6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</w:tbl>
    <w:p w:rsidR="000908B8" w:rsidRPr="00B37087" w:rsidRDefault="000908B8" w:rsidP="00B37087">
      <w:pPr>
        <w:ind w:left="-142" w:firstLine="142"/>
        <w:rPr>
          <w:rFonts w:cs="B Zar"/>
          <w:b/>
          <w:bCs/>
          <w:sz w:val="16"/>
          <w:szCs w:val="16"/>
          <w:rtl/>
          <w:lang w:bidi="fa-IR"/>
        </w:rPr>
      </w:pPr>
    </w:p>
    <w:p w:rsidR="008A63C5" w:rsidRPr="00B37087" w:rsidRDefault="00B37087" w:rsidP="008A63C5">
      <w:pPr>
        <w:rPr>
          <w:rFonts w:cs="B Zar"/>
          <w:b/>
          <w:bCs/>
          <w:sz w:val="16"/>
          <w:szCs w:val="16"/>
          <w:rtl/>
          <w:lang w:bidi="fa-IR"/>
        </w:rPr>
      </w:pPr>
      <w:r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( جدول شماره </w:t>
      </w:r>
      <w:r w:rsidR="00FD1EA5">
        <w:rPr>
          <w:rFonts w:cs="B Zar" w:hint="cs"/>
          <w:b/>
          <w:bCs/>
          <w:sz w:val="12"/>
          <w:szCs w:val="12"/>
          <w:rtl/>
          <w:lang w:bidi="fa-IR"/>
        </w:rPr>
        <w:t>15</w:t>
      </w:r>
      <w:r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): </w:t>
      </w:r>
      <w:r w:rsidR="005A740F" w:rsidRPr="00B37087">
        <w:rPr>
          <w:rFonts w:cs="B Zar" w:hint="cs"/>
          <w:b/>
          <w:bCs/>
          <w:sz w:val="12"/>
          <w:szCs w:val="12"/>
          <w:rtl/>
          <w:lang w:bidi="fa-IR"/>
        </w:rPr>
        <w:t>مقالات</w:t>
      </w:r>
      <w:r w:rsidR="005A740F" w:rsidRPr="00B37087">
        <w:rPr>
          <w:rFonts w:cs="B Zar" w:hint="cs"/>
          <w:b/>
          <w:bCs/>
          <w:sz w:val="14"/>
          <w:szCs w:val="14"/>
          <w:rtl/>
          <w:lang w:bidi="fa-IR"/>
        </w:rPr>
        <w:t xml:space="preserve"> چاپ شده </w:t>
      </w:r>
      <w:r w:rsidR="003464FA" w:rsidRPr="00B37087">
        <w:rPr>
          <w:rFonts w:cs="B Zar" w:hint="cs"/>
          <w:b/>
          <w:bCs/>
          <w:sz w:val="14"/>
          <w:szCs w:val="14"/>
          <w:rtl/>
          <w:lang w:bidi="fa-IR"/>
        </w:rPr>
        <w:t>دانش آموزان</w:t>
      </w:r>
      <w:r w:rsidR="006B2BFA" w:rsidRPr="00B37087">
        <w:rPr>
          <w:rFonts w:cs="B Zar" w:hint="cs"/>
          <w:b/>
          <w:bCs/>
          <w:sz w:val="14"/>
          <w:szCs w:val="14"/>
          <w:rtl/>
          <w:lang w:bidi="fa-IR"/>
        </w:rPr>
        <w:t xml:space="preserve"> فعال</w:t>
      </w:r>
      <w:r w:rsidR="003464FA" w:rsidRPr="00B37087">
        <w:rPr>
          <w:rFonts w:cs="B Zar" w:hint="cs"/>
          <w:b/>
          <w:bCs/>
          <w:sz w:val="14"/>
          <w:szCs w:val="14"/>
          <w:rtl/>
          <w:lang w:bidi="fa-IR"/>
        </w:rPr>
        <w:t xml:space="preserve"> </w:t>
      </w:r>
      <w:r w:rsidR="005A740F" w:rsidRPr="00B37087">
        <w:rPr>
          <w:rFonts w:cs="B Zar" w:hint="cs"/>
          <w:b/>
          <w:bCs/>
          <w:sz w:val="14"/>
          <w:szCs w:val="14"/>
          <w:rtl/>
          <w:lang w:bidi="fa-IR"/>
        </w:rPr>
        <w:t>پژوهش</w:t>
      </w:r>
      <w:r w:rsidR="008A63C5">
        <w:rPr>
          <w:rFonts w:cs="B Zar" w:hint="cs"/>
          <w:b/>
          <w:bCs/>
          <w:sz w:val="14"/>
          <w:szCs w:val="14"/>
          <w:rtl/>
          <w:lang w:bidi="fa-IR"/>
        </w:rPr>
        <w:t xml:space="preserve"> </w:t>
      </w:r>
      <w:r w:rsidR="005A740F" w:rsidRPr="00B37087">
        <w:rPr>
          <w:rFonts w:cs="B Zar" w:hint="cs"/>
          <w:b/>
          <w:bCs/>
          <w:sz w:val="14"/>
          <w:szCs w:val="14"/>
          <w:rtl/>
          <w:lang w:bidi="fa-IR"/>
        </w:rPr>
        <w:t>سرا</w:t>
      </w:r>
      <w:r w:rsidR="00776D29" w:rsidRPr="00B37087">
        <w:rPr>
          <w:rFonts w:cs="B Zar" w:hint="cs"/>
          <w:b/>
          <w:bCs/>
          <w:sz w:val="14"/>
          <w:szCs w:val="14"/>
          <w:rtl/>
          <w:lang w:bidi="fa-IR"/>
        </w:rPr>
        <w:t>ي دانش آموزي</w:t>
      </w:r>
      <w:r w:rsidR="005A740F" w:rsidRPr="00B37087">
        <w:rPr>
          <w:rFonts w:cs="B Zar" w:hint="cs"/>
          <w:b/>
          <w:bCs/>
          <w:sz w:val="14"/>
          <w:szCs w:val="14"/>
          <w:rtl/>
          <w:lang w:bidi="fa-IR"/>
        </w:rPr>
        <w:t xml:space="preserve"> در محافل علمی (مجلات، روزنامه ها و ...)</w:t>
      </w:r>
      <w:r w:rsidR="00E3291C" w:rsidRPr="00B37087">
        <w:rPr>
          <w:rFonts w:cs="B Zar" w:hint="cs"/>
          <w:b/>
          <w:bCs/>
          <w:sz w:val="14"/>
          <w:szCs w:val="14"/>
          <w:rtl/>
          <w:lang w:bidi="fa-IR"/>
        </w:rPr>
        <w:t xml:space="preserve"> (هر  مورد </w:t>
      </w:r>
      <w:r w:rsidR="00F4014C" w:rsidRPr="00B37087">
        <w:rPr>
          <w:rFonts w:cs="B Zar" w:hint="cs"/>
          <w:b/>
          <w:bCs/>
          <w:sz w:val="14"/>
          <w:szCs w:val="14"/>
          <w:rtl/>
          <w:lang w:bidi="fa-IR"/>
        </w:rPr>
        <w:t xml:space="preserve">بين المللي8 ، ملي علمي پژوهشي 5 و علمي ترويجي3 امتياز </w:t>
      </w:r>
      <w:r w:rsidR="008A63C5">
        <w:rPr>
          <w:rFonts w:cs="B Zar" w:hint="cs"/>
          <w:b/>
          <w:bCs/>
          <w:sz w:val="14"/>
          <w:szCs w:val="14"/>
          <w:rtl/>
          <w:lang w:bidi="fa-IR"/>
        </w:rPr>
        <w:t>)</w:t>
      </w:r>
      <w:r w:rsidR="008A63C5" w:rsidRPr="008A63C5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8A63C5" w:rsidRPr="008A63C5">
        <w:rPr>
          <w:rFonts w:cs="B Zar" w:hint="cs"/>
          <w:b/>
          <w:bCs/>
          <w:sz w:val="12"/>
          <w:szCs w:val="12"/>
          <w:rtl/>
          <w:lang w:bidi="fa-IR"/>
        </w:rPr>
        <w:t>سا ل تحصيلي 93-92 و 94-93</w:t>
      </w:r>
    </w:p>
    <w:p w:rsidR="000908B8" w:rsidRPr="00B37087" w:rsidRDefault="000908B8" w:rsidP="008A63C5">
      <w:pPr>
        <w:rPr>
          <w:rFonts w:cs="B Zar"/>
          <w:b/>
          <w:bCs/>
          <w:sz w:val="14"/>
          <w:szCs w:val="14"/>
          <w:rtl/>
          <w:lang w:bidi="fa-IR"/>
        </w:rPr>
      </w:pPr>
    </w:p>
    <w:tbl>
      <w:tblPr>
        <w:bidiVisual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6275"/>
        <w:gridCol w:w="2552"/>
        <w:gridCol w:w="1724"/>
      </w:tblGrid>
      <w:tr w:rsidR="005A740F" w:rsidRPr="00B37087" w:rsidTr="00DD360C">
        <w:tc>
          <w:tcPr>
            <w:tcW w:w="6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627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مجله / روزنامه / نشریه</w:t>
            </w:r>
          </w:p>
        </w:tc>
        <w:tc>
          <w:tcPr>
            <w:tcW w:w="172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تاریخ چاپ</w:t>
            </w:r>
          </w:p>
        </w:tc>
      </w:tr>
      <w:tr w:rsidR="005A740F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5A740F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5A740F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5A740F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5A740F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5A740F" w:rsidRPr="00B37087" w:rsidRDefault="005A740F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</w:tbl>
    <w:p w:rsidR="00002B45" w:rsidRPr="00B37087" w:rsidRDefault="00694CDE" w:rsidP="00002B45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B37087">
        <w:rPr>
          <w:rFonts w:cs="B Zar" w:hint="cs"/>
          <w:b/>
          <w:bCs/>
          <w:sz w:val="16"/>
          <w:szCs w:val="16"/>
          <w:rtl/>
          <w:lang w:bidi="fa-IR"/>
        </w:rPr>
        <w:t>( جدول شماره 1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>6</w:t>
      </w:r>
      <w:r w:rsidR="00B37087">
        <w:rPr>
          <w:rFonts w:cs="B Zar" w:hint="cs"/>
          <w:b/>
          <w:bCs/>
          <w:sz w:val="16"/>
          <w:szCs w:val="16"/>
          <w:rtl/>
          <w:lang w:bidi="fa-IR"/>
        </w:rPr>
        <w:t xml:space="preserve">): </w:t>
      </w:r>
      <w:r w:rsidR="005A740F" w:rsidRPr="00B37087">
        <w:rPr>
          <w:rFonts w:cs="B Zar" w:hint="cs"/>
          <w:b/>
          <w:bCs/>
          <w:sz w:val="16"/>
          <w:szCs w:val="16"/>
          <w:rtl/>
          <w:lang w:bidi="fa-IR"/>
        </w:rPr>
        <w:t>پوسترهای چاپ شده توسط پژوهش</w:t>
      </w:r>
      <w:r w:rsidR="00E73B37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5A740F" w:rsidRPr="00B37087">
        <w:rPr>
          <w:rFonts w:cs="B Zar" w:hint="cs"/>
          <w:b/>
          <w:bCs/>
          <w:sz w:val="16"/>
          <w:szCs w:val="16"/>
          <w:rtl/>
          <w:lang w:bidi="fa-IR"/>
        </w:rPr>
        <w:t>سرا</w:t>
      </w:r>
      <w:r w:rsidR="00776D29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ي دانش آموزي 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(هر  مورد </w:t>
      </w:r>
      <w:r w:rsidR="00FC0C87" w:rsidRPr="00B37087">
        <w:rPr>
          <w:rFonts w:cs="B Zar" w:hint="cs"/>
          <w:b/>
          <w:bCs/>
          <w:sz w:val="16"/>
          <w:szCs w:val="16"/>
          <w:rtl/>
          <w:lang w:bidi="fa-IR"/>
        </w:rPr>
        <w:t>3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امتياز</w:t>
      </w:r>
      <w:r w:rsidR="00002B45">
        <w:rPr>
          <w:rFonts w:cs="B Zar" w:hint="cs"/>
          <w:b/>
          <w:bCs/>
          <w:sz w:val="16"/>
          <w:szCs w:val="16"/>
          <w:rtl/>
          <w:lang w:bidi="fa-IR"/>
        </w:rPr>
        <w:t>)</w:t>
      </w:r>
      <w:r w:rsidR="00002B45" w:rsidRPr="00002B45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002B45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002B45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4999"/>
        <w:gridCol w:w="1701"/>
        <w:gridCol w:w="1418"/>
        <w:gridCol w:w="2433"/>
      </w:tblGrid>
      <w:tr w:rsidR="002200D6" w:rsidRPr="00B37087" w:rsidTr="00DD360C">
        <w:tc>
          <w:tcPr>
            <w:tcW w:w="6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200D6" w:rsidRPr="00B37087" w:rsidRDefault="002200D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499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200D6" w:rsidRPr="00B37087" w:rsidRDefault="002200D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200D6" w:rsidRPr="00B37087" w:rsidRDefault="002200D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تاریخ چاپ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200D6" w:rsidRPr="00B37087" w:rsidRDefault="002200D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تيراژ</w:t>
            </w:r>
          </w:p>
        </w:tc>
        <w:tc>
          <w:tcPr>
            <w:tcW w:w="243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200D6" w:rsidRPr="00B37087" w:rsidRDefault="002200D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مكان توزيع</w:t>
            </w:r>
          </w:p>
        </w:tc>
      </w:tr>
      <w:tr w:rsidR="002200D6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694CDE" w:rsidRDefault="002200D6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49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2200D6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694CDE" w:rsidRDefault="002200D6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49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2200D6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694CDE" w:rsidRDefault="002200D6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49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2200D6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694CDE" w:rsidRDefault="002200D6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49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2200D6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694CDE" w:rsidRDefault="002200D6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49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FB5AA1" w:rsidRPr="00B37087" w:rsidRDefault="00FB5AA1" w:rsidP="00704AEC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002B45" w:rsidRPr="00B37087" w:rsidRDefault="00B37087" w:rsidP="00002B45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>( جدول شماره 1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>7</w:t>
      </w:r>
      <w:r>
        <w:rPr>
          <w:rFonts w:cs="B Zar" w:hint="cs"/>
          <w:b/>
          <w:bCs/>
          <w:sz w:val="16"/>
          <w:szCs w:val="16"/>
          <w:rtl/>
          <w:lang w:bidi="fa-IR"/>
        </w:rPr>
        <w:t xml:space="preserve">): </w:t>
      </w:r>
      <w:r w:rsidR="003B30A1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جلسات </w:t>
      </w:r>
      <w:r w:rsidR="00116ABC">
        <w:rPr>
          <w:rFonts w:cs="B Zar" w:hint="cs"/>
          <w:b/>
          <w:bCs/>
          <w:sz w:val="16"/>
          <w:szCs w:val="16"/>
          <w:rtl/>
          <w:lang w:bidi="fa-IR"/>
        </w:rPr>
        <w:t xml:space="preserve">برگزار شده </w:t>
      </w:r>
      <w:r w:rsidR="003B30A1" w:rsidRPr="00B37087">
        <w:rPr>
          <w:rFonts w:cs="B Zar" w:hint="cs"/>
          <w:b/>
          <w:bCs/>
          <w:sz w:val="16"/>
          <w:szCs w:val="16"/>
          <w:rtl/>
          <w:lang w:bidi="fa-IR"/>
        </w:rPr>
        <w:t>مدیران</w:t>
      </w:r>
      <w:r w:rsidR="00FC0C87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واحد هاي </w:t>
      </w:r>
      <w:r w:rsidR="00486C2A" w:rsidRPr="00B37087">
        <w:rPr>
          <w:rFonts w:cs="B Zar" w:hint="cs"/>
          <w:b/>
          <w:bCs/>
          <w:sz w:val="16"/>
          <w:szCs w:val="16"/>
          <w:rtl/>
          <w:lang w:bidi="fa-IR"/>
        </w:rPr>
        <w:t>آموزشي</w:t>
      </w:r>
      <w:r w:rsidR="003B30A1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و سرگروه های درسی در پژوهش</w:t>
      </w:r>
      <w:r w:rsidR="00E73B37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س</w:t>
      </w:r>
      <w:r w:rsidR="003B30A1" w:rsidRPr="00B37087">
        <w:rPr>
          <w:rFonts w:cs="B Zar" w:hint="cs"/>
          <w:b/>
          <w:bCs/>
          <w:sz w:val="16"/>
          <w:szCs w:val="16"/>
          <w:rtl/>
          <w:lang w:bidi="fa-IR"/>
        </w:rPr>
        <w:t>را</w:t>
      </w:r>
      <w:r w:rsidR="00776D29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ي دانش آموزي 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>(هر  مورد 5 امتياز)</w:t>
      </w:r>
      <w:r w:rsidR="00FC0C87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002B45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002B45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8827"/>
        <w:gridCol w:w="1724"/>
      </w:tblGrid>
      <w:tr w:rsidR="003B30A1" w:rsidRPr="00B37087" w:rsidTr="00DD360C">
        <w:tc>
          <w:tcPr>
            <w:tcW w:w="6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B30A1" w:rsidRPr="00B37087" w:rsidRDefault="003B30A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88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B30A1" w:rsidRPr="00B37087" w:rsidRDefault="001E63A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 جلسه مدیران / سرگروه درسی</w:t>
            </w:r>
          </w:p>
        </w:tc>
        <w:tc>
          <w:tcPr>
            <w:tcW w:w="172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B30A1" w:rsidRPr="00B37087" w:rsidRDefault="003B30A1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تاریخ جلسه</w:t>
            </w:r>
          </w:p>
        </w:tc>
      </w:tr>
      <w:tr w:rsidR="003B30A1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3B30A1" w:rsidRPr="00694CDE" w:rsidRDefault="003B30A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88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B30A1" w:rsidRPr="00B37087" w:rsidRDefault="003B30A1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3B30A1" w:rsidRPr="00B37087" w:rsidRDefault="003B30A1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B30A1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3B30A1" w:rsidRPr="00694CDE" w:rsidRDefault="003B30A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88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B30A1" w:rsidRPr="00B37087" w:rsidRDefault="003B30A1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3B30A1" w:rsidRPr="00B37087" w:rsidRDefault="003B30A1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B30A1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3B30A1" w:rsidRPr="00694CDE" w:rsidRDefault="003B30A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88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B30A1" w:rsidRPr="00B37087" w:rsidRDefault="003B30A1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3B30A1" w:rsidRPr="00B37087" w:rsidRDefault="003B30A1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B30A1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3B30A1" w:rsidRPr="00694CDE" w:rsidRDefault="003B30A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88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B30A1" w:rsidRPr="00B37087" w:rsidRDefault="003B30A1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3B30A1" w:rsidRPr="00B37087" w:rsidRDefault="003B30A1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B30A1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3B30A1" w:rsidRPr="00694CDE" w:rsidRDefault="003B30A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88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B30A1" w:rsidRPr="00B37087" w:rsidRDefault="003B30A1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3B30A1" w:rsidRPr="00B37087" w:rsidRDefault="003B30A1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FD0088" w:rsidRPr="00B37087" w:rsidRDefault="00FD0088" w:rsidP="001764AD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BD4CE6" w:rsidRDefault="00BD4CE6" w:rsidP="00116ABC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116ABC" w:rsidRPr="00B37087" w:rsidRDefault="00FD1EA5" w:rsidP="00116ABC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lastRenderedPageBreak/>
        <w:t xml:space="preserve">( جدول شماره 18): </w:t>
      </w:r>
      <w:r w:rsidR="003B30A1" w:rsidRPr="00B37087">
        <w:rPr>
          <w:rFonts w:cs="B Zar" w:hint="cs"/>
          <w:b/>
          <w:bCs/>
          <w:sz w:val="16"/>
          <w:szCs w:val="16"/>
          <w:rtl/>
          <w:lang w:bidi="fa-IR"/>
        </w:rPr>
        <w:t>برگزاری نمایشگاه در پژوهش</w:t>
      </w:r>
      <w:r w:rsidR="00E73B37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3B30A1" w:rsidRPr="00B37087">
        <w:rPr>
          <w:rFonts w:cs="B Zar" w:hint="cs"/>
          <w:b/>
          <w:bCs/>
          <w:sz w:val="16"/>
          <w:szCs w:val="16"/>
          <w:rtl/>
          <w:lang w:bidi="fa-IR"/>
        </w:rPr>
        <w:t>سرا</w:t>
      </w:r>
      <w:r w:rsidR="00776D29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ي دانش آموزي 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>(هر  مورد 5 امتياز</w:t>
      </w:r>
      <w:r w:rsidR="00116ABC">
        <w:rPr>
          <w:rFonts w:cs="B Zar" w:hint="cs"/>
          <w:b/>
          <w:bCs/>
          <w:sz w:val="16"/>
          <w:szCs w:val="16"/>
          <w:rtl/>
          <w:lang w:bidi="fa-IR"/>
        </w:rPr>
        <w:t>)</w:t>
      </w:r>
      <w:r w:rsidR="00116ABC" w:rsidRPr="00116ABC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116AB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116ABC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2448"/>
        <w:gridCol w:w="5103"/>
        <w:gridCol w:w="1276"/>
        <w:gridCol w:w="1724"/>
      </w:tblGrid>
      <w:tr w:rsidR="002200D6" w:rsidRPr="00B37087" w:rsidTr="00DD360C">
        <w:tc>
          <w:tcPr>
            <w:tcW w:w="6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200D6" w:rsidRPr="00B37087" w:rsidRDefault="002200D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200D6" w:rsidRPr="00B37087" w:rsidRDefault="002200D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 نمایشگاه</w:t>
            </w:r>
          </w:p>
        </w:tc>
        <w:tc>
          <w:tcPr>
            <w:tcW w:w="51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200D6" w:rsidRPr="00B37087" w:rsidRDefault="002200D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موضوعات نمایشگاه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200D6" w:rsidRPr="00B37087" w:rsidRDefault="002200D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مجري نمايشگاه</w:t>
            </w:r>
          </w:p>
        </w:tc>
        <w:tc>
          <w:tcPr>
            <w:tcW w:w="172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200D6" w:rsidRPr="00B37087" w:rsidRDefault="002200D6" w:rsidP="00B37087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تاریخ بر گزاری</w:t>
            </w:r>
          </w:p>
        </w:tc>
      </w:tr>
      <w:tr w:rsidR="002200D6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694CDE" w:rsidRDefault="002200D6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2200D6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694CDE" w:rsidRDefault="002200D6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2200D6" w:rsidRPr="00B37087" w:rsidTr="00DD360C">
        <w:tc>
          <w:tcPr>
            <w:tcW w:w="61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694CDE" w:rsidRDefault="002200D6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2200D6" w:rsidRPr="00B37087" w:rsidRDefault="002200D6" w:rsidP="003B30A1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E215B9" w:rsidRPr="00B37087" w:rsidRDefault="00FD1EA5" w:rsidP="00E215B9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19): </w:t>
      </w:r>
      <w:r w:rsidR="00755061" w:rsidRPr="00B37087">
        <w:rPr>
          <w:rFonts w:cs="B Zar" w:hint="cs"/>
          <w:b/>
          <w:bCs/>
          <w:sz w:val="16"/>
          <w:szCs w:val="16"/>
          <w:rtl/>
          <w:lang w:bidi="fa-IR"/>
        </w:rPr>
        <w:t>شرکت</w:t>
      </w:r>
      <w:r w:rsidR="003464FA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دانش آموزان</w:t>
      </w:r>
      <w:r w:rsidR="006B2BFA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فعال</w:t>
      </w:r>
      <w:r w:rsidR="00755061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پژوهش</w:t>
      </w:r>
      <w:r w:rsidR="00E215B9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755061" w:rsidRPr="00B37087">
        <w:rPr>
          <w:rFonts w:cs="B Zar" w:hint="cs"/>
          <w:b/>
          <w:bCs/>
          <w:sz w:val="16"/>
          <w:szCs w:val="16"/>
          <w:rtl/>
          <w:lang w:bidi="fa-IR"/>
        </w:rPr>
        <w:t>سرا</w:t>
      </w:r>
      <w:r w:rsidR="00776D29" w:rsidRPr="00B37087">
        <w:rPr>
          <w:rFonts w:cs="B Zar" w:hint="cs"/>
          <w:b/>
          <w:bCs/>
          <w:sz w:val="16"/>
          <w:szCs w:val="16"/>
          <w:rtl/>
          <w:lang w:bidi="fa-IR"/>
        </w:rPr>
        <w:t>ي دانش آموزي</w:t>
      </w:r>
      <w:r w:rsidR="00755061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در همایش هاو کنفرانس های</w:t>
      </w:r>
      <w:r w:rsidR="00566208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ملي و</w:t>
      </w:r>
      <w:r w:rsidR="00755061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بین المللی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(هر  مورد </w:t>
      </w:r>
      <w:r w:rsidR="00C01A8A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بين المللي8 و ملي 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>5 امتياز</w:t>
      </w:r>
      <w:r w:rsidR="00486C2A" w:rsidRPr="00B37087">
        <w:rPr>
          <w:rFonts w:cs="B Zar" w:hint="cs"/>
          <w:b/>
          <w:bCs/>
          <w:sz w:val="16"/>
          <w:szCs w:val="16"/>
          <w:rtl/>
          <w:lang w:bidi="fa-IR"/>
        </w:rPr>
        <w:t>)</w:t>
      </w:r>
      <w:r w:rsidR="004C3AE3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E215B9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E215B9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7"/>
        <w:gridCol w:w="5962"/>
        <w:gridCol w:w="949"/>
        <w:gridCol w:w="965"/>
        <w:gridCol w:w="1101"/>
        <w:gridCol w:w="1580"/>
      </w:tblGrid>
      <w:tr w:rsidR="00566208" w:rsidRPr="00B37087" w:rsidTr="00DD360C">
        <w:trPr>
          <w:trHeight w:val="687"/>
        </w:trPr>
        <w:tc>
          <w:tcPr>
            <w:tcW w:w="60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66208" w:rsidRPr="00B37087" w:rsidRDefault="00566208" w:rsidP="00572CCC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596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66208" w:rsidRPr="00B37087" w:rsidRDefault="00566208" w:rsidP="00755061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sz w:val="16"/>
                <w:szCs w:val="16"/>
                <w:rtl/>
                <w:lang w:bidi="fa-IR"/>
              </w:rPr>
              <w:t>موضوع همایش / کنفرانس</w:t>
            </w:r>
          </w:p>
        </w:tc>
        <w:tc>
          <w:tcPr>
            <w:tcW w:w="94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66208" w:rsidRPr="00B37087" w:rsidRDefault="00566208" w:rsidP="00572CCC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sz w:val="16"/>
                <w:szCs w:val="16"/>
                <w:rtl/>
                <w:lang w:bidi="fa-IR"/>
              </w:rPr>
              <w:t>تعداد دانش آموزان شركت كننده</w:t>
            </w:r>
          </w:p>
        </w:tc>
        <w:tc>
          <w:tcPr>
            <w:tcW w:w="96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66208" w:rsidRPr="00B37087" w:rsidRDefault="00566208" w:rsidP="00572CCC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sz w:val="16"/>
                <w:szCs w:val="16"/>
                <w:rtl/>
                <w:lang w:bidi="fa-IR"/>
              </w:rPr>
              <w:t>کشور</w:t>
            </w:r>
          </w:p>
        </w:tc>
        <w:tc>
          <w:tcPr>
            <w:tcW w:w="11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66208" w:rsidRPr="00B37087" w:rsidRDefault="00566208" w:rsidP="00572CCC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sz w:val="16"/>
                <w:szCs w:val="16"/>
                <w:rtl/>
                <w:lang w:bidi="fa-IR"/>
              </w:rPr>
              <w:t>تاریخ بر گزاری</w:t>
            </w:r>
          </w:p>
        </w:tc>
        <w:tc>
          <w:tcPr>
            <w:tcW w:w="15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66208" w:rsidRPr="00B37087" w:rsidRDefault="00566208" w:rsidP="00572CCC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Zar" w:hint="cs"/>
                <w:sz w:val="16"/>
                <w:szCs w:val="16"/>
                <w:rtl/>
                <w:lang w:bidi="fa-IR"/>
              </w:rPr>
              <w:t>با ارائه مقاله/ بدون ارائه مقاله</w:t>
            </w:r>
          </w:p>
        </w:tc>
      </w:tr>
      <w:tr w:rsidR="00566208" w:rsidRPr="00B37087" w:rsidTr="00DD360C">
        <w:tc>
          <w:tcPr>
            <w:tcW w:w="607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694CDE" w:rsidRDefault="00566208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96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949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965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80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</w:tr>
      <w:tr w:rsidR="00566208" w:rsidRPr="00B37087" w:rsidTr="00DD360C">
        <w:tc>
          <w:tcPr>
            <w:tcW w:w="607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694CDE" w:rsidRDefault="00566208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96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949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965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80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</w:tr>
      <w:tr w:rsidR="00566208" w:rsidRPr="00B37087" w:rsidTr="00DD360C">
        <w:tc>
          <w:tcPr>
            <w:tcW w:w="607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694CDE" w:rsidRDefault="00566208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96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949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965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80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</w:tr>
      <w:tr w:rsidR="00566208" w:rsidRPr="00B37087" w:rsidTr="00DD360C">
        <w:tc>
          <w:tcPr>
            <w:tcW w:w="607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694CDE" w:rsidRDefault="00566208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96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949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965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80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</w:tr>
      <w:tr w:rsidR="00566208" w:rsidRPr="00B37087" w:rsidTr="00DD360C">
        <w:tc>
          <w:tcPr>
            <w:tcW w:w="607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694CDE" w:rsidRDefault="00566208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596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949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965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1101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80" w:type="dxa"/>
            <w:tcBorders>
              <w:left w:val="double" w:sz="4" w:space="0" w:color="auto"/>
              <w:right w:val="double" w:sz="4" w:space="0" w:color="auto"/>
            </w:tcBorders>
          </w:tcPr>
          <w:p w:rsidR="00566208" w:rsidRPr="00B37087" w:rsidRDefault="00566208" w:rsidP="00572CCC">
            <w:pPr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</w:tr>
    </w:tbl>
    <w:p w:rsidR="00E215B9" w:rsidRPr="00B37087" w:rsidRDefault="00694CDE" w:rsidP="00E215B9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FD1EA5"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شماره20): </w:t>
      </w:r>
      <w:r w:rsidR="00755061" w:rsidRPr="00B37087">
        <w:rPr>
          <w:rFonts w:cs="B Zar" w:hint="cs"/>
          <w:b/>
          <w:bCs/>
          <w:sz w:val="16"/>
          <w:szCs w:val="16"/>
          <w:rtl/>
          <w:lang w:bidi="fa-IR"/>
        </w:rPr>
        <w:t>مجری برگزاری</w:t>
      </w:r>
      <w:r w:rsidR="00F12AE1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دوره ،</w:t>
      </w:r>
      <w:r w:rsidR="00755061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مسابق</w:t>
      </w:r>
      <w:r w:rsidR="00F12AE1" w:rsidRPr="00B37087">
        <w:rPr>
          <w:rFonts w:cs="B Zar" w:hint="cs"/>
          <w:b/>
          <w:bCs/>
          <w:sz w:val="16"/>
          <w:szCs w:val="16"/>
          <w:rtl/>
          <w:lang w:bidi="fa-IR"/>
        </w:rPr>
        <w:t>ه</w:t>
      </w:r>
      <w:r w:rsidR="00755061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و جشنواره های ناحیه ای / منطقه ای /  استانی و کشوری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(هر  </w:t>
      </w:r>
      <w:r w:rsidR="00C01A8A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مورد كشوري 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>5</w:t>
      </w:r>
      <w:r w:rsidR="00C01A8A" w:rsidRPr="00B37087">
        <w:rPr>
          <w:rFonts w:cs="B Zar" w:hint="cs"/>
          <w:b/>
          <w:bCs/>
          <w:sz w:val="16"/>
          <w:szCs w:val="16"/>
          <w:rtl/>
          <w:lang w:bidi="fa-IR"/>
        </w:rPr>
        <w:t>، استاني3</w:t>
      </w:r>
      <w:r w:rsidR="00FE7FBB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و منطقه اي 1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امتياز</w:t>
      </w:r>
      <w:r w:rsidR="00E215B9">
        <w:rPr>
          <w:rFonts w:cs="B Zar" w:hint="cs"/>
          <w:b/>
          <w:bCs/>
          <w:sz w:val="16"/>
          <w:szCs w:val="16"/>
          <w:rtl/>
          <w:lang w:bidi="fa-IR"/>
        </w:rPr>
        <w:t>)</w:t>
      </w:r>
      <w:r w:rsidR="00E215B9" w:rsidRPr="00E215B9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E215B9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E215B9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"/>
        <w:gridCol w:w="5857"/>
        <w:gridCol w:w="992"/>
        <w:gridCol w:w="851"/>
        <w:gridCol w:w="1298"/>
        <w:gridCol w:w="1560"/>
      </w:tblGrid>
      <w:tr w:rsidR="00755061" w:rsidRPr="00B37087" w:rsidTr="00DD360C">
        <w:tc>
          <w:tcPr>
            <w:tcW w:w="6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55061" w:rsidRPr="00B37087" w:rsidRDefault="00755061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585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55061" w:rsidRPr="00B37087" w:rsidRDefault="00755061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موضوع مسابقه / جشنواره</w:t>
            </w:r>
            <w:r w:rsidR="006B2BFA" w:rsidRPr="00B37087">
              <w:rPr>
                <w:rFonts w:cs="B Titr" w:hint="cs"/>
                <w:sz w:val="16"/>
                <w:szCs w:val="16"/>
                <w:rtl/>
                <w:lang w:bidi="fa-IR"/>
              </w:rPr>
              <w:t>/ دوره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55061" w:rsidRPr="00B37087" w:rsidRDefault="00755061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کشوری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55061" w:rsidRPr="00B37087" w:rsidRDefault="00755061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استانی</w:t>
            </w:r>
          </w:p>
        </w:tc>
        <w:tc>
          <w:tcPr>
            <w:tcW w:w="12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55061" w:rsidRPr="00B37087" w:rsidRDefault="00755061" w:rsidP="00486C2A">
            <w:pPr>
              <w:tabs>
                <w:tab w:val="left" w:pos="406"/>
              </w:tabs>
              <w:rPr>
                <w:rFonts w:cs="B Titr"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Titr" w:hint="cs"/>
                <w:sz w:val="12"/>
                <w:szCs w:val="12"/>
                <w:rtl/>
                <w:lang w:bidi="fa-IR"/>
              </w:rPr>
              <w:t>ناحیه ای / منطقه ای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55061" w:rsidRPr="00B37087" w:rsidRDefault="00755061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تاریخ بر گزاری</w:t>
            </w:r>
          </w:p>
        </w:tc>
      </w:tr>
      <w:tr w:rsidR="00755061" w:rsidRPr="00B37087" w:rsidTr="00DD360C">
        <w:tc>
          <w:tcPr>
            <w:tcW w:w="606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694CDE" w:rsidRDefault="0075506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55061" w:rsidRPr="00B37087" w:rsidTr="00DD360C">
        <w:tc>
          <w:tcPr>
            <w:tcW w:w="606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694CDE" w:rsidRDefault="0075506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55061" w:rsidRPr="00B37087" w:rsidTr="00DD360C">
        <w:tc>
          <w:tcPr>
            <w:tcW w:w="606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694CDE" w:rsidRDefault="00755061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double" w:sz="4" w:space="0" w:color="auto"/>
              <w:right w:val="double" w:sz="4" w:space="0" w:color="auto"/>
            </w:tcBorders>
          </w:tcPr>
          <w:p w:rsidR="00755061" w:rsidRPr="00B37087" w:rsidRDefault="00755061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FD0088" w:rsidRPr="00B37087" w:rsidTr="00DD360C">
        <w:tc>
          <w:tcPr>
            <w:tcW w:w="606" w:type="dxa"/>
            <w:tcBorders>
              <w:left w:val="double" w:sz="4" w:space="0" w:color="auto"/>
              <w:right w:val="double" w:sz="4" w:space="0" w:color="auto"/>
            </w:tcBorders>
          </w:tcPr>
          <w:p w:rsidR="00FD0088" w:rsidRPr="00694CDE" w:rsidRDefault="00FD0088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D0088" w:rsidRPr="00B37087" w:rsidRDefault="00FD0088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FD0088" w:rsidRPr="00B37087" w:rsidRDefault="00FD0088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FD0088" w:rsidRPr="00B37087" w:rsidRDefault="00FD0088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double" w:sz="4" w:space="0" w:color="auto"/>
              <w:right w:val="double" w:sz="4" w:space="0" w:color="auto"/>
            </w:tcBorders>
          </w:tcPr>
          <w:p w:rsidR="00FD0088" w:rsidRPr="00B37087" w:rsidRDefault="00FD0088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double" w:sz="4" w:space="0" w:color="auto"/>
              <w:right w:val="double" w:sz="4" w:space="0" w:color="auto"/>
            </w:tcBorders>
          </w:tcPr>
          <w:p w:rsidR="00FD0088" w:rsidRPr="00B37087" w:rsidRDefault="00FD0088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FD0088" w:rsidRPr="00B37087" w:rsidTr="00DD360C">
        <w:tc>
          <w:tcPr>
            <w:tcW w:w="606" w:type="dxa"/>
            <w:tcBorders>
              <w:left w:val="double" w:sz="4" w:space="0" w:color="auto"/>
              <w:right w:val="double" w:sz="4" w:space="0" w:color="auto"/>
            </w:tcBorders>
          </w:tcPr>
          <w:p w:rsidR="00FD0088" w:rsidRPr="00694CDE" w:rsidRDefault="00FD0088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5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D0088" w:rsidRPr="00B37087" w:rsidRDefault="00FD0088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FD0088" w:rsidRPr="00B37087" w:rsidRDefault="00FD0088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FD0088" w:rsidRPr="00B37087" w:rsidRDefault="00FD0088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98" w:type="dxa"/>
            <w:tcBorders>
              <w:left w:val="double" w:sz="4" w:space="0" w:color="auto"/>
              <w:right w:val="double" w:sz="4" w:space="0" w:color="auto"/>
            </w:tcBorders>
          </w:tcPr>
          <w:p w:rsidR="00FD0088" w:rsidRPr="00B37087" w:rsidRDefault="00FD0088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double" w:sz="4" w:space="0" w:color="auto"/>
              <w:right w:val="double" w:sz="4" w:space="0" w:color="auto"/>
            </w:tcBorders>
          </w:tcPr>
          <w:p w:rsidR="00FD0088" w:rsidRPr="00B37087" w:rsidRDefault="00FD0088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755061" w:rsidRPr="00B37087" w:rsidRDefault="00755061" w:rsidP="001764AD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E215B9" w:rsidRPr="00B37087" w:rsidRDefault="00FD1EA5" w:rsidP="00E215B9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21): </w:t>
      </w:r>
      <w:r w:rsidR="001E5B9A" w:rsidRPr="00B37087">
        <w:rPr>
          <w:rFonts w:cs="B Zar" w:hint="cs"/>
          <w:b/>
          <w:bCs/>
          <w:sz w:val="16"/>
          <w:szCs w:val="16"/>
          <w:rtl/>
          <w:lang w:bidi="fa-IR"/>
        </w:rPr>
        <w:t>مجری برگزاری دوره های آموزشی (روش های تحقیق و پژوهش، خلاقیت، فناوری های نوین و ...)</w:t>
      </w:r>
      <w:r w:rsidR="00313568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E215B9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E215B9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p w:rsidR="00755061" w:rsidRPr="00B37087" w:rsidRDefault="00E215B9" w:rsidP="00E215B9">
      <w:pPr>
        <w:rPr>
          <w:rFonts w:cs="B Zar"/>
          <w:b/>
          <w:bCs/>
          <w:sz w:val="16"/>
          <w:szCs w:val="16"/>
          <w:rtl/>
          <w:lang w:bidi="fa-IR"/>
        </w:rPr>
      </w:pPr>
      <w:r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(هر  مورد </w:t>
      </w:r>
      <w:r w:rsidR="00A934CA" w:rsidRPr="00B37087">
        <w:rPr>
          <w:rFonts w:cs="B Zar" w:hint="cs"/>
          <w:b/>
          <w:bCs/>
          <w:sz w:val="16"/>
          <w:szCs w:val="16"/>
          <w:rtl/>
          <w:lang w:bidi="fa-IR"/>
        </w:rPr>
        <w:t>كشوري 5، استاني3 و منطقه اي 1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امتياز</w:t>
      </w:r>
      <w:r w:rsidR="00486C2A" w:rsidRPr="00B37087">
        <w:rPr>
          <w:rFonts w:cs="B Zar" w:hint="cs"/>
          <w:b/>
          <w:bCs/>
          <w:sz w:val="16"/>
          <w:szCs w:val="16"/>
          <w:rtl/>
          <w:lang w:bidi="fa-IR"/>
        </w:rPr>
        <w:t>)</w:t>
      </w:r>
      <w:r w:rsidR="00F12AE1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2"/>
        <w:gridCol w:w="5142"/>
        <w:gridCol w:w="2126"/>
        <w:gridCol w:w="1560"/>
        <w:gridCol w:w="1724"/>
      </w:tblGrid>
      <w:tr w:rsidR="001E5B9A" w:rsidRPr="00B37087" w:rsidTr="00DD360C">
        <w:tc>
          <w:tcPr>
            <w:tcW w:w="61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E5B9A" w:rsidRPr="00B37087" w:rsidRDefault="001E5B9A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51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E5B9A" w:rsidRPr="00B37087" w:rsidRDefault="001E5B9A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موضوع دوره آموزشی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E5B9A" w:rsidRPr="00B37087" w:rsidRDefault="001E5B9A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میزان ساعت دوره آموزشی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E5B9A" w:rsidRPr="00B37087" w:rsidRDefault="001E5B9A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تعداد شرکت کنندگان</w:t>
            </w:r>
          </w:p>
        </w:tc>
        <w:tc>
          <w:tcPr>
            <w:tcW w:w="172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E5B9A" w:rsidRPr="00B37087" w:rsidRDefault="001E5B9A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تاریخ بر گزاری</w:t>
            </w:r>
          </w:p>
        </w:tc>
      </w:tr>
      <w:tr w:rsidR="001E5B9A" w:rsidRPr="00B37087" w:rsidTr="00DD360C">
        <w:tc>
          <w:tcPr>
            <w:tcW w:w="612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694CDE" w:rsidRDefault="001E5B9A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14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E5B9A" w:rsidRPr="00B37087" w:rsidRDefault="001E5B9A" w:rsidP="001E5B9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1E5B9A" w:rsidRPr="00B37087" w:rsidTr="00DD360C">
        <w:tc>
          <w:tcPr>
            <w:tcW w:w="612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694CDE" w:rsidRDefault="001E5B9A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14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E5B9A" w:rsidRPr="00B37087" w:rsidRDefault="001E5B9A" w:rsidP="001E5B9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1E5B9A" w:rsidRPr="00B37087" w:rsidTr="00DD360C">
        <w:tc>
          <w:tcPr>
            <w:tcW w:w="612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694CDE" w:rsidRDefault="001E5B9A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14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E5B9A" w:rsidRPr="00B37087" w:rsidRDefault="001E5B9A" w:rsidP="001E5B9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1E5B9A" w:rsidRPr="00B37087" w:rsidTr="00DD360C">
        <w:tc>
          <w:tcPr>
            <w:tcW w:w="612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694CDE" w:rsidRDefault="001E5B9A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14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1E5B9A" w:rsidRPr="00B37087" w:rsidTr="00DD360C">
        <w:tc>
          <w:tcPr>
            <w:tcW w:w="612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694CDE" w:rsidRDefault="001E5B9A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514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1E5B9A" w:rsidRPr="00B37087" w:rsidRDefault="001E5B9A" w:rsidP="00572CC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6375DF" w:rsidRPr="00B37087" w:rsidRDefault="006375DF" w:rsidP="006375DF">
      <w:pPr>
        <w:tabs>
          <w:tab w:val="left" w:pos="3880"/>
        </w:tabs>
        <w:rPr>
          <w:rFonts w:cs="B Zar"/>
          <w:b/>
          <w:bCs/>
          <w:sz w:val="16"/>
          <w:szCs w:val="16"/>
          <w:rtl/>
          <w:lang w:bidi="fa-IR"/>
        </w:rPr>
      </w:pPr>
    </w:p>
    <w:p w:rsidR="006B06AE" w:rsidRPr="00B37087" w:rsidRDefault="00FD1EA5" w:rsidP="006B06AE">
      <w:pPr>
        <w:rPr>
          <w:rFonts w:cs="B Zar"/>
          <w:b/>
          <w:bCs/>
          <w:sz w:val="16"/>
          <w:szCs w:val="16"/>
          <w:rtl/>
          <w:lang w:bidi="fa-IR"/>
        </w:rPr>
      </w:pPr>
      <w:r w:rsidRPr="00FD1EA5">
        <w:rPr>
          <w:rFonts w:cs="B Zar" w:hint="cs"/>
          <w:b/>
          <w:bCs/>
          <w:sz w:val="12"/>
          <w:szCs w:val="12"/>
          <w:rtl/>
          <w:lang w:bidi="fa-IR"/>
        </w:rPr>
        <w:t xml:space="preserve">( جدول شماره </w:t>
      </w:r>
      <w:r>
        <w:rPr>
          <w:rFonts w:cs="B Zar" w:hint="cs"/>
          <w:b/>
          <w:bCs/>
          <w:sz w:val="12"/>
          <w:szCs w:val="12"/>
          <w:rtl/>
          <w:lang w:bidi="fa-IR"/>
        </w:rPr>
        <w:t>22</w:t>
      </w:r>
      <w:r w:rsidRPr="00FD1EA5">
        <w:rPr>
          <w:rFonts w:cs="B Zar" w:hint="cs"/>
          <w:b/>
          <w:bCs/>
          <w:sz w:val="12"/>
          <w:szCs w:val="12"/>
          <w:rtl/>
          <w:lang w:bidi="fa-IR"/>
        </w:rPr>
        <w:t>):</w:t>
      </w:r>
      <w:r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EB7A14" w:rsidRPr="00B37087">
        <w:rPr>
          <w:rFonts w:cs="B Zar" w:hint="cs"/>
          <w:b/>
          <w:bCs/>
          <w:sz w:val="16"/>
          <w:szCs w:val="16"/>
          <w:rtl/>
          <w:lang w:bidi="fa-IR"/>
        </w:rPr>
        <w:t>مقالات ارائه شده توسط</w:t>
      </w:r>
      <w:r w:rsidR="00952459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مدير و</w:t>
      </w:r>
      <w:r w:rsidR="00EB7A14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همکاران شاغل در پژوهش سرا ي دانش آموزي در همایش ها و کنفرانس ها</w:t>
      </w:r>
      <w:r w:rsidR="00845BBF" w:rsidRPr="00B37087">
        <w:rPr>
          <w:rFonts w:cs="B Zar" w:hint="cs"/>
          <w:b/>
          <w:bCs/>
          <w:sz w:val="16"/>
          <w:szCs w:val="16"/>
          <w:rtl/>
          <w:lang w:bidi="fa-IR"/>
        </w:rPr>
        <w:t>(هر  مورد</w:t>
      </w:r>
      <w:r w:rsidR="00FE7FBB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بين المللي8 و ملي</w:t>
      </w:r>
      <w:r w:rsidR="00845BBF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5 امتياز</w:t>
      </w:r>
      <w:r w:rsidR="006B06AE">
        <w:rPr>
          <w:rFonts w:cs="B Zar" w:hint="cs"/>
          <w:b/>
          <w:bCs/>
          <w:sz w:val="16"/>
          <w:szCs w:val="16"/>
          <w:rtl/>
          <w:lang w:bidi="fa-IR"/>
        </w:rPr>
        <w:t>)</w:t>
      </w:r>
      <w:r w:rsidR="006B06AE" w:rsidRPr="006B06AE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6B06AE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6B06AE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418"/>
        <w:gridCol w:w="3402"/>
        <w:gridCol w:w="2268"/>
        <w:gridCol w:w="3425"/>
      </w:tblGrid>
      <w:tr w:rsidR="00EB7A14" w:rsidRPr="00B37087" w:rsidTr="00DD360C">
        <w:tc>
          <w:tcPr>
            <w:tcW w:w="651" w:type="dxa"/>
            <w:shd w:val="clear" w:color="auto" w:fill="D9D9D9" w:themeFill="background1" w:themeFillShade="D9"/>
          </w:tcPr>
          <w:p w:rsidR="00EB7A14" w:rsidRPr="00B37087" w:rsidRDefault="00EB7A14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B7A14" w:rsidRPr="00B37087" w:rsidRDefault="00EB7A14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مولف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EB7A14" w:rsidRPr="00B37087" w:rsidRDefault="00EB7A14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 مقاله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B7A14" w:rsidRPr="00B37087" w:rsidRDefault="00EB7A14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 همایش یا کنفرانس</w:t>
            </w:r>
          </w:p>
        </w:tc>
        <w:tc>
          <w:tcPr>
            <w:tcW w:w="3425" w:type="dxa"/>
            <w:shd w:val="clear" w:color="auto" w:fill="D9D9D9" w:themeFill="background1" w:themeFillShade="D9"/>
          </w:tcPr>
          <w:p w:rsidR="00EB7A14" w:rsidRPr="00B37087" w:rsidRDefault="00EB7A14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تاریخ برگزاری همایش یاکنفرانس</w:t>
            </w:r>
          </w:p>
        </w:tc>
      </w:tr>
      <w:tr w:rsidR="00EB7A14" w:rsidRPr="00B37087" w:rsidTr="00DD360C">
        <w:tc>
          <w:tcPr>
            <w:tcW w:w="651" w:type="dxa"/>
            <w:shd w:val="clear" w:color="auto" w:fill="auto"/>
          </w:tcPr>
          <w:p w:rsidR="00EB7A14" w:rsidRPr="00B37087" w:rsidRDefault="00694CDE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EB7A14" w:rsidRPr="00B37087" w:rsidRDefault="00EB7A14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EB7A14" w:rsidRPr="00B37087" w:rsidRDefault="00EB7A14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268" w:type="dxa"/>
            <w:shd w:val="clear" w:color="auto" w:fill="auto"/>
          </w:tcPr>
          <w:p w:rsidR="00EB7A14" w:rsidRPr="00B37087" w:rsidRDefault="00EB7A14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425" w:type="dxa"/>
            <w:shd w:val="clear" w:color="auto" w:fill="auto"/>
          </w:tcPr>
          <w:p w:rsidR="00EB7A14" w:rsidRPr="00B37087" w:rsidRDefault="00EB7A14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694CDE" w:rsidRPr="00B37087" w:rsidTr="00DD360C">
        <w:tc>
          <w:tcPr>
            <w:tcW w:w="651" w:type="dxa"/>
            <w:shd w:val="clear" w:color="auto" w:fill="auto"/>
          </w:tcPr>
          <w:p w:rsidR="00694CDE" w:rsidRDefault="00694CDE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94CDE" w:rsidRPr="00B37087" w:rsidRDefault="00694CDE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694CDE" w:rsidRPr="00B37087" w:rsidRDefault="00694CDE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268" w:type="dxa"/>
            <w:shd w:val="clear" w:color="auto" w:fill="auto"/>
          </w:tcPr>
          <w:p w:rsidR="00694CDE" w:rsidRPr="00B37087" w:rsidRDefault="00694CDE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425" w:type="dxa"/>
            <w:shd w:val="clear" w:color="auto" w:fill="auto"/>
          </w:tcPr>
          <w:p w:rsidR="00694CDE" w:rsidRPr="00B37087" w:rsidRDefault="00694CDE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694CDE" w:rsidRPr="00B37087" w:rsidTr="00DD360C">
        <w:tc>
          <w:tcPr>
            <w:tcW w:w="651" w:type="dxa"/>
            <w:shd w:val="clear" w:color="auto" w:fill="auto"/>
          </w:tcPr>
          <w:p w:rsidR="00694CDE" w:rsidRDefault="00694CDE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694CDE" w:rsidRPr="00B37087" w:rsidRDefault="00694CDE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694CDE" w:rsidRPr="00B37087" w:rsidRDefault="00694CDE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268" w:type="dxa"/>
            <w:shd w:val="clear" w:color="auto" w:fill="auto"/>
          </w:tcPr>
          <w:p w:rsidR="00694CDE" w:rsidRPr="00B37087" w:rsidRDefault="00694CDE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3425" w:type="dxa"/>
            <w:shd w:val="clear" w:color="auto" w:fill="auto"/>
          </w:tcPr>
          <w:p w:rsidR="00694CDE" w:rsidRPr="00B37087" w:rsidRDefault="00694CDE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</w:tbl>
    <w:p w:rsidR="006B06AE" w:rsidRPr="00B37087" w:rsidRDefault="00FD1EA5" w:rsidP="006B06AE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23): </w:t>
      </w:r>
      <w:r w:rsidR="00EB7A14" w:rsidRPr="00FD1EA5">
        <w:rPr>
          <w:rFonts w:cs="B Zar" w:hint="cs"/>
          <w:b/>
          <w:bCs/>
          <w:sz w:val="12"/>
          <w:szCs w:val="12"/>
          <w:rtl/>
          <w:lang w:bidi="fa-IR"/>
        </w:rPr>
        <w:t xml:space="preserve">- مقالات چاپ شده توسط </w:t>
      </w:r>
      <w:r w:rsidR="00952459" w:rsidRPr="00FD1EA5">
        <w:rPr>
          <w:rFonts w:cs="B Zar" w:hint="cs"/>
          <w:b/>
          <w:bCs/>
          <w:sz w:val="12"/>
          <w:szCs w:val="12"/>
          <w:rtl/>
          <w:lang w:bidi="fa-IR"/>
        </w:rPr>
        <w:t xml:space="preserve">مدير ، معاون و </w:t>
      </w:r>
      <w:r w:rsidR="00EB7A14" w:rsidRPr="00FD1EA5">
        <w:rPr>
          <w:rFonts w:cs="B Zar" w:hint="cs"/>
          <w:b/>
          <w:bCs/>
          <w:sz w:val="12"/>
          <w:szCs w:val="12"/>
          <w:rtl/>
          <w:lang w:bidi="fa-IR"/>
        </w:rPr>
        <w:t>همکاران شاغل در پژوهش سرا ي دانش آموزي در نشریات معتبر</w:t>
      </w:r>
      <w:r w:rsidR="00845BBF" w:rsidRPr="00FD1EA5">
        <w:rPr>
          <w:rFonts w:cs="B Zar" w:hint="cs"/>
          <w:b/>
          <w:bCs/>
          <w:sz w:val="12"/>
          <w:szCs w:val="12"/>
          <w:rtl/>
          <w:lang w:bidi="fa-IR"/>
        </w:rPr>
        <w:t xml:space="preserve">(هر  مورد </w:t>
      </w:r>
      <w:r w:rsidR="00FE7FBB" w:rsidRPr="00FD1EA5">
        <w:rPr>
          <w:rFonts w:cs="B Zar" w:hint="cs"/>
          <w:b/>
          <w:bCs/>
          <w:sz w:val="12"/>
          <w:szCs w:val="12"/>
          <w:rtl/>
          <w:lang w:bidi="fa-IR"/>
        </w:rPr>
        <w:t xml:space="preserve">بين المللي8 </w:t>
      </w:r>
      <w:r w:rsidR="00F4014C" w:rsidRPr="00FD1EA5">
        <w:rPr>
          <w:rFonts w:cs="B Zar" w:hint="cs"/>
          <w:b/>
          <w:bCs/>
          <w:sz w:val="12"/>
          <w:szCs w:val="12"/>
          <w:rtl/>
          <w:lang w:bidi="fa-IR"/>
        </w:rPr>
        <w:t>،</w:t>
      </w:r>
      <w:r w:rsidR="00FE7FBB" w:rsidRPr="00FD1EA5">
        <w:rPr>
          <w:rFonts w:cs="B Zar" w:hint="cs"/>
          <w:b/>
          <w:bCs/>
          <w:sz w:val="12"/>
          <w:szCs w:val="12"/>
          <w:rtl/>
          <w:lang w:bidi="fa-IR"/>
        </w:rPr>
        <w:t xml:space="preserve"> ملي</w:t>
      </w:r>
      <w:r w:rsidR="00F4014C" w:rsidRPr="00FD1EA5">
        <w:rPr>
          <w:rFonts w:cs="B Zar" w:hint="cs"/>
          <w:b/>
          <w:bCs/>
          <w:sz w:val="12"/>
          <w:szCs w:val="12"/>
          <w:rtl/>
          <w:lang w:bidi="fa-IR"/>
        </w:rPr>
        <w:t xml:space="preserve"> علمي پژوهشي</w:t>
      </w:r>
      <w:r w:rsidR="00FE7FBB" w:rsidRPr="00FD1EA5">
        <w:rPr>
          <w:rFonts w:cs="B Zar" w:hint="cs"/>
          <w:b/>
          <w:bCs/>
          <w:sz w:val="12"/>
          <w:szCs w:val="12"/>
          <w:rtl/>
          <w:lang w:bidi="fa-IR"/>
        </w:rPr>
        <w:t xml:space="preserve"> </w:t>
      </w:r>
      <w:r w:rsidR="00845BBF" w:rsidRPr="00FD1EA5">
        <w:rPr>
          <w:rFonts w:cs="B Zar" w:hint="cs"/>
          <w:b/>
          <w:bCs/>
          <w:sz w:val="12"/>
          <w:szCs w:val="12"/>
          <w:rtl/>
          <w:lang w:bidi="fa-IR"/>
        </w:rPr>
        <w:t>5</w:t>
      </w:r>
      <w:r w:rsidR="00F4014C" w:rsidRPr="00FD1EA5">
        <w:rPr>
          <w:rFonts w:cs="B Zar" w:hint="cs"/>
          <w:b/>
          <w:bCs/>
          <w:sz w:val="12"/>
          <w:szCs w:val="12"/>
          <w:rtl/>
          <w:lang w:bidi="fa-IR"/>
        </w:rPr>
        <w:t xml:space="preserve"> و علمي ترويجي3</w:t>
      </w:r>
      <w:r w:rsidR="00845BBF" w:rsidRPr="00FD1EA5">
        <w:rPr>
          <w:rFonts w:cs="B Zar" w:hint="cs"/>
          <w:b/>
          <w:bCs/>
          <w:sz w:val="12"/>
          <w:szCs w:val="12"/>
          <w:rtl/>
          <w:lang w:bidi="fa-IR"/>
        </w:rPr>
        <w:t xml:space="preserve"> امتياز</w:t>
      </w:r>
      <w:r w:rsidR="006B06AE">
        <w:rPr>
          <w:rFonts w:cs="B Zar" w:hint="cs"/>
          <w:b/>
          <w:bCs/>
          <w:sz w:val="12"/>
          <w:szCs w:val="12"/>
          <w:rtl/>
          <w:lang w:bidi="fa-IR"/>
        </w:rPr>
        <w:t>)</w:t>
      </w:r>
      <w:r w:rsidR="006B06AE" w:rsidRPr="006B06AE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6B06AE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6B06AE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1"/>
        <w:gridCol w:w="1418"/>
        <w:gridCol w:w="3402"/>
        <w:gridCol w:w="2268"/>
        <w:gridCol w:w="3425"/>
      </w:tblGrid>
      <w:tr w:rsidR="00EB7A14" w:rsidRPr="00B37087" w:rsidTr="00DD360C">
        <w:tc>
          <w:tcPr>
            <w:tcW w:w="651" w:type="dxa"/>
            <w:shd w:val="clear" w:color="auto" w:fill="D9D9D9" w:themeFill="background1" w:themeFillShade="D9"/>
          </w:tcPr>
          <w:p w:rsidR="00EB7A14" w:rsidRPr="00B37087" w:rsidRDefault="00EB7A14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B7A14" w:rsidRPr="00B37087" w:rsidRDefault="00EB7A14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مولف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EB7A14" w:rsidRPr="00B37087" w:rsidRDefault="00EB7A14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عنوان مقاله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B7A14" w:rsidRPr="00B37087" w:rsidRDefault="00EB7A14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نام نشریه</w:t>
            </w:r>
          </w:p>
        </w:tc>
        <w:tc>
          <w:tcPr>
            <w:tcW w:w="3425" w:type="dxa"/>
            <w:shd w:val="clear" w:color="auto" w:fill="D9D9D9" w:themeFill="background1" w:themeFillShade="D9"/>
          </w:tcPr>
          <w:p w:rsidR="00EB7A14" w:rsidRPr="00B37087" w:rsidRDefault="00EB7A14" w:rsidP="00EB7A14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تاریخ چاپ مقاله</w:t>
            </w:r>
          </w:p>
        </w:tc>
      </w:tr>
      <w:tr w:rsidR="00EB7A14" w:rsidRPr="00B37087" w:rsidTr="00DD360C">
        <w:tc>
          <w:tcPr>
            <w:tcW w:w="651" w:type="dxa"/>
            <w:shd w:val="clear" w:color="auto" w:fill="auto"/>
          </w:tcPr>
          <w:p w:rsidR="00EB7A14" w:rsidRPr="00694CDE" w:rsidRDefault="00694CDE" w:rsidP="00F12AE1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EB7A14" w:rsidRPr="00B37087" w:rsidRDefault="00EB7A14" w:rsidP="00F12AE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EB7A14" w:rsidRPr="00B37087" w:rsidRDefault="00EB7A14" w:rsidP="00F12AE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268" w:type="dxa"/>
          </w:tcPr>
          <w:p w:rsidR="00EB7A14" w:rsidRPr="00B37087" w:rsidRDefault="00EB7A14" w:rsidP="00F12AE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425" w:type="dxa"/>
          </w:tcPr>
          <w:p w:rsidR="00EB7A14" w:rsidRPr="00B37087" w:rsidRDefault="00EB7A14" w:rsidP="00F12AE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94CDE" w:rsidRPr="00B37087" w:rsidTr="00DD360C">
        <w:tc>
          <w:tcPr>
            <w:tcW w:w="651" w:type="dxa"/>
            <w:shd w:val="clear" w:color="auto" w:fill="auto"/>
          </w:tcPr>
          <w:p w:rsidR="00694CDE" w:rsidRPr="00694CDE" w:rsidRDefault="00694CDE" w:rsidP="00F12AE1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94CDE" w:rsidRPr="00B37087" w:rsidRDefault="00694CDE" w:rsidP="00F12AE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694CDE" w:rsidRPr="00B37087" w:rsidRDefault="00694CDE" w:rsidP="00F12AE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268" w:type="dxa"/>
          </w:tcPr>
          <w:p w:rsidR="00694CDE" w:rsidRPr="00B37087" w:rsidRDefault="00694CDE" w:rsidP="00F12AE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425" w:type="dxa"/>
          </w:tcPr>
          <w:p w:rsidR="00694CDE" w:rsidRPr="00B37087" w:rsidRDefault="00694CDE" w:rsidP="00F12AE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94CDE" w:rsidRPr="00B37087" w:rsidTr="00DD360C">
        <w:tc>
          <w:tcPr>
            <w:tcW w:w="651" w:type="dxa"/>
            <w:shd w:val="clear" w:color="auto" w:fill="auto"/>
          </w:tcPr>
          <w:p w:rsidR="00694CDE" w:rsidRPr="00694CDE" w:rsidRDefault="00694CDE" w:rsidP="00F12AE1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694CDE" w:rsidRPr="00B37087" w:rsidRDefault="00694CDE" w:rsidP="00F12AE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694CDE" w:rsidRPr="00B37087" w:rsidRDefault="00694CDE" w:rsidP="00F12AE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268" w:type="dxa"/>
          </w:tcPr>
          <w:p w:rsidR="00694CDE" w:rsidRPr="00B37087" w:rsidRDefault="00694CDE" w:rsidP="00F12AE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425" w:type="dxa"/>
          </w:tcPr>
          <w:p w:rsidR="00694CDE" w:rsidRPr="00B37087" w:rsidRDefault="00694CDE" w:rsidP="00F12AE1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8F4D52" w:rsidRPr="00B37087" w:rsidRDefault="008F4D52" w:rsidP="00204067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204067" w:rsidRPr="00B37087" w:rsidRDefault="00FD1EA5" w:rsidP="00D4698C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24): </w:t>
      </w:r>
      <w:r w:rsidR="00204067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کل اعتبارات دریافتی ازناحیه / منطقه ، استان ، </w:t>
      </w:r>
      <w:r w:rsidR="00AF7DC0" w:rsidRPr="00B37087">
        <w:rPr>
          <w:rFonts w:cs="B Zar" w:hint="cs"/>
          <w:b/>
          <w:bCs/>
          <w:sz w:val="16"/>
          <w:szCs w:val="16"/>
          <w:rtl/>
          <w:lang w:bidi="fa-IR"/>
        </w:rPr>
        <w:t>ساير دستگاه هاي اجرايي</w:t>
      </w:r>
      <w:r w:rsidR="00D4698C">
        <w:rPr>
          <w:rFonts w:cs="B Zar" w:hint="cs"/>
          <w:b/>
          <w:bCs/>
          <w:sz w:val="16"/>
          <w:szCs w:val="16"/>
          <w:rtl/>
          <w:lang w:bidi="fa-IR"/>
        </w:rPr>
        <w:t>،</w:t>
      </w:r>
      <w:r w:rsidR="00204067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خیرین</w:t>
      </w:r>
      <w:r w:rsidR="00D4698C">
        <w:rPr>
          <w:rFonts w:cs="B Zar" w:hint="cs"/>
          <w:b/>
          <w:bCs/>
          <w:sz w:val="16"/>
          <w:szCs w:val="16"/>
          <w:rtl/>
          <w:lang w:bidi="fa-IR"/>
        </w:rPr>
        <w:t>،</w:t>
      </w:r>
      <w:r w:rsidR="00204067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مقامات محلی </w:t>
      </w:r>
      <w:r w:rsidR="00D4698C">
        <w:rPr>
          <w:rFonts w:cs="B Zar" w:hint="cs"/>
          <w:b/>
          <w:bCs/>
          <w:sz w:val="16"/>
          <w:szCs w:val="16"/>
          <w:rtl/>
          <w:lang w:bidi="fa-IR"/>
        </w:rPr>
        <w:t>،</w:t>
      </w:r>
      <w:r w:rsidR="00204067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کمک های مردمی و ... 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(هر  مورد </w:t>
      </w:r>
      <w:r w:rsidR="001E3123" w:rsidRPr="00B37087">
        <w:rPr>
          <w:rFonts w:cs="B Zar" w:hint="cs"/>
          <w:b/>
          <w:bCs/>
          <w:sz w:val="16"/>
          <w:szCs w:val="16"/>
          <w:rtl/>
          <w:lang w:bidi="fa-IR"/>
        </w:rPr>
        <w:t>از منطقه 1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امتياز</w:t>
      </w:r>
      <w:r w:rsidR="00F12AE1" w:rsidRPr="00B37087">
        <w:rPr>
          <w:rFonts w:cs="B Zar" w:hint="cs"/>
          <w:b/>
          <w:bCs/>
          <w:sz w:val="16"/>
          <w:szCs w:val="16"/>
          <w:rtl/>
          <w:lang w:bidi="fa-IR"/>
        </w:rPr>
        <w:t>-</w:t>
      </w:r>
      <w:r w:rsidR="001E3123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استان 2 </w:t>
      </w:r>
      <w:r w:rsidR="001E3123" w:rsidRPr="00B37087">
        <w:rPr>
          <w:rFonts w:hint="cs"/>
          <w:b/>
          <w:bCs/>
          <w:sz w:val="16"/>
          <w:szCs w:val="16"/>
          <w:rtl/>
          <w:lang w:bidi="fa-IR"/>
        </w:rPr>
        <w:t>–</w:t>
      </w:r>
      <w:r w:rsidR="001E3123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خيرين 10 </w:t>
      </w:r>
      <w:r w:rsidR="00486C2A" w:rsidRPr="00B37087">
        <w:rPr>
          <w:rFonts w:hint="cs"/>
          <w:b/>
          <w:bCs/>
          <w:sz w:val="16"/>
          <w:szCs w:val="16"/>
          <w:rtl/>
          <w:lang w:bidi="fa-IR"/>
        </w:rPr>
        <w:t>)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1985"/>
        <w:gridCol w:w="1843"/>
        <w:gridCol w:w="1984"/>
        <w:gridCol w:w="1843"/>
        <w:gridCol w:w="2433"/>
      </w:tblGrid>
      <w:tr w:rsidR="001E3123" w:rsidRPr="00B37087" w:rsidTr="00DD360C">
        <w:tc>
          <w:tcPr>
            <w:tcW w:w="10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E3123" w:rsidRPr="00B37087" w:rsidRDefault="001E3123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سال تحصیلی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E3123" w:rsidRPr="00B37087" w:rsidRDefault="001E3123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از منطقه / ناحیه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E3123" w:rsidRPr="00B37087" w:rsidRDefault="001E3123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از استان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E3123" w:rsidRPr="00B37087" w:rsidRDefault="001E3123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خیرین 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E3123" w:rsidRPr="00B37087" w:rsidRDefault="001E3123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ساير نهاد ها </w:t>
            </w:r>
          </w:p>
        </w:tc>
        <w:tc>
          <w:tcPr>
            <w:tcW w:w="243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E3123" w:rsidRPr="00B37087" w:rsidRDefault="001E3123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جمع مبلغ </w:t>
            </w:r>
          </w:p>
        </w:tc>
      </w:tr>
      <w:tr w:rsidR="00204067" w:rsidRPr="00B37087" w:rsidTr="00DD360C">
        <w:tc>
          <w:tcPr>
            <w:tcW w:w="1076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694CDE" w:rsidRDefault="00204067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93-92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04067" w:rsidRPr="00B37087" w:rsidRDefault="00204067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3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204067" w:rsidRPr="00B37087" w:rsidTr="00DD360C">
        <w:tc>
          <w:tcPr>
            <w:tcW w:w="1076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694CDE" w:rsidRDefault="00204067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94-93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04067" w:rsidRPr="00B37087" w:rsidRDefault="00204067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3" w:type="dxa"/>
            <w:tcBorders>
              <w:left w:val="double" w:sz="4" w:space="0" w:color="auto"/>
              <w:right w:val="double" w:sz="4" w:space="0" w:color="auto"/>
            </w:tcBorders>
          </w:tcPr>
          <w:p w:rsidR="00204067" w:rsidRPr="00B37087" w:rsidRDefault="00204067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1E3123" w:rsidRPr="00B37087" w:rsidTr="00DD360C">
        <w:tc>
          <w:tcPr>
            <w:tcW w:w="107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3123" w:rsidRPr="00694CDE" w:rsidRDefault="001E3123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جمع مبلغ </w:t>
            </w:r>
          </w:p>
        </w:tc>
        <w:tc>
          <w:tcPr>
            <w:tcW w:w="198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E3123" w:rsidRPr="00B37087" w:rsidRDefault="001E3123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3123" w:rsidRPr="00B37087" w:rsidRDefault="001E3123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3123" w:rsidRPr="00B37087" w:rsidRDefault="001E3123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3123" w:rsidRPr="00B37087" w:rsidRDefault="001E3123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3123" w:rsidRPr="00B37087" w:rsidRDefault="001E3123" w:rsidP="00204067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204067" w:rsidRPr="00B37087" w:rsidRDefault="00204067" w:rsidP="00313568">
      <w:pPr>
        <w:tabs>
          <w:tab w:val="left" w:pos="3880"/>
        </w:tabs>
        <w:rPr>
          <w:rFonts w:cs="B Zar"/>
          <w:b/>
          <w:bCs/>
          <w:sz w:val="16"/>
          <w:szCs w:val="16"/>
          <w:rtl/>
          <w:lang w:bidi="fa-IR"/>
        </w:rPr>
      </w:pPr>
    </w:p>
    <w:p w:rsidR="00BD4CE6" w:rsidRDefault="00BD4CE6" w:rsidP="00D6255E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BD4CE6" w:rsidRDefault="00BD4CE6" w:rsidP="00D6255E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BD4CE6" w:rsidRDefault="00BD4CE6" w:rsidP="00D6255E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D6255E" w:rsidRPr="00B37087" w:rsidRDefault="00FD1EA5" w:rsidP="00D6255E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lastRenderedPageBreak/>
        <w:t xml:space="preserve">( جدول شماره 25): </w:t>
      </w:r>
      <w:r w:rsidR="00501A42" w:rsidRPr="00B37087">
        <w:rPr>
          <w:rFonts w:cs="B Zar" w:hint="cs"/>
          <w:b/>
          <w:bCs/>
          <w:sz w:val="12"/>
          <w:szCs w:val="12"/>
          <w:rtl/>
          <w:lang w:bidi="fa-IR"/>
        </w:rPr>
        <w:t>تعداد تفاهم نامه هاي همكاري</w:t>
      </w:r>
      <w:r w:rsidR="00051038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شركت ها ، موسسات ، اشخاص حقيقي و حقوقي دولتي و  غيردولتي كه با پژوهش سرا </w:t>
      </w:r>
      <w:r w:rsidR="00501A42" w:rsidRPr="00B37087">
        <w:rPr>
          <w:rFonts w:cs="B Zar" w:hint="cs"/>
          <w:b/>
          <w:bCs/>
          <w:sz w:val="12"/>
          <w:szCs w:val="12"/>
          <w:rtl/>
          <w:lang w:bidi="fa-IR"/>
        </w:rPr>
        <w:t>ي دانش آموزي</w:t>
      </w:r>
      <w:r w:rsidR="00486C2A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منعقد و اجرا شده است.</w:t>
      </w:r>
      <w:r w:rsidR="00E3291C" w:rsidRPr="00B37087">
        <w:rPr>
          <w:rFonts w:cs="B Zar" w:hint="cs"/>
          <w:b/>
          <w:bCs/>
          <w:sz w:val="12"/>
          <w:szCs w:val="12"/>
          <w:rtl/>
          <w:lang w:bidi="fa-IR"/>
        </w:rPr>
        <w:t>(هر  مورد 5 امتياز</w:t>
      </w:r>
      <w:r w:rsidR="00D6255E">
        <w:rPr>
          <w:rFonts w:cs="B Zar" w:hint="cs"/>
          <w:b/>
          <w:bCs/>
          <w:sz w:val="12"/>
          <w:szCs w:val="12"/>
          <w:rtl/>
          <w:lang w:bidi="fa-IR"/>
        </w:rPr>
        <w:t>)</w:t>
      </w:r>
      <w:r w:rsidR="00D6255E" w:rsidRPr="00D6255E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D6255E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سا ل تحصيلي </w:t>
      </w:r>
      <w:r w:rsidR="00D6255E">
        <w:rPr>
          <w:rFonts w:cs="B Zar" w:hint="cs"/>
          <w:b/>
          <w:bCs/>
          <w:sz w:val="16"/>
          <w:szCs w:val="16"/>
          <w:rtl/>
          <w:lang w:bidi="fa-IR"/>
        </w:rPr>
        <w:t>93-92 و 94-93</w:t>
      </w:r>
    </w:p>
    <w:tbl>
      <w:tblPr>
        <w:bidiVisual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686"/>
        <w:gridCol w:w="2574"/>
        <w:gridCol w:w="1985"/>
        <w:gridCol w:w="1843"/>
        <w:gridCol w:w="1559"/>
        <w:gridCol w:w="1866"/>
      </w:tblGrid>
      <w:tr w:rsidR="00051038" w:rsidRPr="00B37087" w:rsidTr="00DD360C">
        <w:tc>
          <w:tcPr>
            <w:tcW w:w="651" w:type="dxa"/>
            <w:shd w:val="clear" w:color="auto" w:fill="D9D9D9" w:themeFill="background1" w:themeFillShade="D9"/>
          </w:tcPr>
          <w:p w:rsidR="00051038" w:rsidRPr="00B37087" w:rsidRDefault="00051038" w:rsidP="003F76DC">
            <w:pPr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B37087">
              <w:rPr>
                <w:rFonts w:cs="B Zar" w:hint="cs"/>
                <w:b/>
                <w:bCs/>
                <w:sz w:val="12"/>
                <w:szCs w:val="12"/>
                <w:rtl/>
              </w:rPr>
              <w:t>رديف</w:t>
            </w:r>
          </w:p>
        </w:tc>
        <w:tc>
          <w:tcPr>
            <w:tcW w:w="686" w:type="dxa"/>
            <w:shd w:val="clear" w:color="auto" w:fill="D9D9D9" w:themeFill="background1" w:themeFillShade="D9"/>
          </w:tcPr>
          <w:p w:rsidR="00051038" w:rsidRPr="00B37087" w:rsidRDefault="00051038" w:rsidP="003F76DC">
            <w:pPr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B37087">
              <w:rPr>
                <w:rFonts w:cs="B Zar" w:hint="cs"/>
                <w:b/>
                <w:bCs/>
                <w:sz w:val="12"/>
                <w:szCs w:val="12"/>
                <w:rtl/>
              </w:rPr>
              <w:t>نام شركت</w:t>
            </w:r>
          </w:p>
        </w:tc>
        <w:tc>
          <w:tcPr>
            <w:tcW w:w="2574" w:type="dxa"/>
            <w:shd w:val="clear" w:color="auto" w:fill="D9D9D9" w:themeFill="background1" w:themeFillShade="D9"/>
          </w:tcPr>
          <w:p w:rsidR="00051038" w:rsidRPr="00B37087" w:rsidRDefault="00051038" w:rsidP="00051038">
            <w:pPr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B37087">
              <w:rPr>
                <w:rFonts w:cs="B Zar" w:hint="cs"/>
                <w:b/>
                <w:bCs/>
                <w:sz w:val="12"/>
                <w:szCs w:val="12"/>
                <w:rtl/>
              </w:rPr>
              <w:t xml:space="preserve">نوع فعاليت ( كلاس آموزشي </w:t>
            </w:r>
            <w:r w:rsidRPr="00B37087">
              <w:rPr>
                <w:rFonts w:hint="cs"/>
                <w:b/>
                <w:bCs/>
                <w:sz w:val="12"/>
                <w:szCs w:val="12"/>
                <w:rtl/>
              </w:rPr>
              <w:t>–</w:t>
            </w:r>
            <w:r w:rsidRPr="00B37087">
              <w:rPr>
                <w:rFonts w:cs="B Zar" w:hint="cs"/>
                <w:b/>
                <w:bCs/>
                <w:sz w:val="12"/>
                <w:szCs w:val="12"/>
                <w:rtl/>
              </w:rPr>
              <w:t xml:space="preserve">  برگزاري مسابقات و جشنواره ها </w:t>
            </w:r>
            <w:r w:rsidRPr="00B37087">
              <w:rPr>
                <w:rFonts w:hint="cs"/>
                <w:b/>
                <w:bCs/>
                <w:sz w:val="12"/>
                <w:szCs w:val="12"/>
                <w:rtl/>
              </w:rPr>
              <w:t>–</w:t>
            </w:r>
            <w:r w:rsidRPr="00B37087">
              <w:rPr>
                <w:rFonts w:cs="B Zar" w:hint="cs"/>
                <w:b/>
                <w:bCs/>
                <w:sz w:val="12"/>
                <w:szCs w:val="12"/>
                <w:rtl/>
              </w:rPr>
              <w:t xml:space="preserve"> تجهيز نمودن -...)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51038" w:rsidRPr="00B37087" w:rsidRDefault="00051038" w:rsidP="003F76DC">
            <w:pPr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B37087">
              <w:rPr>
                <w:rFonts w:cs="B Zar" w:hint="cs"/>
                <w:b/>
                <w:bCs/>
                <w:sz w:val="12"/>
                <w:szCs w:val="12"/>
                <w:rtl/>
              </w:rPr>
              <w:t>نام رابط شركت / نام اشخاص حقيقي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51038" w:rsidRPr="00B37087" w:rsidRDefault="00051038" w:rsidP="003F76DC">
            <w:pPr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B37087">
              <w:rPr>
                <w:rFonts w:cs="B Zar" w:hint="cs"/>
                <w:b/>
                <w:bCs/>
                <w:sz w:val="12"/>
                <w:szCs w:val="12"/>
                <w:rtl/>
              </w:rPr>
              <w:t xml:space="preserve">نوع عقد قرارداد: </w:t>
            </w:r>
          </w:p>
          <w:p w:rsidR="00051038" w:rsidRPr="00B37087" w:rsidRDefault="00051038" w:rsidP="00051038">
            <w:pPr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B37087">
              <w:rPr>
                <w:rFonts w:cs="B Zar" w:hint="cs"/>
                <w:b/>
                <w:bCs/>
                <w:sz w:val="12"/>
                <w:szCs w:val="12"/>
                <w:rtl/>
              </w:rPr>
              <w:t>( كلاس ترميك آموزشي -...)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51038" w:rsidRPr="00B37087" w:rsidRDefault="00051038" w:rsidP="003F76DC">
            <w:pPr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B37087">
              <w:rPr>
                <w:rFonts w:cs="B Zar" w:hint="cs"/>
                <w:b/>
                <w:bCs/>
                <w:sz w:val="12"/>
                <w:szCs w:val="12"/>
                <w:rtl/>
              </w:rPr>
              <w:t>تعداد دانش آموز ثبت نام شده در اين فعاليت</w:t>
            </w:r>
          </w:p>
        </w:tc>
        <w:tc>
          <w:tcPr>
            <w:tcW w:w="1866" w:type="dxa"/>
            <w:shd w:val="clear" w:color="auto" w:fill="D9D9D9" w:themeFill="background1" w:themeFillShade="D9"/>
          </w:tcPr>
          <w:p w:rsidR="00051038" w:rsidRPr="00B37087" w:rsidRDefault="00051038" w:rsidP="003F76DC">
            <w:pPr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B37087">
              <w:rPr>
                <w:rFonts w:cs="B Zar" w:hint="cs"/>
                <w:b/>
                <w:bCs/>
                <w:sz w:val="12"/>
                <w:szCs w:val="12"/>
                <w:rtl/>
              </w:rPr>
              <w:t>شهريه ثبت نامي</w:t>
            </w:r>
          </w:p>
        </w:tc>
      </w:tr>
      <w:tr w:rsidR="00051038" w:rsidRPr="00B37087" w:rsidTr="00DD360C">
        <w:tc>
          <w:tcPr>
            <w:tcW w:w="651" w:type="dxa"/>
          </w:tcPr>
          <w:p w:rsidR="00051038" w:rsidRPr="00694CDE" w:rsidRDefault="001E3123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86" w:type="dxa"/>
          </w:tcPr>
          <w:p w:rsidR="00051038" w:rsidRPr="00B37087" w:rsidRDefault="00051038" w:rsidP="003F76D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574" w:type="dxa"/>
          </w:tcPr>
          <w:p w:rsidR="00051038" w:rsidRPr="00B37087" w:rsidRDefault="00051038" w:rsidP="003F76D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5" w:type="dxa"/>
          </w:tcPr>
          <w:p w:rsidR="00051038" w:rsidRPr="00B37087" w:rsidRDefault="00051038" w:rsidP="003F76D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:rsidR="00051038" w:rsidRPr="00B37087" w:rsidRDefault="00051038" w:rsidP="003F76D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</w:tcPr>
          <w:p w:rsidR="00051038" w:rsidRPr="00B37087" w:rsidRDefault="00051038" w:rsidP="003F76D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66" w:type="dxa"/>
          </w:tcPr>
          <w:p w:rsidR="00051038" w:rsidRPr="00B37087" w:rsidRDefault="00051038" w:rsidP="003F76DC">
            <w:pPr>
              <w:rPr>
                <w:rFonts w:cs="B Nazanin"/>
                <w:b/>
                <w:bCs/>
                <w:rtl/>
              </w:rPr>
            </w:pPr>
          </w:p>
        </w:tc>
      </w:tr>
      <w:tr w:rsidR="001E3123" w:rsidRPr="00B37087" w:rsidTr="00DD360C">
        <w:tc>
          <w:tcPr>
            <w:tcW w:w="651" w:type="dxa"/>
          </w:tcPr>
          <w:p w:rsidR="001E3123" w:rsidRPr="00694CDE" w:rsidRDefault="001E3123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86" w:type="dxa"/>
          </w:tcPr>
          <w:p w:rsidR="001E3123" w:rsidRPr="00B37087" w:rsidRDefault="001E3123" w:rsidP="003F76D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574" w:type="dxa"/>
          </w:tcPr>
          <w:p w:rsidR="001E3123" w:rsidRPr="00B37087" w:rsidRDefault="001E3123" w:rsidP="003F76D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5" w:type="dxa"/>
          </w:tcPr>
          <w:p w:rsidR="001E3123" w:rsidRPr="00B37087" w:rsidRDefault="001E3123" w:rsidP="003F76D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:rsidR="001E3123" w:rsidRPr="00B37087" w:rsidRDefault="001E3123" w:rsidP="003F76D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</w:tcPr>
          <w:p w:rsidR="001E3123" w:rsidRPr="00B37087" w:rsidRDefault="001E3123" w:rsidP="003F76D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66" w:type="dxa"/>
          </w:tcPr>
          <w:p w:rsidR="001E3123" w:rsidRPr="00B37087" w:rsidRDefault="001E3123" w:rsidP="003F76DC">
            <w:pPr>
              <w:rPr>
                <w:rFonts w:cs="B Nazanin"/>
                <w:b/>
                <w:bCs/>
                <w:rtl/>
              </w:rPr>
            </w:pPr>
          </w:p>
        </w:tc>
      </w:tr>
      <w:tr w:rsidR="001E3123" w:rsidRPr="00B37087" w:rsidTr="00DD360C">
        <w:tc>
          <w:tcPr>
            <w:tcW w:w="651" w:type="dxa"/>
          </w:tcPr>
          <w:p w:rsidR="001E3123" w:rsidRPr="00694CDE" w:rsidRDefault="001E3123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86" w:type="dxa"/>
          </w:tcPr>
          <w:p w:rsidR="001E3123" w:rsidRPr="00B37087" w:rsidRDefault="001E3123" w:rsidP="003F76D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574" w:type="dxa"/>
          </w:tcPr>
          <w:p w:rsidR="001E3123" w:rsidRPr="00B37087" w:rsidRDefault="001E3123" w:rsidP="003F76D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5" w:type="dxa"/>
          </w:tcPr>
          <w:p w:rsidR="001E3123" w:rsidRPr="00B37087" w:rsidRDefault="001E3123" w:rsidP="003F76D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:rsidR="001E3123" w:rsidRPr="00B37087" w:rsidRDefault="001E3123" w:rsidP="003F76DC">
            <w:pPr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1E3123" w:rsidRPr="00B37087" w:rsidRDefault="001E3123" w:rsidP="003F76D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66" w:type="dxa"/>
          </w:tcPr>
          <w:p w:rsidR="001E3123" w:rsidRPr="00B37087" w:rsidRDefault="001E3123" w:rsidP="003F76DC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D6255E" w:rsidRPr="00B37087" w:rsidRDefault="00FD1EA5" w:rsidP="00D6255E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26): </w:t>
      </w:r>
      <w:r w:rsidR="008774A8" w:rsidRPr="00B37087">
        <w:rPr>
          <w:rFonts w:cs="B Zar" w:hint="cs"/>
          <w:b/>
          <w:bCs/>
          <w:sz w:val="12"/>
          <w:szCs w:val="12"/>
          <w:rtl/>
          <w:lang w:bidi="fa-IR"/>
        </w:rPr>
        <w:t>پوشش رسانه اي (روزنامه، نشريات محلي و صدا و سيما )فعاليت هاي پژوهش سراهاي دانش آموزي در سطح ناحیه ای / منطقه ای /  استانی و کشوری</w:t>
      </w:r>
      <w:r w:rsidR="00E3291C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(هر  مورد </w:t>
      </w:r>
      <w:r w:rsidR="00FE7FBB" w:rsidRPr="00B37087">
        <w:rPr>
          <w:rFonts w:cs="B Zar" w:hint="cs"/>
          <w:b/>
          <w:bCs/>
          <w:sz w:val="12"/>
          <w:szCs w:val="12"/>
          <w:rtl/>
          <w:lang w:bidi="fa-IR"/>
        </w:rPr>
        <w:t>كشوري 5، استاني3 و منطقه اي 1</w:t>
      </w:r>
      <w:r w:rsidR="00E3291C" w:rsidRPr="00B37087">
        <w:rPr>
          <w:rFonts w:cs="B Zar" w:hint="cs"/>
          <w:b/>
          <w:bCs/>
          <w:sz w:val="12"/>
          <w:szCs w:val="12"/>
          <w:rtl/>
          <w:lang w:bidi="fa-IR"/>
        </w:rPr>
        <w:t xml:space="preserve"> امتياز</w:t>
      </w:r>
      <w:r w:rsidR="00D6255E">
        <w:rPr>
          <w:rFonts w:cs="B Zar" w:hint="cs"/>
          <w:b/>
          <w:bCs/>
          <w:sz w:val="12"/>
          <w:szCs w:val="12"/>
          <w:rtl/>
          <w:lang w:bidi="fa-IR"/>
        </w:rPr>
        <w:t>)</w:t>
      </w:r>
      <w:r w:rsidR="00D6255E" w:rsidRPr="00D6255E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D6255E" w:rsidRPr="00D6255E">
        <w:rPr>
          <w:rFonts w:cs="B Zar" w:hint="cs"/>
          <w:b/>
          <w:bCs/>
          <w:sz w:val="14"/>
          <w:szCs w:val="14"/>
          <w:rtl/>
          <w:lang w:bidi="fa-IR"/>
        </w:rPr>
        <w:t>سا ل تحصيلي 93-92 و 94-93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"/>
        <w:gridCol w:w="5857"/>
        <w:gridCol w:w="992"/>
        <w:gridCol w:w="851"/>
        <w:gridCol w:w="1134"/>
        <w:gridCol w:w="1724"/>
      </w:tblGrid>
      <w:tr w:rsidR="008774A8" w:rsidRPr="00B37087" w:rsidTr="00DD360C">
        <w:tc>
          <w:tcPr>
            <w:tcW w:w="6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774A8" w:rsidRPr="00B37087" w:rsidRDefault="008774A8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585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4A8" w:rsidRPr="00B37087" w:rsidRDefault="008774A8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موضوع فعاليت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774A8" w:rsidRPr="00B37087" w:rsidRDefault="008774A8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کشوری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774A8" w:rsidRPr="00B37087" w:rsidRDefault="008774A8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774A8" w:rsidRPr="00B37087" w:rsidRDefault="008774A8" w:rsidP="00486C2A">
            <w:pPr>
              <w:tabs>
                <w:tab w:val="left" w:pos="406"/>
              </w:tabs>
              <w:rPr>
                <w:rFonts w:cs="B Titr"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Titr" w:hint="cs"/>
                <w:sz w:val="12"/>
                <w:szCs w:val="12"/>
                <w:rtl/>
                <w:lang w:bidi="fa-IR"/>
              </w:rPr>
              <w:t>ناحیه ای / منطقه ای</w:t>
            </w:r>
          </w:p>
        </w:tc>
        <w:tc>
          <w:tcPr>
            <w:tcW w:w="172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774A8" w:rsidRPr="00B37087" w:rsidRDefault="008774A8" w:rsidP="00486C2A">
            <w:pPr>
              <w:rPr>
                <w:rFonts w:cs="B Titr"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تاریخ </w:t>
            </w:r>
          </w:p>
        </w:tc>
      </w:tr>
      <w:tr w:rsidR="008774A8" w:rsidRPr="00B37087" w:rsidTr="00DD360C">
        <w:tc>
          <w:tcPr>
            <w:tcW w:w="606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694CDE" w:rsidRDefault="008774A8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8774A8" w:rsidRPr="00B37087" w:rsidTr="00DD360C">
        <w:tc>
          <w:tcPr>
            <w:tcW w:w="606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694CDE" w:rsidRDefault="008774A8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8774A8" w:rsidRPr="00B37087" w:rsidTr="00DD360C">
        <w:tc>
          <w:tcPr>
            <w:tcW w:w="606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694CDE" w:rsidRDefault="008774A8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8774A8" w:rsidRPr="00B37087" w:rsidTr="00DD360C">
        <w:tc>
          <w:tcPr>
            <w:tcW w:w="606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694CDE" w:rsidRDefault="008774A8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8774A8" w:rsidRPr="00B37087" w:rsidTr="00DD360C">
        <w:tc>
          <w:tcPr>
            <w:tcW w:w="606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694CDE" w:rsidRDefault="008774A8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5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24" w:type="dxa"/>
            <w:tcBorders>
              <w:left w:val="double" w:sz="4" w:space="0" w:color="auto"/>
              <w:right w:val="double" w:sz="4" w:space="0" w:color="auto"/>
            </w:tcBorders>
          </w:tcPr>
          <w:p w:rsidR="008774A8" w:rsidRPr="00B37087" w:rsidRDefault="008774A8" w:rsidP="003F76D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C74B67" w:rsidRDefault="00C74B67" w:rsidP="00D6255E">
      <w:pPr>
        <w:rPr>
          <w:rFonts w:cs="B Zar"/>
          <w:b/>
          <w:bCs/>
          <w:sz w:val="12"/>
          <w:szCs w:val="12"/>
          <w:rtl/>
          <w:lang w:bidi="fa-IR"/>
        </w:rPr>
      </w:pPr>
    </w:p>
    <w:p w:rsidR="00D6255E" w:rsidRPr="00B37087" w:rsidRDefault="00FD1EA5" w:rsidP="00D6255E">
      <w:pPr>
        <w:rPr>
          <w:rFonts w:cs="B Zar"/>
          <w:b/>
          <w:bCs/>
          <w:sz w:val="16"/>
          <w:szCs w:val="16"/>
          <w:rtl/>
          <w:lang w:bidi="fa-IR"/>
        </w:rPr>
      </w:pPr>
      <w:r w:rsidRPr="00FD1EA5">
        <w:rPr>
          <w:rFonts w:cs="B Zar" w:hint="cs"/>
          <w:b/>
          <w:bCs/>
          <w:sz w:val="12"/>
          <w:szCs w:val="12"/>
          <w:rtl/>
          <w:lang w:bidi="fa-IR"/>
        </w:rPr>
        <w:t xml:space="preserve">( جدول شماره </w:t>
      </w:r>
      <w:r>
        <w:rPr>
          <w:rFonts w:cs="B Zar" w:hint="cs"/>
          <w:b/>
          <w:bCs/>
          <w:sz w:val="12"/>
          <w:szCs w:val="12"/>
          <w:rtl/>
          <w:lang w:bidi="fa-IR"/>
        </w:rPr>
        <w:t>27</w:t>
      </w:r>
      <w:r w:rsidRPr="00FD1EA5">
        <w:rPr>
          <w:rFonts w:cs="B Zar" w:hint="cs"/>
          <w:b/>
          <w:bCs/>
          <w:sz w:val="12"/>
          <w:szCs w:val="12"/>
          <w:rtl/>
          <w:lang w:bidi="fa-IR"/>
        </w:rPr>
        <w:t>)</w:t>
      </w:r>
      <w:r>
        <w:rPr>
          <w:rFonts w:cs="B Zar" w:hint="cs"/>
          <w:b/>
          <w:bCs/>
          <w:sz w:val="16"/>
          <w:szCs w:val="16"/>
          <w:rtl/>
          <w:lang w:bidi="fa-IR"/>
        </w:rPr>
        <w:t xml:space="preserve">: </w:t>
      </w:r>
      <w:r w:rsidR="00EB575D" w:rsidRPr="00B37087">
        <w:rPr>
          <w:rFonts w:cs="B Zar" w:hint="cs"/>
          <w:b/>
          <w:bCs/>
          <w:sz w:val="16"/>
          <w:szCs w:val="16"/>
          <w:rtl/>
          <w:lang w:bidi="fa-IR"/>
        </w:rPr>
        <w:t>تعداد و عنوان اردوهاي علمي- پژوهشي برگزار شده در سطح استاني، ملي و بين المللي</w:t>
      </w:r>
      <w:r w:rsidR="00845BBF" w:rsidRPr="00B37087">
        <w:rPr>
          <w:rFonts w:cs="B Zar" w:hint="cs"/>
          <w:b/>
          <w:bCs/>
          <w:sz w:val="16"/>
          <w:szCs w:val="16"/>
          <w:rtl/>
          <w:lang w:bidi="fa-IR"/>
        </w:rPr>
        <w:t>(هر  مورد</w:t>
      </w:r>
      <w:r w:rsidR="00FE7FBB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EC3BC9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بين المللي 15 </w:t>
      </w:r>
      <w:r w:rsidR="00486C2A" w:rsidRPr="00B37087">
        <w:rPr>
          <w:rFonts w:cs="B Zar" w:hint="cs"/>
          <w:b/>
          <w:bCs/>
          <w:sz w:val="16"/>
          <w:szCs w:val="16"/>
          <w:rtl/>
          <w:lang w:bidi="fa-IR"/>
        </w:rPr>
        <w:t>،</w:t>
      </w:r>
      <w:r w:rsidR="00FE7FBB" w:rsidRPr="00B37087">
        <w:rPr>
          <w:rFonts w:cs="B Zar" w:hint="cs"/>
          <w:b/>
          <w:bCs/>
          <w:sz w:val="16"/>
          <w:szCs w:val="16"/>
          <w:rtl/>
          <w:lang w:bidi="fa-IR"/>
        </w:rPr>
        <w:t>كشوري 5، استاني3 و منطقه اي 1</w:t>
      </w:r>
      <w:r w:rsidR="00845BBF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امتياز</w:t>
      </w:r>
      <w:r w:rsidR="00D6255E">
        <w:rPr>
          <w:rFonts w:cs="B Zar" w:hint="cs"/>
          <w:b/>
          <w:bCs/>
          <w:sz w:val="16"/>
          <w:szCs w:val="16"/>
          <w:rtl/>
          <w:lang w:bidi="fa-IR"/>
        </w:rPr>
        <w:t>)</w:t>
      </w:r>
      <w:r w:rsidR="00D6255E" w:rsidRPr="00D6255E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D6255E" w:rsidRPr="00D6255E">
        <w:rPr>
          <w:rFonts w:cs="B Zar" w:hint="cs"/>
          <w:b/>
          <w:bCs/>
          <w:sz w:val="14"/>
          <w:szCs w:val="14"/>
          <w:rtl/>
          <w:lang w:bidi="fa-IR"/>
        </w:rPr>
        <w:t>سا ل تحصيلي 93-92 و 94-93</w:t>
      </w:r>
    </w:p>
    <w:tbl>
      <w:tblPr>
        <w:bidiVisual/>
        <w:tblW w:w="1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3524"/>
        <w:gridCol w:w="1984"/>
        <w:gridCol w:w="1843"/>
        <w:gridCol w:w="3142"/>
      </w:tblGrid>
      <w:tr w:rsidR="00EB575D" w:rsidRPr="00B37087" w:rsidTr="00DD360C">
        <w:tc>
          <w:tcPr>
            <w:tcW w:w="671" w:type="dxa"/>
            <w:shd w:val="clear" w:color="auto" w:fill="D9D9D9" w:themeFill="background1" w:themeFillShade="D9"/>
          </w:tcPr>
          <w:p w:rsidR="00EB575D" w:rsidRPr="00B37087" w:rsidRDefault="00EB575D" w:rsidP="00ED28C9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3524" w:type="dxa"/>
            <w:shd w:val="clear" w:color="auto" w:fill="D9D9D9" w:themeFill="background1" w:themeFillShade="D9"/>
          </w:tcPr>
          <w:p w:rsidR="00EB575D" w:rsidRPr="00B37087" w:rsidRDefault="00EB575D" w:rsidP="00ED28C9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عنوان اردو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EB575D" w:rsidRPr="00B37087" w:rsidRDefault="00EB575D" w:rsidP="00ED28C9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تعداد شركت كنندگان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B575D" w:rsidRPr="00B37087" w:rsidRDefault="00EB575D" w:rsidP="00EB575D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مكان اردو</w:t>
            </w:r>
          </w:p>
        </w:tc>
        <w:tc>
          <w:tcPr>
            <w:tcW w:w="3142" w:type="dxa"/>
            <w:shd w:val="clear" w:color="auto" w:fill="D9D9D9" w:themeFill="background1" w:themeFillShade="D9"/>
          </w:tcPr>
          <w:p w:rsidR="00EB575D" w:rsidRPr="00B37087" w:rsidRDefault="00EB575D" w:rsidP="00ED28C9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B37087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سطح </w:t>
            </w:r>
          </w:p>
        </w:tc>
      </w:tr>
      <w:tr w:rsidR="00EB575D" w:rsidRPr="00B37087" w:rsidTr="00DD360C">
        <w:tc>
          <w:tcPr>
            <w:tcW w:w="671" w:type="dxa"/>
            <w:shd w:val="clear" w:color="auto" w:fill="auto"/>
          </w:tcPr>
          <w:p w:rsidR="00EB575D" w:rsidRPr="00694CDE" w:rsidRDefault="00EC3BC9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3524" w:type="dxa"/>
            <w:shd w:val="clear" w:color="auto" w:fill="auto"/>
          </w:tcPr>
          <w:p w:rsidR="00EB575D" w:rsidRPr="00B37087" w:rsidRDefault="00EB575D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4" w:type="dxa"/>
          </w:tcPr>
          <w:p w:rsidR="00EB575D" w:rsidRPr="00B37087" w:rsidRDefault="00EB575D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:rsidR="00EB575D" w:rsidRPr="00B37087" w:rsidRDefault="00EB575D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142" w:type="dxa"/>
            <w:shd w:val="clear" w:color="auto" w:fill="auto"/>
          </w:tcPr>
          <w:p w:rsidR="00EB575D" w:rsidRPr="00B37087" w:rsidRDefault="00EB575D" w:rsidP="00ED28C9">
            <w:pPr>
              <w:rPr>
                <w:rFonts w:cs="B Nazanin"/>
                <w:b/>
                <w:bCs/>
                <w:rtl/>
              </w:rPr>
            </w:pPr>
          </w:p>
        </w:tc>
      </w:tr>
      <w:tr w:rsidR="00EC3BC9" w:rsidRPr="00B37087" w:rsidTr="00DD360C">
        <w:tc>
          <w:tcPr>
            <w:tcW w:w="671" w:type="dxa"/>
            <w:shd w:val="clear" w:color="auto" w:fill="auto"/>
          </w:tcPr>
          <w:p w:rsidR="00EC3BC9" w:rsidRPr="00694CDE" w:rsidRDefault="00EC3BC9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3524" w:type="dxa"/>
            <w:shd w:val="clear" w:color="auto" w:fill="auto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4" w:type="dxa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142" w:type="dxa"/>
            <w:shd w:val="clear" w:color="auto" w:fill="auto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</w:tr>
      <w:tr w:rsidR="00EC3BC9" w:rsidRPr="00B37087" w:rsidTr="00DD360C">
        <w:tc>
          <w:tcPr>
            <w:tcW w:w="671" w:type="dxa"/>
            <w:shd w:val="clear" w:color="auto" w:fill="auto"/>
          </w:tcPr>
          <w:p w:rsidR="00EC3BC9" w:rsidRPr="00694CDE" w:rsidRDefault="00EC3BC9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3524" w:type="dxa"/>
            <w:shd w:val="clear" w:color="auto" w:fill="auto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4" w:type="dxa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142" w:type="dxa"/>
            <w:shd w:val="clear" w:color="auto" w:fill="auto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</w:tr>
      <w:tr w:rsidR="00EC3BC9" w:rsidRPr="00B37087" w:rsidTr="00DD360C">
        <w:tc>
          <w:tcPr>
            <w:tcW w:w="671" w:type="dxa"/>
            <w:shd w:val="clear" w:color="auto" w:fill="auto"/>
          </w:tcPr>
          <w:p w:rsidR="00EC3BC9" w:rsidRPr="00694CDE" w:rsidRDefault="00EC3BC9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3524" w:type="dxa"/>
            <w:shd w:val="clear" w:color="auto" w:fill="auto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4" w:type="dxa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142" w:type="dxa"/>
            <w:shd w:val="clear" w:color="auto" w:fill="auto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</w:tr>
      <w:tr w:rsidR="00EC3BC9" w:rsidRPr="00B37087" w:rsidTr="00DD360C">
        <w:tc>
          <w:tcPr>
            <w:tcW w:w="671" w:type="dxa"/>
            <w:shd w:val="clear" w:color="auto" w:fill="auto"/>
          </w:tcPr>
          <w:p w:rsidR="00EC3BC9" w:rsidRPr="00694CDE" w:rsidRDefault="00EC3BC9" w:rsidP="00694CDE">
            <w:pPr>
              <w:tabs>
                <w:tab w:val="left" w:pos="5910"/>
              </w:tabs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3524" w:type="dxa"/>
            <w:shd w:val="clear" w:color="auto" w:fill="auto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984" w:type="dxa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142" w:type="dxa"/>
            <w:shd w:val="clear" w:color="auto" w:fill="auto"/>
          </w:tcPr>
          <w:p w:rsidR="00EC3BC9" w:rsidRPr="00B37087" w:rsidRDefault="00EC3BC9" w:rsidP="00ED28C9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D3F98" w:rsidRPr="00B37087" w:rsidRDefault="004D3F98" w:rsidP="00313568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AC6132" w:rsidRPr="00B37087" w:rsidRDefault="00FD1EA5" w:rsidP="00FD1EA5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 w:hint="cs"/>
          <w:b/>
          <w:bCs/>
          <w:sz w:val="16"/>
          <w:szCs w:val="16"/>
          <w:rtl/>
          <w:lang w:bidi="fa-IR"/>
        </w:rPr>
        <w:t xml:space="preserve">( جدول شماره 28): </w:t>
      </w:r>
      <w:r w:rsidR="00AC6132" w:rsidRPr="00B37087">
        <w:rPr>
          <w:rFonts w:cs="B Zar" w:hint="cs"/>
          <w:b/>
          <w:bCs/>
          <w:sz w:val="16"/>
          <w:szCs w:val="16"/>
          <w:rtl/>
          <w:lang w:bidi="fa-IR"/>
        </w:rPr>
        <w:t>بارزترین موفقیت</w:t>
      </w:r>
      <w:r w:rsidR="00486C2A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ها</w:t>
      </w:r>
      <w:r w:rsidR="00AC6132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در حوزه نو آوری </w:t>
      </w:r>
      <w:r w:rsidR="00EC3BC9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و خلاقيت از سا ل تحصيلي 93-92 </w:t>
      </w:r>
      <w:r w:rsidR="00486C2A" w:rsidRPr="00B37087">
        <w:rPr>
          <w:rFonts w:cs="B Zar" w:hint="cs"/>
          <w:b/>
          <w:bCs/>
          <w:sz w:val="16"/>
          <w:szCs w:val="16"/>
          <w:rtl/>
          <w:lang w:bidi="fa-IR"/>
        </w:rPr>
        <w:t>(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>هر  مورد</w:t>
      </w:r>
      <w:r w:rsidR="00486C2A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منطقه اي</w:t>
      </w:r>
      <w:r w:rsidR="00EC3BC9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2 </w:t>
      </w:r>
      <w:r w:rsidR="00486C2A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، </w:t>
      </w:r>
      <w:r w:rsidR="00EC3BC9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استاني </w:t>
      </w:r>
      <w:r w:rsidR="00E3291C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5 امتياز</w:t>
      </w:r>
      <w:r w:rsidR="00EC3BC9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486C2A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، </w:t>
      </w:r>
      <w:r w:rsidR="00EC3BC9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كشوري 10 امتياز </w:t>
      </w:r>
      <w:r w:rsidR="00486C2A" w:rsidRPr="00B37087">
        <w:rPr>
          <w:rFonts w:cs="B Zar" w:hint="cs"/>
          <w:b/>
          <w:bCs/>
          <w:sz w:val="16"/>
          <w:szCs w:val="16"/>
          <w:rtl/>
          <w:lang w:bidi="fa-IR"/>
        </w:rPr>
        <w:t>)</w:t>
      </w:r>
      <w:r w:rsidR="004C3AE3" w:rsidRPr="00B37087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64"/>
      </w:tblGrid>
      <w:tr w:rsidR="00AC6132" w:rsidRPr="00B37087" w:rsidTr="00DD360C">
        <w:trPr>
          <w:trHeight w:val="1838"/>
        </w:trPr>
        <w:tc>
          <w:tcPr>
            <w:tcW w:w="1116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C6132" w:rsidRPr="00694CDE" w:rsidRDefault="00AC6132" w:rsidP="00694CDE">
            <w:pPr>
              <w:tabs>
                <w:tab w:val="left" w:pos="5910"/>
              </w:tabs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AC6132" w:rsidRPr="00694CDE" w:rsidRDefault="00AC6132" w:rsidP="00694CDE">
            <w:pPr>
              <w:tabs>
                <w:tab w:val="left" w:pos="5910"/>
              </w:tabs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1-</w:t>
            </w:r>
          </w:p>
          <w:p w:rsidR="00AC6132" w:rsidRPr="00694CDE" w:rsidRDefault="00AC6132" w:rsidP="00694CDE">
            <w:pPr>
              <w:tabs>
                <w:tab w:val="left" w:pos="5910"/>
              </w:tabs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AC6132" w:rsidRPr="00694CDE" w:rsidRDefault="00AC6132" w:rsidP="00694CDE">
            <w:pPr>
              <w:tabs>
                <w:tab w:val="left" w:pos="5910"/>
              </w:tabs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2-</w:t>
            </w:r>
          </w:p>
          <w:p w:rsidR="00AC6132" w:rsidRPr="00694CDE" w:rsidRDefault="00AC6132" w:rsidP="00694CDE">
            <w:pPr>
              <w:tabs>
                <w:tab w:val="left" w:pos="5910"/>
              </w:tabs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AC6132" w:rsidRPr="00694CDE" w:rsidRDefault="00AC6132" w:rsidP="00694CDE">
            <w:pPr>
              <w:tabs>
                <w:tab w:val="left" w:pos="5910"/>
              </w:tabs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3-</w:t>
            </w:r>
          </w:p>
          <w:p w:rsidR="00AC6132" w:rsidRPr="00694CDE" w:rsidRDefault="00AC6132" w:rsidP="00694CDE">
            <w:pPr>
              <w:tabs>
                <w:tab w:val="left" w:pos="5910"/>
              </w:tabs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AC6132" w:rsidRPr="00694CDE" w:rsidRDefault="00AC6132" w:rsidP="00694CDE">
            <w:pPr>
              <w:tabs>
                <w:tab w:val="left" w:pos="5910"/>
              </w:tabs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4-</w:t>
            </w:r>
          </w:p>
          <w:p w:rsidR="00AC6132" w:rsidRPr="00694CDE" w:rsidRDefault="00AC6132" w:rsidP="00694CDE">
            <w:pPr>
              <w:tabs>
                <w:tab w:val="left" w:pos="5910"/>
              </w:tabs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AC6132" w:rsidRPr="00694CDE" w:rsidRDefault="00AC6132" w:rsidP="00694CDE">
            <w:pPr>
              <w:tabs>
                <w:tab w:val="left" w:pos="5910"/>
              </w:tabs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94CDE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5-</w:t>
            </w:r>
          </w:p>
          <w:p w:rsidR="0031128C" w:rsidRPr="00694CDE" w:rsidRDefault="0031128C" w:rsidP="00694CDE">
            <w:pPr>
              <w:tabs>
                <w:tab w:val="left" w:pos="5910"/>
              </w:tabs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221717" w:rsidRPr="00694CDE" w:rsidRDefault="00221717" w:rsidP="00694CDE">
            <w:pPr>
              <w:tabs>
                <w:tab w:val="left" w:pos="5910"/>
              </w:tabs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221717" w:rsidRPr="00B37087" w:rsidRDefault="00221717" w:rsidP="00E73B37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AD5E86" w:rsidRDefault="00AD5E86" w:rsidP="00DD360C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:rsidR="00AD5E86" w:rsidRDefault="00AD5E86" w:rsidP="00DD360C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:rsidR="00AD5E86" w:rsidRDefault="00AD5E86" w:rsidP="00DD360C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:rsidR="00AD5E86" w:rsidRDefault="00AD5E86" w:rsidP="00DD360C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:rsidR="00AD5E86" w:rsidRDefault="00AD5E86" w:rsidP="00DD360C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:rsidR="00BD4CE6" w:rsidRDefault="00BD4CE6" w:rsidP="00DD360C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:rsidR="00BD4CE6" w:rsidRDefault="00BD4CE6" w:rsidP="00DD360C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:rsidR="00FD1EA5" w:rsidRDefault="00FD1EA5" w:rsidP="00DD360C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DD360C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جدول نهايي</w:t>
      </w:r>
      <w:r w:rsidR="00DD360C" w:rsidRPr="00DD360C">
        <w:rPr>
          <w:rFonts w:cs="B Titr" w:hint="cs"/>
          <w:b/>
          <w:bCs/>
          <w:sz w:val="28"/>
          <w:szCs w:val="28"/>
          <w:rtl/>
          <w:lang w:bidi="fa-IR"/>
        </w:rPr>
        <w:t xml:space="preserve"> امتياز دهي</w:t>
      </w:r>
      <w:r w:rsidRPr="00DD360C">
        <w:rPr>
          <w:rFonts w:cs="B Titr" w:hint="cs"/>
          <w:b/>
          <w:bCs/>
          <w:sz w:val="28"/>
          <w:szCs w:val="28"/>
          <w:rtl/>
          <w:lang w:bidi="fa-IR"/>
        </w:rPr>
        <w:t xml:space="preserve"> پژوهش سراهاي دانش آموزي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16"/>
        <w:gridCol w:w="850"/>
        <w:gridCol w:w="852"/>
        <w:gridCol w:w="4818"/>
        <w:gridCol w:w="1134"/>
        <w:gridCol w:w="2552"/>
      </w:tblGrid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DD360C">
              <w:rPr>
                <w:rFonts w:cs="B Titr" w:hint="cs"/>
                <w:b/>
                <w:bCs/>
                <w:rtl/>
                <w:lang w:bidi="fa-IR"/>
              </w:rPr>
              <w:t>رد</w:t>
            </w:r>
            <w:r>
              <w:rPr>
                <w:rFonts w:cs="B Titr" w:hint="cs"/>
                <w:b/>
                <w:bCs/>
                <w:rtl/>
                <w:lang w:bidi="fa-IR"/>
              </w:rPr>
              <w:t>ي</w:t>
            </w:r>
            <w:r w:rsidRPr="00DD360C">
              <w:rPr>
                <w:rFonts w:cs="B Titr" w:hint="cs"/>
                <w:b/>
                <w:bCs/>
                <w:rtl/>
                <w:lang w:bidi="fa-IR"/>
              </w:rPr>
              <w:t xml:space="preserve">ف 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DD360C">
              <w:rPr>
                <w:rFonts w:cs="B Titr" w:hint="cs"/>
                <w:b/>
                <w:bCs/>
                <w:rtl/>
                <w:lang w:bidi="fa-IR"/>
              </w:rPr>
              <w:t>شماره جدول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عنوان جدول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DD360C">
              <w:rPr>
                <w:rFonts w:cs="B Titr" w:hint="cs"/>
                <w:b/>
                <w:bCs/>
                <w:rtl/>
                <w:lang w:bidi="fa-IR"/>
              </w:rPr>
              <w:t>جمع امتياز</w:t>
            </w: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DD360C">
              <w:rPr>
                <w:rFonts w:cs="B Titr" w:hint="cs"/>
                <w:b/>
                <w:bCs/>
                <w:rtl/>
                <w:lang w:bidi="fa-IR"/>
              </w:rPr>
              <w:t>توضيحات</w:t>
            </w: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امکانات و تجهیزات پژوهش سراي دانش آموزي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اطلاعات نرم افزاری پژوهش سراي دانش آموزي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تعداد دانش آموز فعال پژوهش سراي دانش آموزي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انجمن های علمی/ تیم علمی پژوهش سراي دانش آموزي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670" w:type="dxa"/>
            <w:gridSpan w:val="2"/>
          </w:tcPr>
          <w:p w:rsidR="00C74B67" w:rsidRPr="00B62869" w:rsidRDefault="00C74B67" w:rsidP="008A22CC">
            <w:pPr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B62869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دانش آموزان  فعال در پژوهش سراي دانش آموزي دارای رتبه های جهانی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رتبه های كشوري  شامل جشنواره خوارزمي </w:t>
            </w:r>
            <w:r w:rsidRPr="00B37087">
              <w:rPr>
                <w:rFonts w:hint="cs"/>
                <w:b/>
                <w:bCs/>
                <w:sz w:val="12"/>
                <w:szCs w:val="12"/>
                <w:rtl/>
                <w:lang w:bidi="fa-IR"/>
              </w:rPr>
              <w:t>–</w:t>
            </w:r>
            <w:r w:rsidRPr="00B37087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المپياد علمي </w:t>
            </w:r>
            <w:r w:rsidRPr="00B37087">
              <w:rPr>
                <w:rFonts w:hint="cs"/>
                <w:b/>
                <w:bCs/>
                <w:sz w:val="12"/>
                <w:szCs w:val="12"/>
                <w:rtl/>
                <w:lang w:bidi="fa-IR"/>
              </w:rPr>
              <w:t>–</w:t>
            </w:r>
            <w:r w:rsidRPr="00B37087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مسابقات علمي و  عملي  و..</w:t>
            </w:r>
            <w:r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.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دانش آموزان فعال در پژوهش سراي دانش آموزي دارای ثبت اختراع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62869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دانش آموزان فعال داراي </w:t>
            </w:r>
            <w:r w:rsidRPr="00B37087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ثبت اختراع به تولید انبوه رسیده و تجاری </w:t>
            </w:r>
            <w:r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سازي </w:t>
            </w:r>
            <w:r w:rsidRPr="00B37087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شده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62869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طرح های دانش آموزان فعال که به تایید مراجع و مراکز دانشگاهی رسیده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5670" w:type="dxa"/>
            <w:gridSpan w:val="2"/>
          </w:tcPr>
          <w:p w:rsidR="00C74B67" w:rsidRPr="00B62869" w:rsidRDefault="00C74B67" w:rsidP="008A22CC">
            <w:pPr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B62869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نمایشگاه هایی که پژوهش سرا ي دانش آموزي در آن شرکت داشته است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تقدیرنامه هایی که دانش آموزان فعال پژوهش</w:t>
            </w:r>
            <w:r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</w:t>
            </w:r>
            <w:r w:rsidRPr="00B37087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سرا ي دانش آموزي از طرف آموزش و پرورش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5670" w:type="dxa"/>
            <w:gridSpan w:val="2"/>
          </w:tcPr>
          <w:p w:rsidR="00C74B67" w:rsidRPr="008A5563" w:rsidRDefault="00C74B67" w:rsidP="008A22CC">
            <w:pPr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تقدیرنامه هایی که دانش آموزان فعال پژوهش</w:t>
            </w:r>
            <w:r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</w:t>
            </w:r>
            <w:r w:rsidRPr="00B37087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سراي دانش آموزي از مراکز و نهاد های خارج از آموزش و پرورش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مقالات</w:t>
            </w:r>
            <w:r w:rsidRPr="00B37087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 xml:space="preserve"> چاپ شده دانش آموزان فعال پژوهش</w:t>
            </w:r>
            <w:r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B37087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سراي دانش آموزي در محافل علمی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پوسترهای چاپ شده توسط پژوهش سراي دانش آموزي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17</w:t>
            </w:r>
          </w:p>
        </w:tc>
        <w:tc>
          <w:tcPr>
            <w:tcW w:w="5670" w:type="dxa"/>
            <w:gridSpan w:val="2"/>
          </w:tcPr>
          <w:p w:rsidR="00C74B67" w:rsidRPr="008A5563" w:rsidRDefault="00C74B67" w:rsidP="008A22CC">
            <w:pPr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A5563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جلسات برگزار شده مدیران واحد هاي آموزشي و سرگروه های درسی در پژوهش سراي دانش آموزي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18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برگزاری نمایشگاه در پژوهش سراي دانش آموزي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17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5670" w:type="dxa"/>
            <w:gridSpan w:val="2"/>
          </w:tcPr>
          <w:p w:rsidR="00C74B67" w:rsidRPr="008A5563" w:rsidRDefault="00C74B67" w:rsidP="008A22CC">
            <w:pPr>
              <w:tabs>
                <w:tab w:val="right" w:pos="5029"/>
              </w:tabs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A5563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شرکت دانش آموزان فعال پژوهش سراي دانش آموزي در همایش هاو کنفرانس های ملي و بین المللی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18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8A5563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مجری برگزاری دوره ، مسابقه</w:t>
            </w:r>
            <w:r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 xml:space="preserve"> و جشنواره های ناحیه ای/ منطقه اي/</w:t>
            </w:r>
            <w:r w:rsidRPr="008A5563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 xml:space="preserve"> استانی و کشوری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مجری برگزاری دوره های آموزشی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5670" w:type="dxa"/>
            <w:gridSpan w:val="2"/>
          </w:tcPr>
          <w:p w:rsidR="00C74B67" w:rsidRPr="008A5563" w:rsidRDefault="00C74B67" w:rsidP="008A22CC">
            <w:pPr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A5563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مقالات ارائه شده توسط مدير و همکاران شاغل در پژوهش سرا ي دانش آموزي در همایش ها و کنفرانس ها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FD1EA5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مقالات چاپ شده توسط مدير ، معاون و همکاران شاغل در پژوهش سرا ي دانش آموزي در نشریات معتبر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5670" w:type="dxa"/>
            <w:gridSpan w:val="2"/>
          </w:tcPr>
          <w:p w:rsidR="00C74B67" w:rsidRPr="008A5563" w:rsidRDefault="00C74B67" w:rsidP="008A22CC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A5563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کل اعتبارات دریافتی ازناحیه / منطقه ، استان ، ساير دستگاه هاي اجرايي، خیرین، مقامات محلی ،کمک های مردمی و ...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تعداد تفاهم نامه هاي همكاري شركت ها ، موسسات ، اشخاص حقيقي و حقوقي دولتي و  غيردولتي 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پوشش رسانه اي (روزنامه، نشريات محلي و صدا و سيما )فعاليت هاي پژوهش سراهاي دانش آموزي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27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تعداد و عنوان اردوهاي علمي- پژوهشي برگزار شده در سطح استاني، ملي و بين المللي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850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28</w:t>
            </w:r>
          </w:p>
        </w:tc>
        <w:tc>
          <w:tcPr>
            <w:tcW w:w="5670" w:type="dxa"/>
            <w:gridSpan w:val="2"/>
          </w:tcPr>
          <w:p w:rsidR="00C74B67" w:rsidRPr="00DD360C" w:rsidRDefault="00C74B67" w:rsidP="008A22CC">
            <w:pPr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بارزترین موفقیت ها در حوزه نو</w:t>
            </w:r>
            <w:r w:rsidRPr="00B3708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آوری و خلاقيت</w:t>
            </w:r>
          </w:p>
        </w:tc>
        <w:tc>
          <w:tcPr>
            <w:tcW w:w="1134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52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74B67" w:rsidRPr="00DD360C" w:rsidTr="00C74B67">
        <w:tc>
          <w:tcPr>
            <w:tcW w:w="816" w:type="dxa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D360C">
              <w:rPr>
                <w:rFonts w:cs="B Zar" w:hint="cs"/>
                <w:b/>
                <w:bCs/>
                <w:rtl/>
                <w:lang w:bidi="fa-IR"/>
              </w:rPr>
              <w:t>جمع كل</w:t>
            </w:r>
          </w:p>
        </w:tc>
        <w:tc>
          <w:tcPr>
            <w:tcW w:w="1702" w:type="dxa"/>
            <w:gridSpan w:val="2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504" w:type="dxa"/>
            <w:gridSpan w:val="3"/>
          </w:tcPr>
          <w:p w:rsidR="00C74B67" w:rsidRPr="00DD360C" w:rsidRDefault="00C74B67" w:rsidP="008A22C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BD4CE6" w:rsidRPr="00BD4CE6" w:rsidRDefault="00AD5E86" w:rsidP="00BD4CE6">
      <w:pPr>
        <w:rPr>
          <w:rFonts w:cs="B Zar"/>
          <w:b/>
          <w:bCs/>
          <w:sz w:val="20"/>
          <w:szCs w:val="20"/>
          <w:rtl/>
          <w:lang w:bidi="fa-IR"/>
        </w:rPr>
      </w:pPr>
      <w:bookmarkStart w:id="1" w:name="OLE_LINK1"/>
      <w:r w:rsidRPr="00BD4CE6">
        <w:rPr>
          <w:rFonts w:cs="B Zar" w:hint="cs"/>
          <w:sz w:val="20"/>
          <w:szCs w:val="20"/>
          <w:rtl/>
          <w:lang w:bidi="fa-IR"/>
        </w:rPr>
        <w:t xml:space="preserve">نام و نام خانوادگي مسئول پژوهش سراي دانش آموزي : </w:t>
      </w:r>
      <w:r w:rsidR="00BD4CE6">
        <w:rPr>
          <w:rFonts w:cs="B Zar" w:hint="cs"/>
          <w:sz w:val="20"/>
          <w:szCs w:val="20"/>
          <w:rtl/>
          <w:lang w:bidi="fa-IR"/>
        </w:rPr>
        <w:t xml:space="preserve">                                                               </w:t>
      </w:r>
      <w:r w:rsidR="00BD4CE6" w:rsidRPr="00BD4CE6">
        <w:rPr>
          <w:rFonts w:cs="B Zar" w:hint="cs"/>
          <w:sz w:val="20"/>
          <w:szCs w:val="20"/>
          <w:rtl/>
          <w:lang w:bidi="fa-IR"/>
        </w:rPr>
        <w:t xml:space="preserve">مهرو امضاء : </w:t>
      </w:r>
      <w:r w:rsidR="00BD4CE6">
        <w:rPr>
          <w:rFonts w:cs="B Zar" w:hint="cs"/>
          <w:sz w:val="20"/>
          <w:szCs w:val="20"/>
          <w:rtl/>
          <w:lang w:bidi="fa-IR"/>
        </w:rPr>
        <w:t xml:space="preserve">                                               </w:t>
      </w:r>
      <w:r w:rsidR="00BD4CE6" w:rsidRPr="00BD4CE6">
        <w:rPr>
          <w:rFonts w:cs="B Zar" w:hint="cs"/>
          <w:sz w:val="20"/>
          <w:szCs w:val="20"/>
          <w:rtl/>
          <w:lang w:bidi="fa-IR"/>
        </w:rPr>
        <w:t>تاريخ:</w:t>
      </w:r>
      <w:r w:rsidR="00BD4CE6" w:rsidRPr="00BD4CE6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</w:p>
    <w:p w:rsidR="00C74B67" w:rsidRPr="00BD4CE6" w:rsidRDefault="004B2CCD" w:rsidP="00C74B67">
      <w:pPr>
        <w:jc w:val="both"/>
        <w:rPr>
          <w:rFonts w:cs="B Zar"/>
          <w:b/>
          <w:bCs/>
          <w:sz w:val="22"/>
          <w:szCs w:val="22"/>
          <w:rtl/>
          <w:lang w:bidi="fa-IR"/>
        </w:rPr>
      </w:pPr>
      <w:r w:rsidRPr="00BD4CE6">
        <w:rPr>
          <w:rFonts w:cs="B Zar" w:hint="cs"/>
          <w:b/>
          <w:bCs/>
          <w:sz w:val="22"/>
          <w:szCs w:val="22"/>
          <w:rtl/>
          <w:lang w:bidi="fa-IR"/>
        </w:rPr>
        <w:t>بدين وسيله</w:t>
      </w:r>
      <w:r w:rsidR="001B6468" w:rsidRPr="00BD4CE6">
        <w:rPr>
          <w:rFonts w:cs="B Zar" w:hint="cs"/>
          <w:b/>
          <w:bCs/>
          <w:sz w:val="22"/>
          <w:szCs w:val="22"/>
          <w:rtl/>
          <w:lang w:bidi="fa-IR"/>
        </w:rPr>
        <w:t xml:space="preserve"> با توجه به بررسي اسناد و مدارك ارائه شده ،</w:t>
      </w:r>
      <w:r w:rsidRPr="00BD4CE6">
        <w:rPr>
          <w:rFonts w:cs="B Zar" w:hint="cs"/>
          <w:b/>
          <w:bCs/>
          <w:sz w:val="22"/>
          <w:szCs w:val="22"/>
          <w:rtl/>
          <w:lang w:bidi="fa-IR"/>
        </w:rPr>
        <w:t xml:space="preserve"> جمع امتياز</w:t>
      </w:r>
      <w:r w:rsidR="00BA32C2" w:rsidRPr="00BD4CE6">
        <w:rPr>
          <w:rFonts w:cs="B Zar" w:hint="cs"/>
          <w:b/>
          <w:bCs/>
          <w:sz w:val="22"/>
          <w:szCs w:val="22"/>
          <w:rtl/>
          <w:lang w:bidi="fa-IR"/>
        </w:rPr>
        <w:t>( به حروف)..........................................</w:t>
      </w:r>
      <w:r w:rsidRPr="00BD4CE6">
        <w:rPr>
          <w:rFonts w:cs="B Zar" w:hint="cs"/>
          <w:b/>
          <w:bCs/>
          <w:sz w:val="22"/>
          <w:szCs w:val="22"/>
          <w:rtl/>
          <w:lang w:bidi="fa-IR"/>
        </w:rPr>
        <w:t xml:space="preserve"> عملكرد پژوهش سراي </w:t>
      </w:r>
    </w:p>
    <w:p w:rsidR="004B2CCD" w:rsidRPr="00BD4CE6" w:rsidRDefault="004B2CCD" w:rsidP="00C74B67">
      <w:pPr>
        <w:jc w:val="both"/>
        <w:rPr>
          <w:rFonts w:cs="B Zar"/>
          <w:b/>
          <w:bCs/>
          <w:sz w:val="22"/>
          <w:szCs w:val="22"/>
          <w:rtl/>
          <w:lang w:bidi="fa-IR"/>
        </w:rPr>
      </w:pPr>
      <w:r w:rsidRPr="00BD4CE6">
        <w:rPr>
          <w:rFonts w:cs="B Zar" w:hint="cs"/>
          <w:b/>
          <w:bCs/>
          <w:sz w:val="22"/>
          <w:szCs w:val="22"/>
          <w:rtl/>
          <w:lang w:bidi="fa-IR"/>
        </w:rPr>
        <w:t>دانش آموزي .............................. واقع در م</w:t>
      </w:r>
      <w:r w:rsidR="00BA32C2" w:rsidRPr="00BD4CE6">
        <w:rPr>
          <w:rFonts w:cs="B Zar" w:hint="cs"/>
          <w:b/>
          <w:bCs/>
          <w:sz w:val="22"/>
          <w:szCs w:val="22"/>
          <w:rtl/>
          <w:lang w:bidi="fa-IR"/>
        </w:rPr>
        <w:t>نطقه / شهرستان / ناحيه ................  استان .................................. مورد تائيد اي</w:t>
      </w:r>
      <w:r w:rsidR="001B6468" w:rsidRPr="00BD4CE6">
        <w:rPr>
          <w:rFonts w:cs="B Zar" w:hint="cs"/>
          <w:b/>
          <w:bCs/>
          <w:sz w:val="22"/>
          <w:szCs w:val="22"/>
          <w:rtl/>
          <w:lang w:bidi="fa-IR"/>
        </w:rPr>
        <w:t>نجانب مي باشد.</w:t>
      </w:r>
    </w:p>
    <w:p w:rsidR="001B6468" w:rsidRPr="00BD4CE6" w:rsidRDefault="001B6468" w:rsidP="00AD5E86">
      <w:pPr>
        <w:rPr>
          <w:rFonts w:cs="B Zar"/>
          <w:sz w:val="22"/>
          <w:szCs w:val="22"/>
          <w:rtl/>
          <w:lang w:bidi="fa-IR"/>
        </w:rPr>
      </w:pPr>
      <w:r w:rsidRPr="00BD4CE6">
        <w:rPr>
          <w:rFonts w:cs="B Zar" w:hint="cs"/>
          <w:sz w:val="22"/>
          <w:szCs w:val="22"/>
          <w:rtl/>
          <w:lang w:bidi="fa-IR"/>
        </w:rPr>
        <w:t>نام و نام خانوادگي رئيس محترم اداره تكنولوژي و گروه</w:t>
      </w:r>
      <w:r w:rsidR="00C74B67" w:rsidRPr="00BD4CE6">
        <w:rPr>
          <w:rFonts w:cs="B Zar" w:hint="cs"/>
          <w:sz w:val="22"/>
          <w:szCs w:val="22"/>
          <w:rtl/>
          <w:lang w:bidi="fa-IR"/>
        </w:rPr>
        <w:t xml:space="preserve"> </w:t>
      </w:r>
      <w:r w:rsidRPr="00BD4CE6">
        <w:rPr>
          <w:rFonts w:cs="B Zar" w:hint="cs"/>
          <w:sz w:val="22"/>
          <w:szCs w:val="22"/>
          <w:rtl/>
          <w:lang w:bidi="fa-IR"/>
        </w:rPr>
        <w:t>هاي آموزشي متوسطه</w:t>
      </w:r>
      <w:r w:rsidR="00AB712D" w:rsidRPr="00BD4CE6">
        <w:rPr>
          <w:rFonts w:cs="B Zar" w:hint="cs"/>
          <w:sz w:val="22"/>
          <w:szCs w:val="22"/>
          <w:rtl/>
          <w:lang w:bidi="fa-IR"/>
        </w:rPr>
        <w:t>:                                                           تاريخ:</w:t>
      </w:r>
    </w:p>
    <w:p w:rsidR="00AB712D" w:rsidRPr="00BD4CE6" w:rsidRDefault="00AB712D" w:rsidP="00AD5E86">
      <w:pPr>
        <w:rPr>
          <w:rFonts w:cs="B Zar"/>
          <w:sz w:val="22"/>
          <w:szCs w:val="22"/>
          <w:rtl/>
          <w:lang w:bidi="fa-IR"/>
        </w:rPr>
      </w:pPr>
      <w:r w:rsidRPr="00BD4CE6">
        <w:rPr>
          <w:rFonts w:cs="B Zar" w:hint="cs"/>
          <w:sz w:val="22"/>
          <w:szCs w:val="22"/>
          <w:rtl/>
          <w:lang w:bidi="fa-IR"/>
        </w:rPr>
        <w:t>مهرو امضاء :</w:t>
      </w:r>
    </w:p>
    <w:p w:rsidR="00C74B67" w:rsidRPr="00BD4CE6" w:rsidRDefault="00C74B67" w:rsidP="00C74B67">
      <w:pPr>
        <w:pStyle w:val="ListParagraph"/>
        <w:numPr>
          <w:ilvl w:val="0"/>
          <w:numId w:val="1"/>
        </w:numPr>
        <w:rPr>
          <w:rFonts w:cs="B Zar"/>
          <w:sz w:val="22"/>
          <w:szCs w:val="22"/>
          <w:rtl/>
          <w:lang w:bidi="fa-IR"/>
        </w:rPr>
      </w:pPr>
      <w:r w:rsidRPr="00BD4CE6">
        <w:rPr>
          <w:rFonts w:cs="B Zar" w:hint="cs"/>
          <w:sz w:val="22"/>
          <w:szCs w:val="22"/>
          <w:rtl/>
          <w:lang w:bidi="fa-IR"/>
        </w:rPr>
        <w:t xml:space="preserve">توجه مهم: فقط اين برگه با مهر  و امضاء </w:t>
      </w:r>
      <w:proofErr w:type="spellStart"/>
      <w:r w:rsidRPr="00BD4CE6">
        <w:rPr>
          <w:rFonts w:cs="B Zar"/>
          <w:sz w:val="22"/>
          <w:szCs w:val="22"/>
          <w:lang w:bidi="fa-IR"/>
        </w:rPr>
        <w:t>pdf</w:t>
      </w:r>
      <w:proofErr w:type="spellEnd"/>
      <w:r w:rsidRPr="00BD4CE6">
        <w:rPr>
          <w:rFonts w:cs="B Zar"/>
          <w:sz w:val="22"/>
          <w:szCs w:val="22"/>
          <w:lang w:bidi="fa-IR"/>
        </w:rPr>
        <w:t xml:space="preserve"> </w:t>
      </w:r>
      <w:r w:rsidRPr="00BD4CE6">
        <w:rPr>
          <w:rFonts w:cs="B Zar" w:hint="cs"/>
          <w:sz w:val="22"/>
          <w:szCs w:val="22"/>
          <w:rtl/>
          <w:lang w:bidi="fa-IR"/>
        </w:rPr>
        <w:t xml:space="preserve"> گردد و به همراه فايل اكسل براي دفتر آموزش متوسطه نظري ارسال گردد.</w:t>
      </w:r>
      <w:bookmarkEnd w:id="1"/>
    </w:p>
    <w:sectPr w:rsidR="00C74B67" w:rsidRPr="00BD4CE6" w:rsidSect="00BD4C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424" w:bottom="0" w:left="42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2CC" w:rsidRDefault="008A22CC" w:rsidP="000E343F">
      <w:r>
        <w:separator/>
      </w:r>
    </w:p>
  </w:endnote>
  <w:endnote w:type="continuationSeparator" w:id="0">
    <w:p w:rsidR="008A22CC" w:rsidRDefault="008A22CC" w:rsidP="000E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Arshi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2CC" w:rsidRDefault="008A22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2348688"/>
      <w:docPartObj>
        <w:docPartGallery w:val="Page Numbers (Bottom of Page)"/>
        <w:docPartUnique/>
      </w:docPartObj>
    </w:sdtPr>
    <w:sdtContent>
      <w:p w:rsidR="008A22CC" w:rsidRDefault="008A22C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3D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A22CC" w:rsidRDefault="008A22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2CC" w:rsidRDefault="008A22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2CC" w:rsidRDefault="008A22CC" w:rsidP="000E343F">
      <w:r>
        <w:separator/>
      </w:r>
    </w:p>
  </w:footnote>
  <w:footnote w:type="continuationSeparator" w:id="0">
    <w:p w:rsidR="008A22CC" w:rsidRDefault="008A22CC" w:rsidP="000E3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2CC" w:rsidRDefault="008A22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2CC" w:rsidRDefault="008A22C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2CC" w:rsidRDefault="008A22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929ED"/>
    <w:multiLevelType w:val="hybridMultilevel"/>
    <w:tmpl w:val="17EAB792"/>
    <w:lvl w:ilvl="0" w:tplc="25EE6F02"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C0AE6"/>
    <w:multiLevelType w:val="hybridMultilevel"/>
    <w:tmpl w:val="AFD05BC2"/>
    <w:lvl w:ilvl="0" w:tplc="04090001">
      <w:start w:val="1"/>
      <w:numFmt w:val="bullet"/>
      <w:lvlText w:val=""/>
      <w:lvlJc w:val="left"/>
      <w:pPr>
        <w:ind w:left="14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95A"/>
    <w:rsid w:val="00001457"/>
    <w:rsid w:val="00002B45"/>
    <w:rsid w:val="000072C0"/>
    <w:rsid w:val="000150CD"/>
    <w:rsid w:val="000153CF"/>
    <w:rsid w:val="000256FD"/>
    <w:rsid w:val="00026F7C"/>
    <w:rsid w:val="00041A55"/>
    <w:rsid w:val="00051038"/>
    <w:rsid w:val="00052E39"/>
    <w:rsid w:val="0005386C"/>
    <w:rsid w:val="0005732B"/>
    <w:rsid w:val="000807EB"/>
    <w:rsid w:val="00082EC7"/>
    <w:rsid w:val="000865CA"/>
    <w:rsid w:val="000908B8"/>
    <w:rsid w:val="0009582B"/>
    <w:rsid w:val="000A0DC2"/>
    <w:rsid w:val="000C6155"/>
    <w:rsid w:val="000D4A8F"/>
    <w:rsid w:val="000E343F"/>
    <w:rsid w:val="000E5B70"/>
    <w:rsid w:val="000E6118"/>
    <w:rsid w:val="00101798"/>
    <w:rsid w:val="00107A5D"/>
    <w:rsid w:val="00114316"/>
    <w:rsid w:val="001145AB"/>
    <w:rsid w:val="00116ABC"/>
    <w:rsid w:val="00124A0D"/>
    <w:rsid w:val="001402A9"/>
    <w:rsid w:val="00150B7F"/>
    <w:rsid w:val="001764AD"/>
    <w:rsid w:val="00192329"/>
    <w:rsid w:val="001B6468"/>
    <w:rsid w:val="001C022E"/>
    <w:rsid w:val="001D1F2E"/>
    <w:rsid w:val="001D53D7"/>
    <w:rsid w:val="001E3123"/>
    <w:rsid w:val="001E5B9A"/>
    <w:rsid w:val="001E63A6"/>
    <w:rsid w:val="001E7F32"/>
    <w:rsid w:val="00204067"/>
    <w:rsid w:val="00206A85"/>
    <w:rsid w:val="002200D6"/>
    <w:rsid w:val="00221717"/>
    <w:rsid w:val="0022220D"/>
    <w:rsid w:val="0022422F"/>
    <w:rsid w:val="002301C1"/>
    <w:rsid w:val="00234738"/>
    <w:rsid w:val="0023601F"/>
    <w:rsid w:val="002401D7"/>
    <w:rsid w:val="0025113F"/>
    <w:rsid w:val="00251872"/>
    <w:rsid w:val="002877A5"/>
    <w:rsid w:val="002C6318"/>
    <w:rsid w:val="002E7676"/>
    <w:rsid w:val="00310EC6"/>
    <w:rsid w:val="0031128C"/>
    <w:rsid w:val="00313568"/>
    <w:rsid w:val="003412EB"/>
    <w:rsid w:val="003464FA"/>
    <w:rsid w:val="003528B6"/>
    <w:rsid w:val="00355A89"/>
    <w:rsid w:val="00360AD2"/>
    <w:rsid w:val="00371CD4"/>
    <w:rsid w:val="0038339C"/>
    <w:rsid w:val="003B2C07"/>
    <w:rsid w:val="003B30A1"/>
    <w:rsid w:val="003C63F0"/>
    <w:rsid w:val="003F76DC"/>
    <w:rsid w:val="00413D5E"/>
    <w:rsid w:val="00420688"/>
    <w:rsid w:val="00454732"/>
    <w:rsid w:val="0046246B"/>
    <w:rsid w:val="00483670"/>
    <w:rsid w:val="004868CF"/>
    <w:rsid w:val="00486C2A"/>
    <w:rsid w:val="00495164"/>
    <w:rsid w:val="004A17AB"/>
    <w:rsid w:val="004A532C"/>
    <w:rsid w:val="004A559E"/>
    <w:rsid w:val="004B2CCD"/>
    <w:rsid w:val="004B70ED"/>
    <w:rsid w:val="004C3AE3"/>
    <w:rsid w:val="004D3F98"/>
    <w:rsid w:val="004D7C58"/>
    <w:rsid w:val="004E2C27"/>
    <w:rsid w:val="004E2FDA"/>
    <w:rsid w:val="004F3742"/>
    <w:rsid w:val="004F4AC5"/>
    <w:rsid w:val="00501A42"/>
    <w:rsid w:val="00515D90"/>
    <w:rsid w:val="005215E1"/>
    <w:rsid w:val="005333D5"/>
    <w:rsid w:val="00534995"/>
    <w:rsid w:val="0053761F"/>
    <w:rsid w:val="0054641E"/>
    <w:rsid w:val="0055406A"/>
    <w:rsid w:val="00566208"/>
    <w:rsid w:val="0057062F"/>
    <w:rsid w:val="00572CCC"/>
    <w:rsid w:val="005819E7"/>
    <w:rsid w:val="00595633"/>
    <w:rsid w:val="005A0E1C"/>
    <w:rsid w:val="005A1723"/>
    <w:rsid w:val="005A34EC"/>
    <w:rsid w:val="005A740F"/>
    <w:rsid w:val="005B26B7"/>
    <w:rsid w:val="005C2B66"/>
    <w:rsid w:val="005D0305"/>
    <w:rsid w:val="005E7F4D"/>
    <w:rsid w:val="00607933"/>
    <w:rsid w:val="006375DF"/>
    <w:rsid w:val="0065793D"/>
    <w:rsid w:val="0066406E"/>
    <w:rsid w:val="00683324"/>
    <w:rsid w:val="00691CBA"/>
    <w:rsid w:val="00694CDE"/>
    <w:rsid w:val="006963ED"/>
    <w:rsid w:val="006A3AEA"/>
    <w:rsid w:val="006A725E"/>
    <w:rsid w:val="006B06AE"/>
    <w:rsid w:val="006B2BFA"/>
    <w:rsid w:val="006C195A"/>
    <w:rsid w:val="006C6819"/>
    <w:rsid w:val="006D2104"/>
    <w:rsid w:val="006D5DC8"/>
    <w:rsid w:val="006D63A7"/>
    <w:rsid w:val="006E7CCF"/>
    <w:rsid w:val="00704AEC"/>
    <w:rsid w:val="00705334"/>
    <w:rsid w:val="00723372"/>
    <w:rsid w:val="007321DD"/>
    <w:rsid w:val="0074185B"/>
    <w:rsid w:val="00755061"/>
    <w:rsid w:val="0075645C"/>
    <w:rsid w:val="0076145B"/>
    <w:rsid w:val="00776D29"/>
    <w:rsid w:val="00781E15"/>
    <w:rsid w:val="00782035"/>
    <w:rsid w:val="0079301F"/>
    <w:rsid w:val="007C335E"/>
    <w:rsid w:val="0081120E"/>
    <w:rsid w:val="00812E56"/>
    <w:rsid w:val="008133C9"/>
    <w:rsid w:val="00821917"/>
    <w:rsid w:val="00824934"/>
    <w:rsid w:val="0083363E"/>
    <w:rsid w:val="008347BD"/>
    <w:rsid w:val="00841D3E"/>
    <w:rsid w:val="00845253"/>
    <w:rsid w:val="00845BBF"/>
    <w:rsid w:val="0085063A"/>
    <w:rsid w:val="00857DE3"/>
    <w:rsid w:val="008641C1"/>
    <w:rsid w:val="008774A8"/>
    <w:rsid w:val="00883587"/>
    <w:rsid w:val="008A22CC"/>
    <w:rsid w:val="008A5653"/>
    <w:rsid w:val="008A63C5"/>
    <w:rsid w:val="008A65B3"/>
    <w:rsid w:val="008B1025"/>
    <w:rsid w:val="008B20F9"/>
    <w:rsid w:val="008B479D"/>
    <w:rsid w:val="008B5183"/>
    <w:rsid w:val="008B637E"/>
    <w:rsid w:val="008B6848"/>
    <w:rsid w:val="008C67C0"/>
    <w:rsid w:val="008D52C5"/>
    <w:rsid w:val="008E598E"/>
    <w:rsid w:val="008F4D52"/>
    <w:rsid w:val="00900B83"/>
    <w:rsid w:val="00904761"/>
    <w:rsid w:val="0091280D"/>
    <w:rsid w:val="009432A0"/>
    <w:rsid w:val="0095166F"/>
    <w:rsid w:val="00952459"/>
    <w:rsid w:val="00956765"/>
    <w:rsid w:val="00990151"/>
    <w:rsid w:val="00997819"/>
    <w:rsid w:val="009A3D3E"/>
    <w:rsid w:val="009C548A"/>
    <w:rsid w:val="009E19A9"/>
    <w:rsid w:val="009E2718"/>
    <w:rsid w:val="009E2E4B"/>
    <w:rsid w:val="009F3957"/>
    <w:rsid w:val="00A023B1"/>
    <w:rsid w:val="00A030A8"/>
    <w:rsid w:val="00A036DD"/>
    <w:rsid w:val="00A06320"/>
    <w:rsid w:val="00A21F2D"/>
    <w:rsid w:val="00A24B69"/>
    <w:rsid w:val="00A35BA5"/>
    <w:rsid w:val="00A44B0C"/>
    <w:rsid w:val="00A4649C"/>
    <w:rsid w:val="00A5253D"/>
    <w:rsid w:val="00A71A53"/>
    <w:rsid w:val="00A74E79"/>
    <w:rsid w:val="00A81A63"/>
    <w:rsid w:val="00A934CA"/>
    <w:rsid w:val="00A942AB"/>
    <w:rsid w:val="00A95BFE"/>
    <w:rsid w:val="00A966B2"/>
    <w:rsid w:val="00A97BB5"/>
    <w:rsid w:val="00AB234B"/>
    <w:rsid w:val="00AB543C"/>
    <w:rsid w:val="00AB5571"/>
    <w:rsid w:val="00AB712D"/>
    <w:rsid w:val="00AC0665"/>
    <w:rsid w:val="00AC6132"/>
    <w:rsid w:val="00AD5E86"/>
    <w:rsid w:val="00AF7DC0"/>
    <w:rsid w:val="00B22ADB"/>
    <w:rsid w:val="00B23346"/>
    <w:rsid w:val="00B2601D"/>
    <w:rsid w:val="00B33360"/>
    <w:rsid w:val="00B336DD"/>
    <w:rsid w:val="00B37087"/>
    <w:rsid w:val="00B55CCA"/>
    <w:rsid w:val="00B64FD7"/>
    <w:rsid w:val="00B76E50"/>
    <w:rsid w:val="00B95A09"/>
    <w:rsid w:val="00BA1F21"/>
    <w:rsid w:val="00BA32C2"/>
    <w:rsid w:val="00BB43E2"/>
    <w:rsid w:val="00BD4CE6"/>
    <w:rsid w:val="00BE0786"/>
    <w:rsid w:val="00BE34AE"/>
    <w:rsid w:val="00BF36B0"/>
    <w:rsid w:val="00C01A8A"/>
    <w:rsid w:val="00C20D24"/>
    <w:rsid w:val="00C221E8"/>
    <w:rsid w:val="00C32DE2"/>
    <w:rsid w:val="00C41994"/>
    <w:rsid w:val="00C51092"/>
    <w:rsid w:val="00C5417E"/>
    <w:rsid w:val="00C62306"/>
    <w:rsid w:val="00C63CB1"/>
    <w:rsid w:val="00C668D7"/>
    <w:rsid w:val="00C669A7"/>
    <w:rsid w:val="00C732B0"/>
    <w:rsid w:val="00C74B67"/>
    <w:rsid w:val="00C8168C"/>
    <w:rsid w:val="00C97495"/>
    <w:rsid w:val="00CB35D6"/>
    <w:rsid w:val="00CE17E7"/>
    <w:rsid w:val="00CE796D"/>
    <w:rsid w:val="00D1049D"/>
    <w:rsid w:val="00D11F4B"/>
    <w:rsid w:val="00D176A5"/>
    <w:rsid w:val="00D312E2"/>
    <w:rsid w:val="00D41F5A"/>
    <w:rsid w:val="00D4698C"/>
    <w:rsid w:val="00D525AB"/>
    <w:rsid w:val="00D5295E"/>
    <w:rsid w:val="00D55825"/>
    <w:rsid w:val="00D6255E"/>
    <w:rsid w:val="00D6325B"/>
    <w:rsid w:val="00D75271"/>
    <w:rsid w:val="00D87C76"/>
    <w:rsid w:val="00D948A7"/>
    <w:rsid w:val="00D976C7"/>
    <w:rsid w:val="00DA4D66"/>
    <w:rsid w:val="00DC4B64"/>
    <w:rsid w:val="00DD360C"/>
    <w:rsid w:val="00E00E97"/>
    <w:rsid w:val="00E0531C"/>
    <w:rsid w:val="00E215B9"/>
    <w:rsid w:val="00E22E88"/>
    <w:rsid w:val="00E263CA"/>
    <w:rsid w:val="00E273DA"/>
    <w:rsid w:val="00E3291C"/>
    <w:rsid w:val="00E73B37"/>
    <w:rsid w:val="00E7415B"/>
    <w:rsid w:val="00E970FA"/>
    <w:rsid w:val="00EA0475"/>
    <w:rsid w:val="00EA2DC4"/>
    <w:rsid w:val="00EB575D"/>
    <w:rsid w:val="00EB6DE0"/>
    <w:rsid w:val="00EB7A14"/>
    <w:rsid w:val="00EC035C"/>
    <w:rsid w:val="00EC3BC9"/>
    <w:rsid w:val="00ED28C9"/>
    <w:rsid w:val="00F03736"/>
    <w:rsid w:val="00F12AE1"/>
    <w:rsid w:val="00F15EAE"/>
    <w:rsid w:val="00F277E0"/>
    <w:rsid w:val="00F31122"/>
    <w:rsid w:val="00F31FFD"/>
    <w:rsid w:val="00F379AD"/>
    <w:rsid w:val="00F4014C"/>
    <w:rsid w:val="00F4067C"/>
    <w:rsid w:val="00F5626C"/>
    <w:rsid w:val="00F84FB3"/>
    <w:rsid w:val="00FB5AA1"/>
    <w:rsid w:val="00FC0C87"/>
    <w:rsid w:val="00FC2848"/>
    <w:rsid w:val="00FD0088"/>
    <w:rsid w:val="00FD1EA5"/>
    <w:rsid w:val="00FD222E"/>
    <w:rsid w:val="00FE243D"/>
    <w:rsid w:val="00FE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1D3E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15E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EAE"/>
    <w:pPr>
      <w:ind w:left="720"/>
      <w:contextualSpacing/>
    </w:pPr>
  </w:style>
  <w:style w:type="paragraph" w:styleId="Header">
    <w:name w:val="header"/>
    <w:basedOn w:val="Normal"/>
    <w:link w:val="HeaderChar"/>
    <w:rsid w:val="000E34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343F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0E34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43F"/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1D3E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15E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EAE"/>
    <w:pPr>
      <w:ind w:left="720"/>
      <w:contextualSpacing/>
    </w:pPr>
  </w:style>
  <w:style w:type="paragraph" w:styleId="Header">
    <w:name w:val="header"/>
    <w:basedOn w:val="Normal"/>
    <w:link w:val="HeaderChar"/>
    <w:rsid w:val="000E34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343F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0E34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43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ezapour\Desktop\&#1588;&#1582;&#1589;&#1740;\&#1588;&#1575;&#1582;&#1589;%20&#1607;&#1575;&#1740;%20&#1593;&#1605;&#1604;&#1705;&#1585;&#1583;%20&#1662;&#1688;&#1608;&#1607;&#1588;&#1587;&#1585;&#1575;&#1607;&#157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76A0D-6919-416C-8CD8-51AB12C4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شاخص های عملکرد پژوهشسراها</Template>
  <TotalTime>1</TotalTime>
  <Pages>8</Pages>
  <Words>2133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rezapour</dc:creator>
  <cp:lastModifiedBy>دبیرخانه کشاورزی</cp:lastModifiedBy>
  <cp:revision>2</cp:revision>
  <cp:lastPrinted>2015-10-13T06:18:00Z</cp:lastPrinted>
  <dcterms:created xsi:type="dcterms:W3CDTF">2015-10-21T06:53:00Z</dcterms:created>
  <dcterms:modified xsi:type="dcterms:W3CDTF">2015-10-21T06:53:00Z</dcterms:modified>
</cp:coreProperties>
</file>